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FA3B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1ACFA3B5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1ACFA3B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1ACFA3B7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1ACFA3B8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1ACFA3B9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1ACFA3BA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1ACFA3B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1ACFA3BC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ACFA3B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ACFA3B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1ACFA3BF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1ACFA3C0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1ACFA3C1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1ACFA3C2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1ACFA3C5" w14:textId="05F40736" w:rsidR="00FB1C38" w:rsidRPr="00E44F1F" w:rsidRDefault="00FB1C38" w:rsidP="009A35E2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9A35E2">
        <w:rPr>
          <w:rFonts w:ascii="Arial" w:hAnsi="Arial" w:cs="Arial"/>
          <w:sz w:val="22"/>
          <w:szCs w:val="22"/>
          <w:lang w:val="en-GB"/>
        </w:rPr>
        <w:t xml:space="preserve">exceed </w:t>
      </w:r>
      <w:r w:rsidRPr="009A35E2">
        <w:rPr>
          <w:rFonts w:ascii="Arial" w:hAnsi="Arial" w:cs="Arial"/>
          <w:sz w:val="22"/>
          <w:szCs w:val="22"/>
        </w:rPr>
        <w:t>R50</w:t>
      </w:r>
      <w:r w:rsidR="00BF1467" w:rsidRPr="009A35E2">
        <w:rPr>
          <w:rFonts w:ascii="Arial" w:hAnsi="Arial" w:cs="Arial"/>
          <w:sz w:val="22"/>
          <w:szCs w:val="22"/>
        </w:rPr>
        <w:t xml:space="preserve"> </w:t>
      </w:r>
      <w:r w:rsidR="00BF1467" w:rsidRPr="0080026B">
        <w:rPr>
          <w:rFonts w:ascii="Arial" w:hAnsi="Arial" w:cs="Arial"/>
          <w:sz w:val="22"/>
          <w:szCs w:val="22"/>
        </w:rPr>
        <w:t>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</w:t>
      </w:r>
      <w:r w:rsidR="00BF1467" w:rsidRPr="009A35E2">
        <w:rPr>
          <w:rFonts w:ascii="Arial" w:hAnsi="Arial" w:cs="Arial"/>
          <w:sz w:val="22"/>
          <w:szCs w:val="22"/>
          <w:lang w:val="en-GB"/>
        </w:rPr>
        <w:t>therefore the</w:t>
      </w:r>
      <w:r w:rsidR="009A35E2" w:rsidRPr="009A35E2">
        <w:rPr>
          <w:rFonts w:ascii="Arial" w:hAnsi="Arial" w:cs="Arial"/>
          <w:sz w:val="22"/>
          <w:szCs w:val="22"/>
          <w:lang w:val="en-GB"/>
        </w:rPr>
        <w:t xml:space="preserve"> </w:t>
      </w:r>
      <w:r w:rsidR="009A35E2" w:rsidRPr="009A35E2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90/10 </w:t>
      </w:r>
      <w:r w:rsidR="009A35E2" w:rsidRPr="009A35E2">
        <w:rPr>
          <w:rFonts w:ascii="Arial" w:hAnsi="Arial" w:cs="Arial"/>
          <w:sz w:val="22"/>
          <w:szCs w:val="22"/>
          <w:lang w:val="en-GB"/>
        </w:rPr>
        <w:t>preference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</w:t>
      </w:r>
      <w:r w:rsidR="009A35E2">
        <w:rPr>
          <w:rFonts w:ascii="Arial" w:hAnsi="Arial" w:cs="Arial"/>
          <w:sz w:val="22"/>
          <w:szCs w:val="22"/>
          <w:lang w:val="en-GB"/>
        </w:rPr>
        <w:t>applicable</w:t>
      </w:r>
    </w:p>
    <w:p w14:paraId="1ACFA3C6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1ACFA3C7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1ACFA3C8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1ACFA3C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1ACFA3CC" w14:textId="77777777" w:rsidTr="00787948">
        <w:tc>
          <w:tcPr>
            <w:tcW w:w="5130" w:type="dxa"/>
            <w:shd w:val="clear" w:color="auto" w:fill="C00000"/>
            <w:vAlign w:val="bottom"/>
          </w:tcPr>
          <w:p w14:paraId="1ACFA3CA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1ACFA3C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1ACFA3CF" w14:textId="77777777" w:rsidTr="00787948">
        <w:tc>
          <w:tcPr>
            <w:tcW w:w="5130" w:type="dxa"/>
            <w:shd w:val="clear" w:color="auto" w:fill="auto"/>
            <w:vAlign w:val="bottom"/>
          </w:tcPr>
          <w:p w14:paraId="1ACFA3C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1ACFA3CE" w14:textId="15F4EEDC" w:rsidR="00E10C22" w:rsidRPr="00E44F1F" w:rsidRDefault="009A35E2" w:rsidP="009A35E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90</w:t>
            </w:r>
          </w:p>
        </w:tc>
      </w:tr>
      <w:tr w:rsidR="00E10C22" w:rsidRPr="00E44F1F" w14:paraId="1ACFA3D2" w14:textId="77777777" w:rsidTr="00787948">
        <w:tc>
          <w:tcPr>
            <w:tcW w:w="5130" w:type="dxa"/>
            <w:shd w:val="clear" w:color="auto" w:fill="auto"/>
            <w:vAlign w:val="bottom"/>
          </w:tcPr>
          <w:p w14:paraId="1ACFA3D0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1ACFA3D1" w14:textId="672AFFEE" w:rsidR="00E10C22" w:rsidRPr="00E44F1F" w:rsidRDefault="009A35E2" w:rsidP="009A35E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10</w:t>
            </w:r>
          </w:p>
        </w:tc>
      </w:tr>
      <w:tr w:rsidR="00E10C22" w:rsidRPr="00E44F1F" w14:paraId="1ACFA3D5" w14:textId="77777777" w:rsidTr="00787948">
        <w:tc>
          <w:tcPr>
            <w:tcW w:w="5130" w:type="dxa"/>
            <w:shd w:val="clear" w:color="auto" w:fill="auto"/>
            <w:vAlign w:val="bottom"/>
          </w:tcPr>
          <w:p w14:paraId="1ACFA3D3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1ACFA3D4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1ACFA3D6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1ACFA3D7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1ACFA3D8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1ACFA3D9" w14:textId="15EB4552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DCF0951" w14:textId="0AA560EA" w:rsidR="00B14634" w:rsidRDefault="00B14634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0583A77C" w14:textId="26BCF58C" w:rsidR="00B14634" w:rsidRDefault="00B14634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A24C9DC" w14:textId="3060DA22" w:rsidR="00B14634" w:rsidRDefault="00B14634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0E9D22B2" w14:textId="77777777" w:rsidR="00B14634" w:rsidRDefault="00B14634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ACFA3DA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ACFA3DB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ACFA3DC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1ACFA3D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1ACFA3DE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1ACFA3D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1ACFA3E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1ACFA3E1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1ACFA3E2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1ACFA3E3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1ACFA3E4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1ACFA3E5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1ACFA3E6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1ACFA3E7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1ACFA3E8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1ACFA3E9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1ACFA3EA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1ACFA3EB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1ACFA3EC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1ACFA3ED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1ACFA3EE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1ACFA3EF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1ACFA3F0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1ACFA3F1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1ACFA4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1" o:title=""/>
          </v:shape>
          <o:OLEObject Type="Embed" ProgID="Equation.3" ShapeID="_x0000_i1025" DrawAspect="Content" ObjectID="_1730795150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1ACFA492">
          <v:shape id="_x0000_i1026" type="#_x0000_t75" style="width:122.25pt;height:33.75pt" o:ole="" fillcolor="window">
            <v:imagedata r:id="rId13" o:title=""/>
          </v:shape>
          <o:OLEObject Type="Embed" ProgID="Equation.3" ShapeID="_x0000_i1026" DrawAspect="Content" ObjectID="_1730795151" r:id="rId14"/>
        </w:object>
      </w:r>
    </w:p>
    <w:p w14:paraId="1ACFA3F2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1ACFA3F3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1ACFA3F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1ACFA3F5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1ACFA3F6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ACFA3F7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1ACFA3F8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1ACFA3FE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1ACFA3F9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1ACFA3F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1ACFA3F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1ACFA3F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1ACFA3F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1ACFA40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ACFA3F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1ACFA40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1ACFA40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1ACFA406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ACFA40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1ACFA40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1ACFA40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1ACFA40A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ACFA40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1ACFA408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1ACFA40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1ACFA40E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ACFA40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1ACFA40C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1ACFA40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1ACFA41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ACFA40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1ACFA41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1ACFA41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1ACFA416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ACFA41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1ACFA41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1ACFA41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1ACFA41A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ACFA41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1ACFA41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1ACFA41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1ACFA41E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ACFA41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1ACFA41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1ACFA41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1ACFA42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ACFA41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1ACFA42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1ACFA42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1ACFA423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1ACFA42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1ACFA42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1ACFA42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1ACFA42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1ACFA428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1ACFA429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1ACFA42A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1ACFA42B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1ACFA42C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1ACFA431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ACFA42D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CFA42E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ACFA42F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CFA43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ACFA432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1ACFA433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1ACFA43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1ACFA435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1ACFA43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1ACFA437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1ACFA438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1ACFA43D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ACFA439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CFA43A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ACFA43B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CFA43C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ACFA43E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1ACFA43F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1ACFA445" w14:textId="77777777" w:rsidTr="00EE688C">
        <w:tc>
          <w:tcPr>
            <w:tcW w:w="7054" w:type="dxa"/>
          </w:tcPr>
          <w:p w14:paraId="1ACFA440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1ACFA441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1ACFA442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1ACFA443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1ACFA44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1ACFA449" w14:textId="77777777" w:rsidTr="00EE688C">
        <w:tc>
          <w:tcPr>
            <w:tcW w:w="7054" w:type="dxa"/>
          </w:tcPr>
          <w:p w14:paraId="1ACFA44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1ACFA44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CFA44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ACFA44D" w14:textId="77777777" w:rsidTr="00EE688C">
        <w:tc>
          <w:tcPr>
            <w:tcW w:w="7054" w:type="dxa"/>
          </w:tcPr>
          <w:p w14:paraId="1ACFA44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1ACFA44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CFA44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ACFA451" w14:textId="77777777" w:rsidTr="00EE688C">
        <w:tc>
          <w:tcPr>
            <w:tcW w:w="7054" w:type="dxa"/>
          </w:tcPr>
          <w:p w14:paraId="1ACFA44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1ACFA44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CFA45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ACFA455" w14:textId="77777777" w:rsidTr="00EE688C">
        <w:tc>
          <w:tcPr>
            <w:tcW w:w="7054" w:type="dxa"/>
          </w:tcPr>
          <w:p w14:paraId="1ACFA45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1ACFA45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CFA45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ACFA459" w14:textId="77777777" w:rsidTr="00EE688C">
        <w:tc>
          <w:tcPr>
            <w:tcW w:w="7054" w:type="dxa"/>
          </w:tcPr>
          <w:p w14:paraId="1ACFA45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1ACFA45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CFA45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ACFA45D" w14:textId="77777777" w:rsidTr="00EE688C">
        <w:tc>
          <w:tcPr>
            <w:tcW w:w="7054" w:type="dxa"/>
          </w:tcPr>
          <w:p w14:paraId="1ACFA45A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1ACFA45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CFA45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ACFA461" w14:textId="77777777" w:rsidTr="00EE688C">
        <w:tc>
          <w:tcPr>
            <w:tcW w:w="7054" w:type="dxa"/>
          </w:tcPr>
          <w:p w14:paraId="1ACFA45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who are military veterans</w:t>
            </w:r>
          </w:p>
        </w:tc>
        <w:tc>
          <w:tcPr>
            <w:tcW w:w="1134" w:type="dxa"/>
          </w:tcPr>
          <w:p w14:paraId="1ACFA45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CFA46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1ACFA463" w14:textId="77777777" w:rsidTr="00B176ED">
        <w:tc>
          <w:tcPr>
            <w:tcW w:w="9322" w:type="dxa"/>
            <w:gridSpan w:val="3"/>
          </w:tcPr>
          <w:p w14:paraId="1ACFA462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1ACFA467" w14:textId="77777777" w:rsidTr="00EE688C">
        <w:tc>
          <w:tcPr>
            <w:tcW w:w="7054" w:type="dxa"/>
          </w:tcPr>
          <w:p w14:paraId="1ACFA464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1ACFA46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CFA46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ACFA46B" w14:textId="77777777" w:rsidTr="00EE688C">
        <w:tc>
          <w:tcPr>
            <w:tcW w:w="7054" w:type="dxa"/>
          </w:tcPr>
          <w:p w14:paraId="1ACFA468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1ACFA46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CFA46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1ACFA46C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1ACFA46D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1ACFA46E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1ACFA46F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1ACFA470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1ACFA471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1ACFA472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1ACFA47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1ACFA47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1ACFA47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1ACFA47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1ACFA47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1ACFA478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1ACFA479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1ACFA47A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1ACFA47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1ACFA47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1ACFA47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1ACFA47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1ACFA47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1ACFA480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1ACFA481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ACFA482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1ACFA483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1ACFA48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1ACFA485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1ACFA48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1ACFA487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</w:t>
      </w:r>
      <w:r w:rsidRPr="00E44F1F">
        <w:rPr>
          <w:rFonts w:ascii="Arial" w:hAnsi="Arial" w:cs="Arial"/>
          <w:sz w:val="22"/>
          <w:szCs w:val="22"/>
          <w:lang w:val="en-GB"/>
        </w:rPr>
        <w:lastRenderedPageBreak/>
        <w:t>fraudulent basis or any of the conditions of contract have not been fulfilled, the purchaser may, in addition to any other remedy it may have –</w:t>
      </w:r>
    </w:p>
    <w:p w14:paraId="1ACFA488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ACFA489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1ACFA48A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1ACFA48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1ACFA48C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1ACFA48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1ACFA48E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1ACFA48F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1ACFA490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CFA493" wp14:editId="1ACFA494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FA4A1" w14:textId="77777777" w:rsidR="00177DEA" w:rsidRDefault="00177DEA"/>
                          <w:p w14:paraId="1ACFA4A2" w14:textId="77777777" w:rsidR="00177DEA" w:rsidRDefault="00177DEA"/>
                          <w:p w14:paraId="1ACFA4A3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1ACFA4A4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1ACFA4A5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ACFA4A6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1ACFA4A7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ACFA4A8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ACFA4A9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ACFA4AA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FA493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SoWEgIAACI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">
                <v:textbox>
                  <w:txbxContent>
                    <w:p w14:paraId="1ACFA4A1" w14:textId="77777777" w:rsidR="00177DEA" w:rsidRDefault="00177DEA"/>
                    <w:p w14:paraId="1ACFA4A2" w14:textId="77777777" w:rsidR="00177DEA" w:rsidRDefault="00177DEA"/>
                    <w:p w14:paraId="1ACFA4A3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1ACFA4A4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1ACFA4A5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ACFA4A6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1ACFA4A7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ACFA4A8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ACFA4A9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ACFA4AA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CFA495" wp14:editId="1ACFA496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FA4AB" w14:textId="77777777" w:rsidR="00177DEA" w:rsidRDefault="00177DEA" w:rsidP="00B20874"/>
                          <w:p w14:paraId="1ACFA4AC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1ACFA4AD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ACFA4AE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1ACFA4AF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1ACFA4B0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FA495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br5FQIAACk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">
                <v:textbox>
                  <w:txbxContent>
                    <w:p w14:paraId="1ACFA4AB" w14:textId="77777777" w:rsidR="00177DEA" w:rsidRDefault="00177DEA" w:rsidP="00B20874"/>
                    <w:p w14:paraId="1ACFA4AC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1ACFA4AD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ACFA4AE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1ACFA4AF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1ACFA4B0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FA499" w14:textId="77777777" w:rsidR="00074B98" w:rsidRDefault="00074B98">
      <w:r>
        <w:separator/>
      </w:r>
    </w:p>
  </w:endnote>
  <w:endnote w:type="continuationSeparator" w:id="0">
    <w:p w14:paraId="1ACFA49A" w14:textId="77777777" w:rsidR="00074B98" w:rsidRDefault="0007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FA49F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462AE8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462AE8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1ACFA4A0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FA497" w14:textId="77777777" w:rsidR="00074B98" w:rsidRDefault="00074B98">
      <w:r>
        <w:separator/>
      </w:r>
    </w:p>
  </w:footnote>
  <w:footnote w:type="continuationSeparator" w:id="0">
    <w:p w14:paraId="1ACFA498" w14:textId="77777777" w:rsidR="00074B98" w:rsidRDefault="00074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FA49B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1ACFA49C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FA49D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62AE8">
      <w:rPr>
        <w:rStyle w:val="PageNumber"/>
        <w:noProof/>
      </w:rPr>
      <w:t>5</w:t>
    </w:r>
    <w:r>
      <w:rPr>
        <w:rStyle w:val="PageNumber"/>
      </w:rPr>
      <w:fldChar w:fldCharType="end"/>
    </w:r>
  </w:p>
  <w:p w14:paraId="1ACFA49E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 w16cid:durableId="1865482604">
    <w:abstractNumId w:val="1"/>
  </w:num>
  <w:num w:numId="2" w16cid:durableId="676926743">
    <w:abstractNumId w:val="29"/>
  </w:num>
  <w:num w:numId="3" w16cid:durableId="2024549189">
    <w:abstractNumId w:val="9"/>
  </w:num>
  <w:num w:numId="4" w16cid:durableId="106584734">
    <w:abstractNumId w:val="15"/>
  </w:num>
  <w:num w:numId="5" w16cid:durableId="1694182948">
    <w:abstractNumId w:val="31"/>
  </w:num>
  <w:num w:numId="6" w16cid:durableId="1399326186">
    <w:abstractNumId w:val="5"/>
  </w:num>
  <w:num w:numId="7" w16cid:durableId="1494297482">
    <w:abstractNumId w:val="22"/>
  </w:num>
  <w:num w:numId="8" w16cid:durableId="475726598">
    <w:abstractNumId w:val="6"/>
  </w:num>
  <w:num w:numId="9" w16cid:durableId="1078138095">
    <w:abstractNumId w:val="21"/>
  </w:num>
  <w:num w:numId="10" w16cid:durableId="1334187301">
    <w:abstractNumId w:val="12"/>
  </w:num>
  <w:num w:numId="11" w16cid:durableId="1635672983">
    <w:abstractNumId w:val="8"/>
  </w:num>
  <w:num w:numId="12" w16cid:durableId="1579707037">
    <w:abstractNumId w:val="7"/>
  </w:num>
  <w:num w:numId="13" w16cid:durableId="1005791059">
    <w:abstractNumId w:val="20"/>
  </w:num>
  <w:num w:numId="14" w16cid:durableId="548299852">
    <w:abstractNumId w:val="11"/>
  </w:num>
  <w:num w:numId="15" w16cid:durableId="2099518394">
    <w:abstractNumId w:val="30"/>
  </w:num>
  <w:num w:numId="16" w16cid:durableId="788090299">
    <w:abstractNumId w:val="26"/>
  </w:num>
  <w:num w:numId="17" w16cid:durableId="2098095919">
    <w:abstractNumId w:val="2"/>
  </w:num>
  <w:num w:numId="18" w16cid:durableId="1539854482">
    <w:abstractNumId w:val="17"/>
  </w:num>
  <w:num w:numId="19" w16cid:durableId="663624919">
    <w:abstractNumId w:val="34"/>
  </w:num>
  <w:num w:numId="20" w16cid:durableId="1800147494">
    <w:abstractNumId w:val="0"/>
  </w:num>
  <w:num w:numId="21" w16cid:durableId="308479344">
    <w:abstractNumId w:val="27"/>
  </w:num>
  <w:num w:numId="22" w16cid:durableId="1862549277">
    <w:abstractNumId w:val="3"/>
  </w:num>
  <w:num w:numId="23" w16cid:durableId="67195521">
    <w:abstractNumId w:val="16"/>
  </w:num>
  <w:num w:numId="24" w16cid:durableId="1136532331">
    <w:abstractNumId w:val="32"/>
  </w:num>
  <w:num w:numId="25" w16cid:durableId="1544249455">
    <w:abstractNumId w:val="33"/>
  </w:num>
  <w:num w:numId="26" w16cid:durableId="1682587180">
    <w:abstractNumId w:val="19"/>
  </w:num>
  <w:num w:numId="27" w16cid:durableId="1194534372">
    <w:abstractNumId w:val="4"/>
  </w:num>
  <w:num w:numId="28" w16cid:durableId="1391491195">
    <w:abstractNumId w:val="28"/>
  </w:num>
  <w:num w:numId="29" w16cid:durableId="1145397261">
    <w:abstractNumId w:val="10"/>
  </w:num>
  <w:num w:numId="30" w16cid:durableId="477117727">
    <w:abstractNumId w:val="23"/>
  </w:num>
  <w:num w:numId="31" w16cid:durableId="1555432362">
    <w:abstractNumId w:val="13"/>
  </w:num>
  <w:num w:numId="32" w16cid:durableId="1315452330">
    <w:abstractNumId w:val="14"/>
  </w:num>
  <w:num w:numId="33" w16cid:durableId="1726560541">
    <w:abstractNumId w:val="25"/>
  </w:num>
  <w:num w:numId="34" w16cid:durableId="1223558295">
    <w:abstractNumId w:val="24"/>
  </w:num>
  <w:num w:numId="35" w16cid:durableId="132448963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A35E2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14634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C5F42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ACFA3B4"/>
  <w15:docId w15:val="{AFBFE775-A45F-4DCB-85D4-BDBF3E3F6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1" ma:contentTypeDescription="Create a new document." ma:contentTypeScope="" ma:versionID="bc7b20a49262512c24b0b80ed14816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9bb71b7ad116188bbd087cbfba3326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9ED2EB0-8A66-499A-8895-34855C8278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ED6573-FB81-43D5-A9FA-8BF1D3D7C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1288</Words>
  <Characters>6800</Characters>
  <Application>Microsoft Office Word</Application>
  <DocSecurity>2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Nqobile Sbusisiwe Makhubu</cp:lastModifiedBy>
  <cp:revision>4</cp:revision>
  <cp:lastPrinted>2016-04-25T13:35:00Z</cp:lastPrinted>
  <dcterms:created xsi:type="dcterms:W3CDTF">2022-11-09T13:56:00Z</dcterms:created>
  <dcterms:modified xsi:type="dcterms:W3CDTF">2022-11-24T09:39:00Z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