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EE1BC" w14:textId="77777777" w:rsidR="005278EB" w:rsidRPr="009825D5" w:rsidRDefault="005278EB" w:rsidP="00D1128E">
      <w:pPr>
        <w:widowControl w:val="0"/>
        <w:ind w:left="993" w:hanging="993"/>
        <w:rPr>
          <w:rFonts w:ascii="Arial" w:hAnsi="Arial" w:cs="Arial"/>
          <w:sz w:val="22"/>
          <w:szCs w:val="22"/>
        </w:rPr>
      </w:pPr>
    </w:p>
    <w:p w14:paraId="2D66DB7D" w14:textId="77777777" w:rsidR="005278EB" w:rsidRPr="009825D5" w:rsidRDefault="00533A0F" w:rsidP="00D1128E">
      <w:pPr>
        <w:widowControl w:val="0"/>
        <w:ind w:left="993" w:hanging="993"/>
        <w:jc w:val="center"/>
        <w:rPr>
          <w:rFonts w:ascii="Arial" w:hAnsi="Arial" w:cs="Arial"/>
          <w:sz w:val="22"/>
          <w:szCs w:val="22"/>
        </w:rPr>
      </w:pPr>
      <w:r>
        <w:rPr>
          <w:rFonts w:ascii="Arial" w:hAnsi="Arial" w:cs="Arial"/>
          <w:b/>
          <w:noProof/>
          <w:sz w:val="22"/>
          <w:szCs w:val="22"/>
          <w:lang w:val="en-ZA" w:eastAsia="en-ZA"/>
        </w:rPr>
        <w:drawing>
          <wp:inline distT="0" distB="0" distL="0" distR="0" wp14:anchorId="00E08367" wp14:editId="401DB9AB">
            <wp:extent cx="3095625" cy="1209675"/>
            <wp:effectExtent l="0" t="0" r="9525" b="9525"/>
            <wp:docPr id="1" name="Picture 1" descr="cid:image002.gif@01C98067.80A1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gif@01C98067.80A121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5625" cy="1209675"/>
                    </a:xfrm>
                    <a:prstGeom prst="rect">
                      <a:avLst/>
                    </a:prstGeom>
                    <a:noFill/>
                    <a:ln>
                      <a:noFill/>
                    </a:ln>
                  </pic:spPr>
                </pic:pic>
              </a:graphicData>
            </a:graphic>
          </wp:inline>
        </w:drawing>
      </w:r>
    </w:p>
    <w:p w14:paraId="5DFF1D5B" w14:textId="77777777" w:rsidR="005278EB" w:rsidRPr="009825D5" w:rsidRDefault="005278EB" w:rsidP="00D1128E">
      <w:pPr>
        <w:widowControl w:val="0"/>
        <w:ind w:left="993" w:hanging="993"/>
        <w:rPr>
          <w:rFonts w:ascii="Arial" w:hAnsi="Arial" w:cs="Arial"/>
          <w:sz w:val="22"/>
          <w:szCs w:val="22"/>
        </w:rPr>
      </w:pPr>
    </w:p>
    <w:tbl>
      <w:tblPr>
        <w:tblW w:w="10098" w:type="dxa"/>
        <w:jc w:val="center"/>
        <w:tblLayout w:type="fixed"/>
        <w:tblLook w:val="0000" w:firstRow="0" w:lastRow="0" w:firstColumn="0" w:lastColumn="0" w:noHBand="0" w:noVBand="0"/>
      </w:tblPr>
      <w:tblGrid>
        <w:gridCol w:w="10098"/>
      </w:tblGrid>
      <w:tr w:rsidR="005278EB" w:rsidRPr="009825D5" w14:paraId="5CC08102" w14:textId="77777777">
        <w:trPr>
          <w:cantSplit/>
          <w:jc w:val="center"/>
        </w:trPr>
        <w:tc>
          <w:tcPr>
            <w:tcW w:w="10098" w:type="dxa"/>
            <w:tcBorders>
              <w:top w:val="nil"/>
              <w:left w:val="nil"/>
              <w:bottom w:val="nil"/>
              <w:right w:val="nil"/>
            </w:tcBorders>
          </w:tcPr>
          <w:p w14:paraId="1F1608D2" w14:textId="77777777" w:rsidR="005278EB" w:rsidRPr="009825D5" w:rsidRDefault="005278EB" w:rsidP="00D1128E">
            <w:pPr>
              <w:widowControl w:val="0"/>
              <w:spacing w:before="120" w:after="120"/>
              <w:ind w:left="993" w:hanging="993"/>
              <w:jc w:val="center"/>
              <w:rPr>
                <w:rFonts w:ascii="Arial" w:hAnsi="Arial" w:cs="Arial"/>
                <w:b/>
                <w:sz w:val="22"/>
                <w:szCs w:val="22"/>
              </w:rPr>
            </w:pPr>
          </w:p>
          <w:p w14:paraId="2B5D352F" w14:textId="77777777" w:rsidR="005278EB" w:rsidRPr="009825D5" w:rsidRDefault="005278EB" w:rsidP="00D1128E">
            <w:pPr>
              <w:widowControl w:val="0"/>
              <w:spacing w:before="120" w:after="120"/>
              <w:ind w:left="993" w:hanging="993"/>
              <w:jc w:val="center"/>
              <w:rPr>
                <w:rFonts w:ascii="Arial" w:hAnsi="Arial" w:cs="Arial"/>
                <w:b/>
                <w:sz w:val="22"/>
                <w:szCs w:val="22"/>
              </w:rPr>
            </w:pPr>
          </w:p>
          <w:p w14:paraId="31CE1E32" w14:textId="77777777" w:rsidR="005278EB" w:rsidRPr="009825D5" w:rsidRDefault="005278EB" w:rsidP="00D1128E">
            <w:pPr>
              <w:widowControl w:val="0"/>
              <w:spacing w:before="120" w:after="120"/>
              <w:ind w:left="993" w:hanging="993"/>
              <w:jc w:val="center"/>
              <w:rPr>
                <w:rFonts w:ascii="Arial" w:hAnsi="Arial" w:cs="Arial"/>
                <w:b/>
                <w:sz w:val="22"/>
                <w:szCs w:val="22"/>
              </w:rPr>
            </w:pPr>
            <w:r w:rsidRPr="009825D5">
              <w:rPr>
                <w:rFonts w:ascii="Arial" w:hAnsi="Arial" w:cs="Arial"/>
                <w:b/>
                <w:sz w:val="22"/>
                <w:szCs w:val="22"/>
              </w:rPr>
              <w:t>SERVICE LEVEL AGREEMENT</w:t>
            </w:r>
          </w:p>
          <w:p w14:paraId="4B694100" w14:textId="77777777" w:rsidR="005278EB" w:rsidRPr="009825D5" w:rsidRDefault="005278EB" w:rsidP="00D1128E">
            <w:pPr>
              <w:widowControl w:val="0"/>
              <w:spacing w:before="120" w:after="120"/>
              <w:ind w:left="993" w:hanging="993"/>
              <w:jc w:val="center"/>
              <w:rPr>
                <w:rFonts w:ascii="Arial" w:hAnsi="Arial" w:cs="Arial"/>
                <w:b/>
                <w:sz w:val="22"/>
                <w:szCs w:val="22"/>
              </w:rPr>
            </w:pPr>
            <w:r w:rsidRPr="009825D5">
              <w:rPr>
                <w:rFonts w:ascii="Arial" w:hAnsi="Arial" w:cs="Arial"/>
                <w:b/>
                <w:sz w:val="22"/>
                <w:szCs w:val="22"/>
              </w:rPr>
              <w:t xml:space="preserve"> </w:t>
            </w:r>
          </w:p>
          <w:p w14:paraId="1FEF78DD" w14:textId="77777777" w:rsidR="005278EB" w:rsidRDefault="005278EB" w:rsidP="00D1128E">
            <w:pPr>
              <w:widowControl w:val="0"/>
              <w:spacing w:before="120" w:after="120"/>
              <w:ind w:left="993" w:hanging="993"/>
              <w:jc w:val="center"/>
              <w:rPr>
                <w:rFonts w:ascii="Arial" w:hAnsi="Arial" w:cs="Arial"/>
                <w:b/>
                <w:sz w:val="22"/>
                <w:szCs w:val="22"/>
              </w:rPr>
            </w:pPr>
          </w:p>
          <w:p w14:paraId="40FC8449" w14:textId="77777777" w:rsidR="005278EB" w:rsidRPr="0046196F" w:rsidRDefault="005278EB" w:rsidP="00D1128E">
            <w:pPr>
              <w:spacing w:line="480" w:lineRule="auto"/>
              <w:ind w:left="993" w:hanging="993"/>
              <w:jc w:val="center"/>
              <w:rPr>
                <w:rFonts w:ascii="Arial" w:hAnsi="Arial" w:cs="Arial"/>
                <w:sz w:val="22"/>
                <w:szCs w:val="22"/>
              </w:rPr>
            </w:pPr>
            <w:r w:rsidRPr="0046196F">
              <w:rPr>
                <w:rFonts w:ascii="Arial" w:hAnsi="Arial" w:cs="Arial"/>
                <w:sz w:val="22"/>
                <w:szCs w:val="22"/>
              </w:rPr>
              <w:t>Between</w:t>
            </w:r>
          </w:p>
          <w:p w14:paraId="326BC1BB" w14:textId="77777777" w:rsidR="005278EB" w:rsidRPr="0046196F" w:rsidRDefault="005278EB" w:rsidP="00D1128E">
            <w:pPr>
              <w:spacing w:line="480" w:lineRule="auto"/>
              <w:ind w:left="993" w:hanging="993"/>
              <w:jc w:val="center"/>
              <w:rPr>
                <w:rFonts w:ascii="Arial" w:hAnsi="Arial" w:cs="Arial"/>
                <w:sz w:val="22"/>
                <w:szCs w:val="22"/>
              </w:rPr>
            </w:pPr>
          </w:p>
          <w:p w14:paraId="6AF3FB46" w14:textId="77777777" w:rsidR="005278EB" w:rsidRPr="0046196F" w:rsidRDefault="005278EB" w:rsidP="00D1128E">
            <w:pPr>
              <w:spacing w:line="480" w:lineRule="auto"/>
              <w:ind w:left="993" w:hanging="993"/>
              <w:jc w:val="both"/>
              <w:rPr>
                <w:rFonts w:ascii="Arial" w:hAnsi="Arial" w:cs="Arial"/>
                <w:sz w:val="22"/>
                <w:szCs w:val="22"/>
              </w:rPr>
            </w:pPr>
          </w:p>
          <w:p w14:paraId="2CFB8C31" w14:textId="77777777" w:rsidR="005278EB" w:rsidRPr="00C33518" w:rsidRDefault="005278EB" w:rsidP="00D1128E">
            <w:pPr>
              <w:pStyle w:val="ListParagraph"/>
              <w:ind w:left="993" w:hanging="993"/>
              <w:jc w:val="center"/>
              <w:rPr>
                <w:rFonts w:ascii="Arial" w:hAnsi="Arial" w:cs="Arial"/>
                <w:sz w:val="22"/>
                <w:szCs w:val="22"/>
              </w:rPr>
            </w:pPr>
            <w:r w:rsidRPr="00C33518">
              <w:rPr>
                <w:rFonts w:ascii="Arial" w:hAnsi="Arial" w:cs="Arial"/>
                <w:sz w:val="22"/>
                <w:szCs w:val="22"/>
              </w:rPr>
              <w:t>The</w:t>
            </w:r>
            <w:r w:rsidRPr="00C33518">
              <w:rPr>
                <w:rFonts w:ascii="Arial" w:hAnsi="Arial" w:cs="Arial"/>
                <w:b/>
                <w:sz w:val="22"/>
                <w:szCs w:val="22"/>
              </w:rPr>
              <w:t xml:space="preserve"> SOUTH AFRICAN REVENUE SERVICE, </w:t>
            </w:r>
            <w:r w:rsidRPr="00C33518">
              <w:rPr>
                <w:rFonts w:ascii="Arial" w:hAnsi="Arial" w:cs="Arial"/>
                <w:sz w:val="22"/>
                <w:szCs w:val="22"/>
              </w:rPr>
              <w:t>an organ of state within the public administration but outside the public service established in terms of Section 2 of the South African Revenue Service Act, 1997 (Act No. 34 of 1997).</w:t>
            </w:r>
          </w:p>
          <w:p w14:paraId="493DECAC" w14:textId="77777777" w:rsidR="005278EB" w:rsidRDefault="005278EB" w:rsidP="00D1128E">
            <w:pPr>
              <w:pStyle w:val="ListParagraph"/>
              <w:ind w:left="993" w:hanging="993"/>
              <w:jc w:val="center"/>
              <w:rPr>
                <w:rFonts w:ascii="Arial" w:hAnsi="Arial" w:cs="Arial"/>
                <w:b/>
                <w:sz w:val="22"/>
                <w:szCs w:val="22"/>
              </w:rPr>
            </w:pPr>
          </w:p>
          <w:p w14:paraId="67AD5727" w14:textId="77777777" w:rsidR="005278EB" w:rsidRPr="00C33518" w:rsidRDefault="005278EB" w:rsidP="00D1128E">
            <w:pPr>
              <w:pStyle w:val="ListParagraph"/>
              <w:ind w:left="993" w:hanging="993"/>
              <w:jc w:val="center"/>
              <w:rPr>
                <w:rFonts w:ascii="Arial" w:hAnsi="Arial" w:cs="Arial"/>
                <w:b/>
                <w:sz w:val="22"/>
                <w:szCs w:val="22"/>
              </w:rPr>
            </w:pPr>
            <w:r w:rsidRPr="00C33518">
              <w:rPr>
                <w:rFonts w:ascii="Arial" w:hAnsi="Arial" w:cs="Arial"/>
                <w:b/>
                <w:sz w:val="22"/>
                <w:szCs w:val="22"/>
              </w:rPr>
              <w:t>(“SARS”)</w:t>
            </w:r>
          </w:p>
          <w:p w14:paraId="7FF556BE" w14:textId="77777777" w:rsidR="005278EB" w:rsidRPr="00C33518" w:rsidRDefault="005278EB" w:rsidP="00D1128E">
            <w:pPr>
              <w:tabs>
                <w:tab w:val="left" w:pos="1440"/>
                <w:tab w:val="left" w:pos="1620"/>
                <w:tab w:val="left" w:pos="1800"/>
              </w:tabs>
              <w:spacing w:line="480" w:lineRule="auto"/>
              <w:ind w:left="993" w:hanging="993"/>
              <w:jc w:val="center"/>
              <w:rPr>
                <w:rFonts w:ascii="Arial" w:hAnsi="Arial" w:cs="Arial"/>
                <w:b/>
                <w:sz w:val="22"/>
                <w:szCs w:val="22"/>
              </w:rPr>
            </w:pPr>
          </w:p>
          <w:p w14:paraId="020DC697" w14:textId="77777777" w:rsidR="005278EB" w:rsidRDefault="005278EB" w:rsidP="00D1128E">
            <w:pPr>
              <w:spacing w:line="480" w:lineRule="auto"/>
              <w:ind w:left="993" w:hanging="993"/>
              <w:jc w:val="center"/>
              <w:rPr>
                <w:rFonts w:ascii="Arial" w:hAnsi="Arial" w:cs="Arial"/>
                <w:sz w:val="22"/>
                <w:szCs w:val="22"/>
              </w:rPr>
            </w:pPr>
            <w:r>
              <w:rPr>
                <w:rFonts w:ascii="Arial" w:hAnsi="Arial" w:cs="Arial"/>
                <w:sz w:val="22"/>
                <w:szCs w:val="22"/>
              </w:rPr>
              <w:t>a</w:t>
            </w:r>
            <w:r w:rsidRPr="00C33518">
              <w:rPr>
                <w:rFonts w:ascii="Arial" w:hAnsi="Arial" w:cs="Arial"/>
                <w:sz w:val="22"/>
                <w:szCs w:val="22"/>
              </w:rPr>
              <w:t>nd</w:t>
            </w:r>
          </w:p>
          <w:p w14:paraId="6588433A" w14:textId="77777777" w:rsidR="005278EB" w:rsidRPr="00C33518" w:rsidRDefault="005278EB" w:rsidP="00D1128E">
            <w:pPr>
              <w:spacing w:line="480" w:lineRule="auto"/>
              <w:ind w:left="993" w:hanging="993"/>
              <w:jc w:val="center"/>
              <w:rPr>
                <w:rFonts w:ascii="Arial" w:hAnsi="Arial" w:cs="Arial"/>
                <w:sz w:val="22"/>
                <w:szCs w:val="22"/>
              </w:rPr>
            </w:pPr>
          </w:p>
          <w:p w14:paraId="37880701" w14:textId="77777777" w:rsidR="005278EB" w:rsidRPr="00C33518" w:rsidRDefault="00E72045" w:rsidP="00D1128E">
            <w:pPr>
              <w:ind w:left="993" w:hanging="993"/>
              <w:jc w:val="center"/>
              <w:rPr>
                <w:rFonts w:ascii="Arial" w:hAnsi="Arial" w:cs="Arial"/>
                <w:b/>
                <w:sz w:val="22"/>
                <w:szCs w:val="22"/>
                <w:lang w:val="en-ZA"/>
              </w:rPr>
            </w:pPr>
            <w:r>
              <w:rPr>
                <w:rFonts w:ascii="Arial" w:hAnsi="Arial" w:cs="Arial"/>
                <w:b/>
                <w:sz w:val="22"/>
                <w:szCs w:val="22"/>
                <w:lang w:val="en-ZA"/>
              </w:rPr>
              <w:t>……………………………………………………….</w:t>
            </w:r>
            <w:r w:rsidR="002512FB">
              <w:rPr>
                <w:rFonts w:ascii="Arial" w:hAnsi="Arial" w:cs="Arial"/>
                <w:b/>
                <w:sz w:val="22"/>
                <w:szCs w:val="22"/>
                <w:lang w:val="en-ZA"/>
              </w:rPr>
              <w:t xml:space="preserve"> </w:t>
            </w:r>
            <w:r w:rsidR="00996B8E">
              <w:rPr>
                <w:rFonts w:ascii="Arial" w:hAnsi="Arial" w:cs="Arial"/>
                <w:sz w:val="22"/>
                <w:szCs w:val="22"/>
                <w:lang w:val="en-ZA"/>
              </w:rPr>
              <w:t>a private</w:t>
            </w:r>
            <w:r w:rsidR="005278EB" w:rsidRPr="00C33518">
              <w:rPr>
                <w:rFonts w:ascii="Arial" w:hAnsi="Arial" w:cs="Arial"/>
                <w:sz w:val="22"/>
                <w:szCs w:val="22"/>
                <w:lang w:val="en-ZA"/>
              </w:rPr>
              <w:t xml:space="preserve"> company incorporated in accordance with the laws of South Africa with registration number:</w:t>
            </w:r>
            <w:r w:rsidR="007928C4">
              <w:rPr>
                <w:rFonts w:ascii="Arial" w:hAnsi="Arial" w:cs="Arial"/>
                <w:sz w:val="22"/>
                <w:szCs w:val="22"/>
                <w:lang w:val="en-ZA"/>
              </w:rPr>
              <w:t xml:space="preserve"> </w:t>
            </w:r>
            <w:r>
              <w:rPr>
                <w:rFonts w:ascii="Arial" w:hAnsi="Arial" w:cs="Arial"/>
                <w:b/>
                <w:sz w:val="22"/>
                <w:szCs w:val="22"/>
                <w:lang w:val="en-ZA"/>
              </w:rPr>
              <w:t>…………………..</w:t>
            </w:r>
          </w:p>
          <w:p w14:paraId="7881704D" w14:textId="77777777" w:rsidR="005278EB" w:rsidRPr="00C33518" w:rsidRDefault="005278EB" w:rsidP="00D1128E">
            <w:pPr>
              <w:ind w:left="993" w:hanging="993"/>
              <w:jc w:val="center"/>
              <w:rPr>
                <w:rFonts w:ascii="Arial" w:hAnsi="Arial" w:cs="Arial"/>
                <w:sz w:val="22"/>
                <w:szCs w:val="22"/>
              </w:rPr>
            </w:pPr>
          </w:p>
          <w:p w14:paraId="18BE29FE" w14:textId="77777777" w:rsidR="005278EB" w:rsidRPr="00C33518" w:rsidRDefault="005278EB" w:rsidP="00D1128E">
            <w:pPr>
              <w:ind w:left="993" w:hanging="993"/>
              <w:jc w:val="center"/>
              <w:rPr>
                <w:rFonts w:ascii="Arial" w:hAnsi="Arial" w:cs="Arial"/>
                <w:b/>
                <w:sz w:val="22"/>
                <w:szCs w:val="22"/>
              </w:rPr>
            </w:pPr>
            <w:r w:rsidRPr="00C33518">
              <w:rPr>
                <w:rFonts w:ascii="Arial" w:hAnsi="Arial" w:cs="Arial"/>
                <w:b/>
                <w:sz w:val="22"/>
                <w:szCs w:val="22"/>
              </w:rPr>
              <w:t>(“Service Provider”)</w:t>
            </w:r>
          </w:p>
          <w:p w14:paraId="525DBE07" w14:textId="77777777" w:rsidR="005278EB" w:rsidRPr="0046196F" w:rsidRDefault="005278EB" w:rsidP="00D1128E">
            <w:pPr>
              <w:spacing w:line="480" w:lineRule="auto"/>
              <w:ind w:left="993" w:hanging="993"/>
              <w:jc w:val="both"/>
              <w:rPr>
                <w:rFonts w:ascii="Arial" w:hAnsi="Arial" w:cs="Arial"/>
                <w:sz w:val="22"/>
                <w:szCs w:val="22"/>
              </w:rPr>
            </w:pPr>
          </w:p>
          <w:p w14:paraId="714FFAB1" w14:textId="77777777" w:rsidR="005278EB" w:rsidRPr="009825D5" w:rsidRDefault="005278EB" w:rsidP="00D1128E">
            <w:pPr>
              <w:widowControl w:val="0"/>
              <w:spacing w:before="120" w:after="120"/>
              <w:ind w:left="993" w:hanging="993"/>
              <w:jc w:val="center"/>
              <w:rPr>
                <w:rFonts w:ascii="Arial" w:hAnsi="Arial" w:cs="Arial"/>
                <w:b/>
                <w:sz w:val="22"/>
                <w:szCs w:val="22"/>
              </w:rPr>
            </w:pPr>
          </w:p>
          <w:p w14:paraId="24514493" w14:textId="77777777" w:rsidR="005278EB" w:rsidRPr="00837B87" w:rsidRDefault="005278EB" w:rsidP="003F1721">
            <w:pPr>
              <w:widowControl w:val="0"/>
              <w:spacing w:line="360" w:lineRule="auto"/>
              <w:ind w:left="993" w:hanging="993"/>
              <w:jc w:val="center"/>
              <w:rPr>
                <w:rFonts w:ascii="Arial" w:hAnsi="Arial" w:cs="Arial"/>
                <w:b/>
                <w:sz w:val="22"/>
                <w:szCs w:val="22"/>
                <w:lang w:val="en-US"/>
              </w:rPr>
            </w:pPr>
            <w:r w:rsidRPr="009825D5">
              <w:rPr>
                <w:rFonts w:ascii="Arial" w:hAnsi="Arial" w:cs="Arial"/>
                <w:b/>
                <w:sz w:val="22"/>
                <w:szCs w:val="22"/>
              </w:rPr>
              <w:t>FOR</w:t>
            </w:r>
            <w:r>
              <w:rPr>
                <w:rFonts w:ascii="Arial" w:hAnsi="Arial" w:cs="Arial"/>
                <w:b/>
                <w:sz w:val="22"/>
                <w:szCs w:val="22"/>
              </w:rPr>
              <w:t xml:space="preserve"> </w:t>
            </w:r>
            <w:r w:rsidR="009B4D6F">
              <w:rPr>
                <w:rFonts w:ascii="Arial" w:hAnsi="Arial" w:cs="Arial"/>
                <w:b/>
                <w:sz w:val="22"/>
                <w:szCs w:val="22"/>
              </w:rPr>
              <w:t xml:space="preserve">THE </w:t>
            </w:r>
            <w:r w:rsidR="00E72045">
              <w:rPr>
                <w:rFonts w:ascii="Arial" w:hAnsi="Arial" w:cs="Arial"/>
                <w:b/>
                <w:sz w:val="22"/>
                <w:szCs w:val="22"/>
              </w:rPr>
              <w:t xml:space="preserve">SUPPLY AND </w:t>
            </w:r>
            <w:r w:rsidR="00803D6D">
              <w:rPr>
                <w:rFonts w:ascii="Arial" w:hAnsi="Arial" w:cs="Arial"/>
                <w:b/>
                <w:sz w:val="22"/>
                <w:szCs w:val="22"/>
              </w:rPr>
              <w:t>DELIVE</w:t>
            </w:r>
            <w:r w:rsidR="00E72045">
              <w:rPr>
                <w:rFonts w:ascii="Arial" w:hAnsi="Arial" w:cs="Arial"/>
                <w:b/>
                <w:sz w:val="22"/>
                <w:szCs w:val="22"/>
              </w:rPr>
              <w:t xml:space="preserve">RY </w:t>
            </w:r>
            <w:r>
              <w:rPr>
                <w:rFonts w:ascii="Arial" w:hAnsi="Arial" w:cs="Arial"/>
                <w:b/>
                <w:sz w:val="22"/>
                <w:szCs w:val="22"/>
              </w:rPr>
              <w:t xml:space="preserve">OF </w:t>
            </w:r>
            <w:r w:rsidR="00E72045">
              <w:rPr>
                <w:rFonts w:ascii="Arial" w:hAnsi="Arial" w:cs="Arial"/>
                <w:b/>
                <w:sz w:val="22"/>
                <w:szCs w:val="22"/>
              </w:rPr>
              <w:t>FORKLIFTS</w:t>
            </w:r>
            <w:r>
              <w:rPr>
                <w:rFonts w:ascii="Arial" w:hAnsi="Arial" w:cs="Arial"/>
                <w:b/>
                <w:sz w:val="22"/>
                <w:szCs w:val="22"/>
                <w:lang w:val="en-US"/>
              </w:rPr>
              <w:t xml:space="preserve"> </w:t>
            </w:r>
          </w:p>
        </w:tc>
      </w:tr>
    </w:tbl>
    <w:p w14:paraId="6022201D" w14:textId="77777777" w:rsidR="005278EB" w:rsidRPr="009825D5" w:rsidRDefault="005278EB" w:rsidP="00D1128E">
      <w:pPr>
        <w:widowControl w:val="0"/>
        <w:ind w:left="993" w:hanging="993"/>
        <w:jc w:val="center"/>
        <w:rPr>
          <w:rFonts w:ascii="Arial" w:hAnsi="Arial" w:cs="Arial"/>
          <w:b/>
          <w:sz w:val="22"/>
          <w:szCs w:val="22"/>
        </w:rPr>
      </w:pPr>
    </w:p>
    <w:p w14:paraId="1836D214" w14:textId="77777777" w:rsidR="005823CA" w:rsidRDefault="005278EB" w:rsidP="00D1128E">
      <w:pPr>
        <w:widowControl w:val="0"/>
        <w:overflowPunct/>
        <w:autoSpaceDE/>
        <w:autoSpaceDN/>
        <w:adjustRightInd/>
        <w:ind w:left="993" w:hanging="993"/>
        <w:jc w:val="center"/>
        <w:textAlignment w:val="auto"/>
        <w:rPr>
          <w:rFonts w:ascii="Arial" w:hAnsi="Arial" w:cs="Arial"/>
          <w:b/>
          <w:sz w:val="22"/>
          <w:szCs w:val="22"/>
        </w:rPr>
      </w:pPr>
      <w:r w:rsidRPr="009825D5">
        <w:rPr>
          <w:rFonts w:ascii="Arial" w:hAnsi="Arial" w:cs="Arial"/>
          <w:b/>
          <w:sz w:val="22"/>
          <w:szCs w:val="22"/>
        </w:rPr>
        <w:br w:type="page"/>
      </w:r>
    </w:p>
    <w:p w14:paraId="0A25FF11" w14:textId="77777777" w:rsidR="005278EB" w:rsidRPr="006A01CD" w:rsidRDefault="005278EB" w:rsidP="00D1128E">
      <w:pPr>
        <w:widowControl w:val="0"/>
        <w:overflowPunct/>
        <w:autoSpaceDE/>
        <w:autoSpaceDN/>
        <w:adjustRightInd/>
        <w:ind w:left="993" w:hanging="993"/>
        <w:jc w:val="center"/>
        <w:textAlignment w:val="auto"/>
        <w:rPr>
          <w:rFonts w:ascii="Arial" w:hAnsi="Arial" w:cs="Arial"/>
          <w:b/>
          <w:sz w:val="22"/>
          <w:szCs w:val="22"/>
        </w:rPr>
      </w:pPr>
      <w:r w:rsidRPr="006A01CD">
        <w:rPr>
          <w:rFonts w:ascii="Arial" w:hAnsi="Arial" w:cs="Arial"/>
          <w:b/>
          <w:sz w:val="22"/>
          <w:szCs w:val="22"/>
        </w:rPr>
        <w:lastRenderedPageBreak/>
        <w:t>TABLE OF CONTENTS</w:t>
      </w:r>
    </w:p>
    <w:p w14:paraId="6EB6F2AF" w14:textId="77777777" w:rsidR="00D50D37" w:rsidRDefault="00EE3227">
      <w:pPr>
        <w:pStyle w:val="TOC1"/>
        <w:rPr>
          <w:rFonts w:asciiTheme="minorHAnsi" w:eastAsiaTheme="minorEastAsia" w:hAnsiTheme="minorHAnsi" w:cstheme="minorBidi"/>
          <w:b w:val="0"/>
          <w:caps w:val="0"/>
          <w:color w:val="auto"/>
          <w:sz w:val="22"/>
          <w:szCs w:val="22"/>
          <w:lang w:val="en-ZA" w:eastAsia="en-ZA"/>
        </w:rPr>
      </w:pPr>
      <w:r w:rsidRPr="006A01CD">
        <w:rPr>
          <w:rFonts w:ascii="Arial" w:hAnsi="Arial" w:cs="Arial"/>
          <w:b w:val="0"/>
          <w:sz w:val="22"/>
          <w:szCs w:val="22"/>
        </w:rPr>
        <w:fldChar w:fldCharType="begin"/>
      </w:r>
      <w:r w:rsidRPr="006A01CD">
        <w:rPr>
          <w:rFonts w:ascii="Arial" w:hAnsi="Arial" w:cs="Arial"/>
          <w:b w:val="0"/>
          <w:sz w:val="22"/>
          <w:szCs w:val="22"/>
        </w:rPr>
        <w:instrText xml:space="preserve"> TOC \f \h \z </w:instrText>
      </w:r>
      <w:r w:rsidRPr="006A01CD">
        <w:rPr>
          <w:rFonts w:ascii="Arial" w:hAnsi="Arial" w:cs="Arial"/>
          <w:b w:val="0"/>
          <w:sz w:val="22"/>
          <w:szCs w:val="22"/>
        </w:rPr>
        <w:fldChar w:fldCharType="separate"/>
      </w:r>
      <w:hyperlink w:anchor="_Toc67652845" w:history="1">
        <w:r w:rsidR="00D50D37" w:rsidRPr="00ED12CB">
          <w:rPr>
            <w:rStyle w:val="Hyperlink"/>
          </w:rPr>
          <w:t>1.   APPOINTMENT</w:t>
        </w:r>
        <w:r w:rsidR="00D50D37">
          <w:rPr>
            <w:webHidden/>
          </w:rPr>
          <w:tab/>
        </w:r>
        <w:r w:rsidR="00D50D37">
          <w:rPr>
            <w:webHidden/>
          </w:rPr>
          <w:fldChar w:fldCharType="begin"/>
        </w:r>
        <w:r w:rsidR="00D50D37">
          <w:rPr>
            <w:webHidden/>
          </w:rPr>
          <w:instrText xml:space="preserve"> PAGEREF _Toc67652845 \h </w:instrText>
        </w:r>
        <w:r w:rsidR="00D50D37">
          <w:rPr>
            <w:webHidden/>
          </w:rPr>
        </w:r>
        <w:r w:rsidR="00D50D37">
          <w:rPr>
            <w:webHidden/>
          </w:rPr>
          <w:fldChar w:fldCharType="separate"/>
        </w:r>
        <w:r w:rsidR="00D50D37">
          <w:rPr>
            <w:webHidden/>
          </w:rPr>
          <w:t>2</w:t>
        </w:r>
        <w:r w:rsidR="00D50D37">
          <w:rPr>
            <w:webHidden/>
          </w:rPr>
          <w:fldChar w:fldCharType="end"/>
        </w:r>
      </w:hyperlink>
    </w:p>
    <w:p w14:paraId="7B8916A9"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46" w:history="1">
        <w:r w:rsidR="00D50D37" w:rsidRPr="00ED12CB">
          <w:rPr>
            <w:rStyle w:val="Hyperlink"/>
          </w:rPr>
          <w:t>2.   INTERPRETATION</w:t>
        </w:r>
        <w:r w:rsidR="00D50D37">
          <w:rPr>
            <w:webHidden/>
          </w:rPr>
          <w:tab/>
        </w:r>
        <w:r w:rsidR="00D50D37">
          <w:rPr>
            <w:webHidden/>
          </w:rPr>
          <w:fldChar w:fldCharType="begin"/>
        </w:r>
        <w:r w:rsidR="00D50D37">
          <w:rPr>
            <w:webHidden/>
          </w:rPr>
          <w:instrText xml:space="preserve"> PAGEREF _Toc67652846 \h </w:instrText>
        </w:r>
        <w:r w:rsidR="00D50D37">
          <w:rPr>
            <w:webHidden/>
          </w:rPr>
        </w:r>
        <w:r w:rsidR="00D50D37">
          <w:rPr>
            <w:webHidden/>
          </w:rPr>
          <w:fldChar w:fldCharType="separate"/>
        </w:r>
        <w:r w:rsidR="00D50D37">
          <w:rPr>
            <w:webHidden/>
          </w:rPr>
          <w:t>3</w:t>
        </w:r>
        <w:r w:rsidR="00D50D37">
          <w:rPr>
            <w:webHidden/>
          </w:rPr>
          <w:fldChar w:fldCharType="end"/>
        </w:r>
      </w:hyperlink>
    </w:p>
    <w:p w14:paraId="55375199"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47" w:history="1">
        <w:r w:rsidR="00D50D37" w:rsidRPr="00ED12CB">
          <w:rPr>
            <w:rStyle w:val="Hyperlink"/>
          </w:rPr>
          <w:t>3.   DURATION</w:t>
        </w:r>
        <w:r w:rsidR="00D50D37">
          <w:rPr>
            <w:webHidden/>
          </w:rPr>
          <w:tab/>
        </w:r>
        <w:r w:rsidR="00D50D37">
          <w:rPr>
            <w:webHidden/>
          </w:rPr>
          <w:fldChar w:fldCharType="begin"/>
        </w:r>
        <w:r w:rsidR="00D50D37">
          <w:rPr>
            <w:webHidden/>
          </w:rPr>
          <w:instrText xml:space="preserve"> PAGEREF _Toc67652847 \h </w:instrText>
        </w:r>
        <w:r w:rsidR="00D50D37">
          <w:rPr>
            <w:webHidden/>
          </w:rPr>
        </w:r>
        <w:r w:rsidR="00D50D37">
          <w:rPr>
            <w:webHidden/>
          </w:rPr>
          <w:fldChar w:fldCharType="separate"/>
        </w:r>
        <w:r w:rsidR="00D50D37">
          <w:rPr>
            <w:webHidden/>
          </w:rPr>
          <w:t>9</w:t>
        </w:r>
        <w:r w:rsidR="00D50D37">
          <w:rPr>
            <w:webHidden/>
          </w:rPr>
          <w:fldChar w:fldCharType="end"/>
        </w:r>
      </w:hyperlink>
    </w:p>
    <w:p w14:paraId="46422C54"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48" w:history="1">
        <w:r w:rsidR="00D50D37" w:rsidRPr="00ED12CB">
          <w:rPr>
            <w:rStyle w:val="Hyperlink"/>
            <w:lang w:val="en-ZA"/>
          </w:rPr>
          <w:t>4.   SALE</w:t>
        </w:r>
        <w:r w:rsidR="00D50D37">
          <w:rPr>
            <w:rStyle w:val="Hyperlink"/>
            <w:lang w:val="en-ZA"/>
          </w:rPr>
          <w:t>……..</w:t>
        </w:r>
        <w:r w:rsidR="00D50D37">
          <w:rPr>
            <w:webHidden/>
          </w:rPr>
          <w:tab/>
          <w:t>………………………………………………………………………………………………………….</w:t>
        </w:r>
        <w:r w:rsidR="00D50D37">
          <w:rPr>
            <w:webHidden/>
          </w:rPr>
          <w:fldChar w:fldCharType="begin"/>
        </w:r>
        <w:r w:rsidR="00D50D37">
          <w:rPr>
            <w:webHidden/>
          </w:rPr>
          <w:instrText xml:space="preserve"> PAGEREF _Toc67652848 \h </w:instrText>
        </w:r>
        <w:r w:rsidR="00D50D37">
          <w:rPr>
            <w:webHidden/>
          </w:rPr>
        </w:r>
        <w:r w:rsidR="00D50D37">
          <w:rPr>
            <w:webHidden/>
          </w:rPr>
          <w:fldChar w:fldCharType="separate"/>
        </w:r>
        <w:r w:rsidR="00D50D37">
          <w:rPr>
            <w:webHidden/>
          </w:rPr>
          <w:t>9</w:t>
        </w:r>
        <w:r w:rsidR="00D50D37">
          <w:rPr>
            <w:webHidden/>
          </w:rPr>
          <w:fldChar w:fldCharType="end"/>
        </w:r>
      </w:hyperlink>
    </w:p>
    <w:p w14:paraId="73AB72DF"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49" w:history="1">
        <w:r w:rsidR="00D50D37" w:rsidRPr="00ED12CB">
          <w:rPr>
            <w:rStyle w:val="Hyperlink"/>
            <w:lang w:val="en-ZA"/>
          </w:rPr>
          <w:t>5.   SELLER'S UNDERTAKING</w:t>
        </w:r>
        <w:r w:rsidR="00D50D37">
          <w:rPr>
            <w:webHidden/>
          </w:rPr>
          <w:tab/>
        </w:r>
        <w:r w:rsidR="00D50D37">
          <w:rPr>
            <w:webHidden/>
          </w:rPr>
          <w:fldChar w:fldCharType="begin"/>
        </w:r>
        <w:r w:rsidR="00D50D37">
          <w:rPr>
            <w:webHidden/>
          </w:rPr>
          <w:instrText xml:space="preserve"> PAGEREF _Toc67652849 \h </w:instrText>
        </w:r>
        <w:r w:rsidR="00D50D37">
          <w:rPr>
            <w:webHidden/>
          </w:rPr>
        </w:r>
        <w:r w:rsidR="00D50D37">
          <w:rPr>
            <w:webHidden/>
          </w:rPr>
          <w:fldChar w:fldCharType="separate"/>
        </w:r>
        <w:r w:rsidR="00D50D37">
          <w:rPr>
            <w:webHidden/>
          </w:rPr>
          <w:t>9</w:t>
        </w:r>
        <w:r w:rsidR="00D50D37">
          <w:rPr>
            <w:webHidden/>
          </w:rPr>
          <w:fldChar w:fldCharType="end"/>
        </w:r>
      </w:hyperlink>
    </w:p>
    <w:p w14:paraId="1362C57B"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50" w:history="1">
        <w:r w:rsidR="00D50D37" w:rsidRPr="00ED12CB">
          <w:rPr>
            <w:rStyle w:val="Hyperlink"/>
            <w:lang w:val="en-ZA"/>
          </w:rPr>
          <w:t>6.   QUALITY OF THE FORKLIFTS</w:t>
        </w:r>
        <w:r w:rsidR="00D50D37">
          <w:rPr>
            <w:webHidden/>
          </w:rPr>
          <w:tab/>
        </w:r>
        <w:r w:rsidR="00D50D37">
          <w:rPr>
            <w:webHidden/>
          </w:rPr>
          <w:fldChar w:fldCharType="begin"/>
        </w:r>
        <w:r w:rsidR="00D50D37">
          <w:rPr>
            <w:webHidden/>
          </w:rPr>
          <w:instrText xml:space="preserve"> PAGEREF _Toc67652850 \h </w:instrText>
        </w:r>
        <w:r w:rsidR="00D50D37">
          <w:rPr>
            <w:webHidden/>
          </w:rPr>
        </w:r>
        <w:r w:rsidR="00D50D37">
          <w:rPr>
            <w:webHidden/>
          </w:rPr>
          <w:fldChar w:fldCharType="separate"/>
        </w:r>
        <w:r w:rsidR="00D50D37">
          <w:rPr>
            <w:webHidden/>
          </w:rPr>
          <w:t>12</w:t>
        </w:r>
        <w:r w:rsidR="00D50D37">
          <w:rPr>
            <w:webHidden/>
          </w:rPr>
          <w:fldChar w:fldCharType="end"/>
        </w:r>
      </w:hyperlink>
    </w:p>
    <w:p w14:paraId="4F3ECBE3"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51" w:history="1">
        <w:r w:rsidR="00D50D37" w:rsidRPr="00ED12CB">
          <w:rPr>
            <w:rStyle w:val="Hyperlink"/>
            <w:lang w:val="en-ZA"/>
          </w:rPr>
          <w:t>7.   PURCHASER'S UNDERTAKING</w:t>
        </w:r>
        <w:r w:rsidR="00D50D37">
          <w:rPr>
            <w:webHidden/>
          </w:rPr>
          <w:tab/>
        </w:r>
        <w:r w:rsidR="00D50D37">
          <w:rPr>
            <w:webHidden/>
          </w:rPr>
          <w:fldChar w:fldCharType="begin"/>
        </w:r>
        <w:r w:rsidR="00D50D37">
          <w:rPr>
            <w:webHidden/>
          </w:rPr>
          <w:instrText xml:space="preserve"> PAGEREF _Toc67652851 \h </w:instrText>
        </w:r>
        <w:r w:rsidR="00D50D37">
          <w:rPr>
            <w:webHidden/>
          </w:rPr>
        </w:r>
        <w:r w:rsidR="00D50D37">
          <w:rPr>
            <w:webHidden/>
          </w:rPr>
          <w:fldChar w:fldCharType="separate"/>
        </w:r>
        <w:r w:rsidR="00D50D37">
          <w:rPr>
            <w:webHidden/>
          </w:rPr>
          <w:t>12</w:t>
        </w:r>
        <w:r w:rsidR="00D50D37">
          <w:rPr>
            <w:webHidden/>
          </w:rPr>
          <w:fldChar w:fldCharType="end"/>
        </w:r>
      </w:hyperlink>
    </w:p>
    <w:p w14:paraId="372092E4"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53" w:history="1">
        <w:r w:rsidR="00D50D37" w:rsidRPr="00ED12CB">
          <w:rPr>
            <w:rStyle w:val="Hyperlink"/>
            <w:lang w:val="en-ZA"/>
          </w:rPr>
          <w:t>8.   SERVICE LEVELS</w:t>
        </w:r>
        <w:r w:rsidR="00D50D37">
          <w:rPr>
            <w:webHidden/>
          </w:rPr>
          <w:tab/>
        </w:r>
        <w:r w:rsidR="00D50D37">
          <w:rPr>
            <w:webHidden/>
          </w:rPr>
          <w:fldChar w:fldCharType="begin"/>
        </w:r>
        <w:r w:rsidR="00D50D37">
          <w:rPr>
            <w:webHidden/>
          </w:rPr>
          <w:instrText xml:space="preserve"> PAGEREF _Toc67652853 \h </w:instrText>
        </w:r>
        <w:r w:rsidR="00D50D37">
          <w:rPr>
            <w:webHidden/>
          </w:rPr>
        </w:r>
        <w:r w:rsidR="00D50D37">
          <w:rPr>
            <w:webHidden/>
          </w:rPr>
          <w:fldChar w:fldCharType="separate"/>
        </w:r>
        <w:r w:rsidR="00D50D37">
          <w:rPr>
            <w:webHidden/>
          </w:rPr>
          <w:t>13</w:t>
        </w:r>
        <w:r w:rsidR="00D50D37">
          <w:rPr>
            <w:webHidden/>
          </w:rPr>
          <w:fldChar w:fldCharType="end"/>
        </w:r>
      </w:hyperlink>
    </w:p>
    <w:p w14:paraId="77AFFCFB"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57" w:history="1">
        <w:r w:rsidR="00D50D37" w:rsidRPr="00ED12CB">
          <w:rPr>
            <w:rStyle w:val="Hyperlink"/>
            <w:lang w:val="en-ZA"/>
          </w:rPr>
          <w:t>10.   SERVICE LEVEL MANAGEMENT</w:t>
        </w:r>
        <w:r w:rsidR="00D50D37">
          <w:rPr>
            <w:webHidden/>
          </w:rPr>
          <w:tab/>
        </w:r>
        <w:r w:rsidR="00D50D37">
          <w:rPr>
            <w:webHidden/>
          </w:rPr>
          <w:fldChar w:fldCharType="begin"/>
        </w:r>
        <w:r w:rsidR="00D50D37">
          <w:rPr>
            <w:webHidden/>
          </w:rPr>
          <w:instrText xml:space="preserve"> PAGEREF _Toc67652857 \h </w:instrText>
        </w:r>
        <w:r w:rsidR="00D50D37">
          <w:rPr>
            <w:webHidden/>
          </w:rPr>
        </w:r>
        <w:r w:rsidR="00D50D37">
          <w:rPr>
            <w:webHidden/>
          </w:rPr>
          <w:fldChar w:fldCharType="separate"/>
        </w:r>
        <w:r w:rsidR="00D50D37">
          <w:rPr>
            <w:webHidden/>
          </w:rPr>
          <w:t>16</w:t>
        </w:r>
        <w:r w:rsidR="00D50D37">
          <w:rPr>
            <w:webHidden/>
          </w:rPr>
          <w:fldChar w:fldCharType="end"/>
        </w:r>
      </w:hyperlink>
    </w:p>
    <w:p w14:paraId="35892651"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59" w:history="1">
        <w:r w:rsidR="00D50D37" w:rsidRPr="00ED12CB">
          <w:rPr>
            <w:rStyle w:val="Hyperlink"/>
            <w:lang w:val="en-ZA"/>
          </w:rPr>
          <w:t>11.   THE SERVICE PROVIDER'S CALL LOGGING PROCEDURE</w:t>
        </w:r>
        <w:r w:rsidR="00D50D37">
          <w:rPr>
            <w:webHidden/>
          </w:rPr>
          <w:tab/>
        </w:r>
        <w:r w:rsidR="00D50D37">
          <w:rPr>
            <w:webHidden/>
          </w:rPr>
          <w:fldChar w:fldCharType="begin"/>
        </w:r>
        <w:r w:rsidR="00D50D37">
          <w:rPr>
            <w:webHidden/>
          </w:rPr>
          <w:instrText xml:space="preserve"> PAGEREF _Toc67652859 \h </w:instrText>
        </w:r>
        <w:r w:rsidR="00D50D37">
          <w:rPr>
            <w:webHidden/>
          </w:rPr>
        </w:r>
        <w:r w:rsidR="00D50D37">
          <w:rPr>
            <w:webHidden/>
          </w:rPr>
          <w:fldChar w:fldCharType="separate"/>
        </w:r>
        <w:r w:rsidR="00D50D37">
          <w:rPr>
            <w:webHidden/>
          </w:rPr>
          <w:t>17</w:t>
        </w:r>
        <w:r w:rsidR="00D50D37">
          <w:rPr>
            <w:webHidden/>
          </w:rPr>
          <w:fldChar w:fldCharType="end"/>
        </w:r>
      </w:hyperlink>
    </w:p>
    <w:p w14:paraId="698FB216"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61" w:history="1">
        <w:r w:rsidR="00D50D37" w:rsidRPr="00ED12CB">
          <w:rPr>
            <w:rStyle w:val="Hyperlink"/>
            <w:lang w:val="en-ZA"/>
          </w:rPr>
          <w:t>12.   PERSONNEL</w:t>
        </w:r>
        <w:r w:rsidR="00D50D37">
          <w:rPr>
            <w:webHidden/>
          </w:rPr>
          <w:tab/>
        </w:r>
        <w:r w:rsidR="00D50D37">
          <w:rPr>
            <w:webHidden/>
          </w:rPr>
          <w:fldChar w:fldCharType="begin"/>
        </w:r>
        <w:r w:rsidR="00D50D37">
          <w:rPr>
            <w:webHidden/>
          </w:rPr>
          <w:instrText xml:space="preserve"> PAGEREF _Toc67652861 \h </w:instrText>
        </w:r>
        <w:r w:rsidR="00D50D37">
          <w:rPr>
            <w:webHidden/>
          </w:rPr>
        </w:r>
        <w:r w:rsidR="00D50D37">
          <w:rPr>
            <w:webHidden/>
          </w:rPr>
          <w:fldChar w:fldCharType="separate"/>
        </w:r>
        <w:r w:rsidR="00D50D37">
          <w:rPr>
            <w:webHidden/>
          </w:rPr>
          <w:t>20</w:t>
        </w:r>
        <w:r w:rsidR="00D50D37">
          <w:rPr>
            <w:webHidden/>
          </w:rPr>
          <w:fldChar w:fldCharType="end"/>
        </w:r>
      </w:hyperlink>
    </w:p>
    <w:p w14:paraId="48AFECD4"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64" w:history="1">
        <w:r w:rsidR="00D50D37" w:rsidRPr="00ED12CB">
          <w:rPr>
            <w:rStyle w:val="Hyperlink"/>
            <w:lang w:val="en-ZA"/>
          </w:rPr>
          <w:t>13.   CHANGES TO SERVICE LEVEL AGREEMENT</w:t>
        </w:r>
        <w:r w:rsidR="00D50D37">
          <w:rPr>
            <w:webHidden/>
          </w:rPr>
          <w:tab/>
        </w:r>
        <w:r w:rsidR="00D50D37">
          <w:rPr>
            <w:webHidden/>
          </w:rPr>
          <w:fldChar w:fldCharType="begin"/>
        </w:r>
        <w:r w:rsidR="00D50D37">
          <w:rPr>
            <w:webHidden/>
          </w:rPr>
          <w:instrText xml:space="preserve"> PAGEREF _Toc67652864 \h </w:instrText>
        </w:r>
        <w:r w:rsidR="00D50D37">
          <w:rPr>
            <w:webHidden/>
          </w:rPr>
        </w:r>
        <w:r w:rsidR="00D50D37">
          <w:rPr>
            <w:webHidden/>
          </w:rPr>
          <w:fldChar w:fldCharType="separate"/>
        </w:r>
        <w:r w:rsidR="00D50D37">
          <w:rPr>
            <w:webHidden/>
          </w:rPr>
          <w:t>20</w:t>
        </w:r>
        <w:r w:rsidR="00D50D37">
          <w:rPr>
            <w:webHidden/>
          </w:rPr>
          <w:fldChar w:fldCharType="end"/>
        </w:r>
      </w:hyperlink>
    </w:p>
    <w:p w14:paraId="201D5E01"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65" w:history="1">
        <w:r w:rsidR="00D50D37" w:rsidRPr="00ED12CB">
          <w:rPr>
            <w:rStyle w:val="Hyperlink"/>
            <w:lang w:val="en-ZA"/>
          </w:rPr>
          <w:t>14.   WARRANTIES</w:t>
        </w:r>
        <w:r w:rsidR="00D50D37">
          <w:rPr>
            <w:webHidden/>
          </w:rPr>
          <w:tab/>
        </w:r>
        <w:r w:rsidR="00D50D37">
          <w:rPr>
            <w:webHidden/>
          </w:rPr>
          <w:fldChar w:fldCharType="begin"/>
        </w:r>
        <w:r w:rsidR="00D50D37">
          <w:rPr>
            <w:webHidden/>
          </w:rPr>
          <w:instrText xml:space="preserve"> PAGEREF _Toc67652865 \h </w:instrText>
        </w:r>
        <w:r w:rsidR="00D50D37">
          <w:rPr>
            <w:webHidden/>
          </w:rPr>
        </w:r>
        <w:r w:rsidR="00D50D37">
          <w:rPr>
            <w:webHidden/>
          </w:rPr>
          <w:fldChar w:fldCharType="separate"/>
        </w:r>
        <w:r w:rsidR="00D50D37">
          <w:rPr>
            <w:webHidden/>
          </w:rPr>
          <w:t>21</w:t>
        </w:r>
        <w:r w:rsidR="00D50D37">
          <w:rPr>
            <w:webHidden/>
          </w:rPr>
          <w:fldChar w:fldCharType="end"/>
        </w:r>
      </w:hyperlink>
    </w:p>
    <w:p w14:paraId="21AC0FCD"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66" w:history="1">
        <w:r w:rsidR="00D50D37" w:rsidRPr="00ED12CB">
          <w:rPr>
            <w:rStyle w:val="Hyperlink"/>
            <w:lang w:val="en-ZA"/>
          </w:rPr>
          <w:t>15.   HEALTH, SAFETY AND SECURITY PROCEDURES AND GUIDELINES</w:t>
        </w:r>
        <w:r w:rsidR="00D50D37">
          <w:rPr>
            <w:webHidden/>
          </w:rPr>
          <w:tab/>
        </w:r>
        <w:r w:rsidR="00D50D37">
          <w:rPr>
            <w:webHidden/>
          </w:rPr>
          <w:fldChar w:fldCharType="begin"/>
        </w:r>
        <w:r w:rsidR="00D50D37">
          <w:rPr>
            <w:webHidden/>
          </w:rPr>
          <w:instrText xml:space="preserve"> PAGEREF _Toc67652866 \h </w:instrText>
        </w:r>
        <w:r w:rsidR="00D50D37">
          <w:rPr>
            <w:webHidden/>
          </w:rPr>
        </w:r>
        <w:r w:rsidR="00D50D37">
          <w:rPr>
            <w:webHidden/>
          </w:rPr>
          <w:fldChar w:fldCharType="separate"/>
        </w:r>
        <w:r w:rsidR="00D50D37">
          <w:rPr>
            <w:webHidden/>
          </w:rPr>
          <w:t>23</w:t>
        </w:r>
        <w:r w:rsidR="00D50D37">
          <w:rPr>
            <w:webHidden/>
          </w:rPr>
          <w:fldChar w:fldCharType="end"/>
        </w:r>
      </w:hyperlink>
    </w:p>
    <w:p w14:paraId="60E6F13B"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67" w:history="1">
        <w:r w:rsidR="00D50D37" w:rsidRPr="00ED12CB">
          <w:rPr>
            <w:rStyle w:val="Hyperlink"/>
            <w:lang w:val="en-ZA"/>
          </w:rPr>
          <w:t>16. INDEMNITIES AND INSURANCE</w:t>
        </w:r>
        <w:r w:rsidR="00D50D37">
          <w:rPr>
            <w:webHidden/>
          </w:rPr>
          <w:tab/>
        </w:r>
        <w:r w:rsidR="00D50D37">
          <w:rPr>
            <w:webHidden/>
          </w:rPr>
          <w:fldChar w:fldCharType="begin"/>
        </w:r>
        <w:r w:rsidR="00D50D37">
          <w:rPr>
            <w:webHidden/>
          </w:rPr>
          <w:instrText xml:space="preserve"> PAGEREF _Toc67652867 \h </w:instrText>
        </w:r>
        <w:r w:rsidR="00D50D37">
          <w:rPr>
            <w:webHidden/>
          </w:rPr>
        </w:r>
        <w:r w:rsidR="00D50D37">
          <w:rPr>
            <w:webHidden/>
          </w:rPr>
          <w:fldChar w:fldCharType="separate"/>
        </w:r>
        <w:r w:rsidR="00D50D37">
          <w:rPr>
            <w:webHidden/>
          </w:rPr>
          <w:t>23</w:t>
        </w:r>
        <w:r w:rsidR="00D50D37">
          <w:rPr>
            <w:webHidden/>
          </w:rPr>
          <w:fldChar w:fldCharType="end"/>
        </w:r>
      </w:hyperlink>
    </w:p>
    <w:p w14:paraId="16C14266"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68" w:history="1">
        <w:r w:rsidR="00D50D37" w:rsidRPr="00ED12CB">
          <w:rPr>
            <w:rStyle w:val="Hyperlink"/>
            <w:lang w:val="en-ZA"/>
          </w:rPr>
          <w:t>17.   LIMITATION OF LIABILITY</w:t>
        </w:r>
        <w:r w:rsidR="00D50D37">
          <w:rPr>
            <w:webHidden/>
          </w:rPr>
          <w:tab/>
        </w:r>
        <w:r w:rsidR="00D50D37">
          <w:rPr>
            <w:webHidden/>
          </w:rPr>
          <w:fldChar w:fldCharType="begin"/>
        </w:r>
        <w:r w:rsidR="00D50D37">
          <w:rPr>
            <w:webHidden/>
          </w:rPr>
          <w:instrText xml:space="preserve"> PAGEREF _Toc67652868 \h </w:instrText>
        </w:r>
        <w:r w:rsidR="00D50D37">
          <w:rPr>
            <w:webHidden/>
          </w:rPr>
        </w:r>
        <w:r w:rsidR="00D50D37">
          <w:rPr>
            <w:webHidden/>
          </w:rPr>
          <w:fldChar w:fldCharType="separate"/>
        </w:r>
        <w:r w:rsidR="00D50D37">
          <w:rPr>
            <w:webHidden/>
          </w:rPr>
          <w:t>25</w:t>
        </w:r>
        <w:r w:rsidR="00D50D37">
          <w:rPr>
            <w:webHidden/>
          </w:rPr>
          <w:fldChar w:fldCharType="end"/>
        </w:r>
      </w:hyperlink>
    </w:p>
    <w:p w14:paraId="0F1CEDFE"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69" w:history="1">
        <w:r w:rsidR="00D50D37" w:rsidRPr="00ED12CB">
          <w:rPr>
            <w:rStyle w:val="Hyperlink"/>
            <w:lang w:val="en-ZA"/>
          </w:rPr>
          <w:t>18.   SECURITY VETTING OF THE SERVICE PROVIDER'S PERSONNEL</w:t>
        </w:r>
        <w:r w:rsidR="00D50D37">
          <w:rPr>
            <w:webHidden/>
          </w:rPr>
          <w:tab/>
        </w:r>
        <w:r w:rsidR="00D50D37">
          <w:rPr>
            <w:webHidden/>
          </w:rPr>
          <w:fldChar w:fldCharType="begin"/>
        </w:r>
        <w:r w:rsidR="00D50D37">
          <w:rPr>
            <w:webHidden/>
          </w:rPr>
          <w:instrText xml:space="preserve"> PAGEREF _Toc67652869 \h </w:instrText>
        </w:r>
        <w:r w:rsidR="00D50D37">
          <w:rPr>
            <w:webHidden/>
          </w:rPr>
        </w:r>
        <w:r w:rsidR="00D50D37">
          <w:rPr>
            <w:webHidden/>
          </w:rPr>
          <w:fldChar w:fldCharType="separate"/>
        </w:r>
        <w:r w:rsidR="00D50D37">
          <w:rPr>
            <w:webHidden/>
          </w:rPr>
          <w:t>25</w:t>
        </w:r>
        <w:r w:rsidR="00D50D37">
          <w:rPr>
            <w:webHidden/>
          </w:rPr>
          <w:fldChar w:fldCharType="end"/>
        </w:r>
      </w:hyperlink>
    </w:p>
    <w:p w14:paraId="63E2DFD2"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70" w:history="1">
        <w:r w:rsidR="00D50D37" w:rsidRPr="00ED12CB">
          <w:rPr>
            <w:rStyle w:val="Hyperlink"/>
            <w:lang w:val="en-ZA"/>
          </w:rPr>
          <w:t>19.   ETHICAL BUSINESS PRACTICES</w:t>
        </w:r>
        <w:r w:rsidR="00D50D37">
          <w:rPr>
            <w:webHidden/>
          </w:rPr>
          <w:tab/>
        </w:r>
        <w:r w:rsidR="00D50D37">
          <w:rPr>
            <w:webHidden/>
          </w:rPr>
          <w:fldChar w:fldCharType="begin"/>
        </w:r>
        <w:r w:rsidR="00D50D37">
          <w:rPr>
            <w:webHidden/>
          </w:rPr>
          <w:instrText xml:space="preserve"> PAGEREF _Toc67652870 \h </w:instrText>
        </w:r>
        <w:r w:rsidR="00D50D37">
          <w:rPr>
            <w:webHidden/>
          </w:rPr>
        </w:r>
        <w:r w:rsidR="00D50D37">
          <w:rPr>
            <w:webHidden/>
          </w:rPr>
          <w:fldChar w:fldCharType="separate"/>
        </w:r>
        <w:r w:rsidR="00D50D37">
          <w:rPr>
            <w:webHidden/>
          </w:rPr>
          <w:t>25</w:t>
        </w:r>
        <w:r w:rsidR="00D50D37">
          <w:rPr>
            <w:webHidden/>
          </w:rPr>
          <w:fldChar w:fldCharType="end"/>
        </w:r>
      </w:hyperlink>
    </w:p>
    <w:p w14:paraId="11B15E1F"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71" w:history="1">
        <w:r w:rsidR="00D50D37" w:rsidRPr="00ED12CB">
          <w:rPr>
            <w:rStyle w:val="Hyperlink"/>
            <w:lang w:val="en-ZA"/>
          </w:rPr>
          <w:t>20.   BREACH</w:t>
        </w:r>
        <w:r w:rsidR="00D50D37">
          <w:rPr>
            <w:rStyle w:val="Hyperlink"/>
            <w:lang w:val="en-ZA"/>
          </w:rPr>
          <w:t>….</w:t>
        </w:r>
        <w:r w:rsidR="00D50D37">
          <w:rPr>
            <w:webHidden/>
          </w:rPr>
          <w:tab/>
        </w:r>
        <w:r w:rsidR="00D50D37">
          <w:rPr>
            <w:webHidden/>
          </w:rPr>
          <w:fldChar w:fldCharType="begin"/>
        </w:r>
        <w:r w:rsidR="00D50D37">
          <w:rPr>
            <w:webHidden/>
          </w:rPr>
          <w:instrText xml:space="preserve"> PAGEREF _Toc67652871 \h </w:instrText>
        </w:r>
        <w:r w:rsidR="00D50D37">
          <w:rPr>
            <w:webHidden/>
          </w:rPr>
        </w:r>
        <w:r w:rsidR="00D50D37">
          <w:rPr>
            <w:webHidden/>
          </w:rPr>
          <w:fldChar w:fldCharType="separate"/>
        </w:r>
        <w:r w:rsidR="00D50D37">
          <w:rPr>
            <w:webHidden/>
          </w:rPr>
          <w:t>26</w:t>
        </w:r>
        <w:r w:rsidR="00D50D37">
          <w:rPr>
            <w:webHidden/>
          </w:rPr>
          <w:fldChar w:fldCharType="end"/>
        </w:r>
      </w:hyperlink>
    </w:p>
    <w:p w14:paraId="5C749524"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73" w:history="1">
        <w:r w:rsidR="00D50D37" w:rsidRPr="00ED12CB">
          <w:rPr>
            <w:rStyle w:val="Hyperlink"/>
            <w:lang w:val="en-ZA"/>
          </w:rPr>
          <w:t>21.   TERMINATION</w:t>
        </w:r>
        <w:r w:rsidR="00D50D37">
          <w:rPr>
            <w:webHidden/>
          </w:rPr>
          <w:tab/>
        </w:r>
        <w:r w:rsidR="00D50D37">
          <w:rPr>
            <w:webHidden/>
          </w:rPr>
          <w:fldChar w:fldCharType="begin"/>
        </w:r>
        <w:r w:rsidR="00D50D37">
          <w:rPr>
            <w:webHidden/>
          </w:rPr>
          <w:instrText xml:space="preserve"> PAGEREF _Toc67652873 \h </w:instrText>
        </w:r>
        <w:r w:rsidR="00D50D37">
          <w:rPr>
            <w:webHidden/>
          </w:rPr>
        </w:r>
        <w:r w:rsidR="00D50D37">
          <w:rPr>
            <w:webHidden/>
          </w:rPr>
          <w:fldChar w:fldCharType="separate"/>
        </w:r>
        <w:r w:rsidR="00D50D37">
          <w:rPr>
            <w:webHidden/>
          </w:rPr>
          <w:t>27</w:t>
        </w:r>
        <w:r w:rsidR="00D50D37">
          <w:rPr>
            <w:webHidden/>
          </w:rPr>
          <w:fldChar w:fldCharType="end"/>
        </w:r>
      </w:hyperlink>
    </w:p>
    <w:p w14:paraId="7F8A63A9"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75" w:history="1">
        <w:r w:rsidR="00D50D37" w:rsidRPr="00ED12CB">
          <w:rPr>
            <w:rStyle w:val="Hyperlink"/>
            <w:lang w:val="en-ZA"/>
          </w:rPr>
          <w:t>22.   FORCE MAJEURE</w:t>
        </w:r>
        <w:r w:rsidR="00D50D37">
          <w:rPr>
            <w:webHidden/>
          </w:rPr>
          <w:tab/>
        </w:r>
        <w:r w:rsidR="00D50D37">
          <w:rPr>
            <w:webHidden/>
          </w:rPr>
          <w:fldChar w:fldCharType="begin"/>
        </w:r>
        <w:r w:rsidR="00D50D37">
          <w:rPr>
            <w:webHidden/>
          </w:rPr>
          <w:instrText xml:space="preserve"> PAGEREF _Toc67652875 \h </w:instrText>
        </w:r>
        <w:r w:rsidR="00D50D37">
          <w:rPr>
            <w:webHidden/>
          </w:rPr>
        </w:r>
        <w:r w:rsidR="00D50D37">
          <w:rPr>
            <w:webHidden/>
          </w:rPr>
          <w:fldChar w:fldCharType="separate"/>
        </w:r>
        <w:r w:rsidR="00D50D37">
          <w:rPr>
            <w:webHidden/>
          </w:rPr>
          <w:t>29</w:t>
        </w:r>
        <w:r w:rsidR="00D50D37">
          <w:rPr>
            <w:webHidden/>
          </w:rPr>
          <w:fldChar w:fldCharType="end"/>
        </w:r>
      </w:hyperlink>
    </w:p>
    <w:p w14:paraId="7B1E4593"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77" w:history="1">
        <w:r w:rsidR="00D50D37" w:rsidRPr="00ED12CB">
          <w:rPr>
            <w:rStyle w:val="Hyperlink"/>
            <w:lang w:val="en-ZA"/>
          </w:rPr>
          <w:t>23.   STEP IN RIGHTS</w:t>
        </w:r>
        <w:r w:rsidR="00D50D37">
          <w:rPr>
            <w:webHidden/>
          </w:rPr>
          <w:tab/>
        </w:r>
        <w:r w:rsidR="00D50D37">
          <w:rPr>
            <w:webHidden/>
          </w:rPr>
          <w:fldChar w:fldCharType="begin"/>
        </w:r>
        <w:r w:rsidR="00D50D37">
          <w:rPr>
            <w:webHidden/>
          </w:rPr>
          <w:instrText xml:space="preserve"> PAGEREF _Toc67652877 \h </w:instrText>
        </w:r>
        <w:r w:rsidR="00D50D37">
          <w:rPr>
            <w:webHidden/>
          </w:rPr>
        </w:r>
        <w:r w:rsidR="00D50D37">
          <w:rPr>
            <w:webHidden/>
          </w:rPr>
          <w:fldChar w:fldCharType="separate"/>
        </w:r>
        <w:r w:rsidR="00D50D37">
          <w:rPr>
            <w:webHidden/>
          </w:rPr>
          <w:t>30</w:t>
        </w:r>
        <w:r w:rsidR="00D50D37">
          <w:rPr>
            <w:webHidden/>
          </w:rPr>
          <w:fldChar w:fldCharType="end"/>
        </w:r>
      </w:hyperlink>
    </w:p>
    <w:p w14:paraId="536009EB"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79" w:history="1">
        <w:r w:rsidR="00D50D37" w:rsidRPr="00ED12CB">
          <w:rPr>
            <w:rStyle w:val="Hyperlink"/>
            <w:lang w:val="en-ZA"/>
          </w:rPr>
          <w:t>24.   RELATIONSHIP BETWEEN THE PARTIES</w:t>
        </w:r>
        <w:r w:rsidR="00D50D37">
          <w:rPr>
            <w:webHidden/>
          </w:rPr>
          <w:tab/>
        </w:r>
        <w:r w:rsidR="00D50D37">
          <w:rPr>
            <w:webHidden/>
          </w:rPr>
          <w:fldChar w:fldCharType="begin"/>
        </w:r>
        <w:r w:rsidR="00D50D37">
          <w:rPr>
            <w:webHidden/>
          </w:rPr>
          <w:instrText xml:space="preserve"> PAGEREF _Toc67652879 \h </w:instrText>
        </w:r>
        <w:r w:rsidR="00D50D37">
          <w:rPr>
            <w:webHidden/>
          </w:rPr>
        </w:r>
        <w:r w:rsidR="00D50D37">
          <w:rPr>
            <w:webHidden/>
          </w:rPr>
          <w:fldChar w:fldCharType="separate"/>
        </w:r>
        <w:r w:rsidR="00D50D37">
          <w:rPr>
            <w:webHidden/>
          </w:rPr>
          <w:t>31</w:t>
        </w:r>
        <w:r w:rsidR="00D50D37">
          <w:rPr>
            <w:webHidden/>
          </w:rPr>
          <w:fldChar w:fldCharType="end"/>
        </w:r>
      </w:hyperlink>
    </w:p>
    <w:p w14:paraId="26695D68"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81" w:history="1">
        <w:r w:rsidR="00D50D37" w:rsidRPr="00ED12CB">
          <w:rPr>
            <w:rStyle w:val="Hyperlink"/>
            <w:lang w:val="en-ZA"/>
          </w:rPr>
          <w:t>25.   DISPUTE RESOLUTION</w:t>
        </w:r>
        <w:r w:rsidR="00D50D37">
          <w:rPr>
            <w:webHidden/>
          </w:rPr>
          <w:tab/>
        </w:r>
        <w:r w:rsidR="00D50D37">
          <w:rPr>
            <w:webHidden/>
          </w:rPr>
          <w:fldChar w:fldCharType="begin"/>
        </w:r>
        <w:r w:rsidR="00D50D37">
          <w:rPr>
            <w:webHidden/>
          </w:rPr>
          <w:instrText xml:space="preserve"> PAGEREF _Toc67652881 \h </w:instrText>
        </w:r>
        <w:r w:rsidR="00D50D37">
          <w:rPr>
            <w:webHidden/>
          </w:rPr>
        </w:r>
        <w:r w:rsidR="00D50D37">
          <w:rPr>
            <w:webHidden/>
          </w:rPr>
          <w:fldChar w:fldCharType="separate"/>
        </w:r>
        <w:r w:rsidR="00D50D37">
          <w:rPr>
            <w:webHidden/>
          </w:rPr>
          <w:t>31</w:t>
        </w:r>
        <w:r w:rsidR="00D50D37">
          <w:rPr>
            <w:webHidden/>
          </w:rPr>
          <w:fldChar w:fldCharType="end"/>
        </w:r>
      </w:hyperlink>
    </w:p>
    <w:p w14:paraId="33311AE0"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83" w:history="1">
        <w:r w:rsidR="00D50D37" w:rsidRPr="00ED12CB">
          <w:rPr>
            <w:rStyle w:val="Hyperlink"/>
            <w:lang w:val="en-ZA"/>
          </w:rPr>
          <w:t>26.   NON-EXCLUSIVITY</w:t>
        </w:r>
        <w:r w:rsidR="00D50D37">
          <w:rPr>
            <w:webHidden/>
          </w:rPr>
          <w:tab/>
        </w:r>
        <w:r w:rsidR="00D50D37">
          <w:rPr>
            <w:webHidden/>
          </w:rPr>
          <w:fldChar w:fldCharType="begin"/>
        </w:r>
        <w:r w:rsidR="00D50D37">
          <w:rPr>
            <w:webHidden/>
          </w:rPr>
          <w:instrText xml:space="preserve"> PAGEREF _Toc67652883 \h </w:instrText>
        </w:r>
        <w:r w:rsidR="00D50D37">
          <w:rPr>
            <w:webHidden/>
          </w:rPr>
        </w:r>
        <w:r w:rsidR="00D50D37">
          <w:rPr>
            <w:webHidden/>
          </w:rPr>
          <w:fldChar w:fldCharType="separate"/>
        </w:r>
        <w:r w:rsidR="00D50D37">
          <w:rPr>
            <w:webHidden/>
          </w:rPr>
          <w:t>32</w:t>
        </w:r>
        <w:r w:rsidR="00D50D37">
          <w:rPr>
            <w:webHidden/>
          </w:rPr>
          <w:fldChar w:fldCharType="end"/>
        </w:r>
      </w:hyperlink>
    </w:p>
    <w:p w14:paraId="7DE0D0C6"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85" w:history="1">
        <w:r w:rsidR="00D50D37" w:rsidRPr="00ED12CB">
          <w:rPr>
            <w:rStyle w:val="Hyperlink"/>
            <w:lang w:val="en-ZA"/>
          </w:rPr>
          <w:t>27.   ADDRESSES</w:t>
        </w:r>
        <w:r w:rsidR="00D50D37">
          <w:rPr>
            <w:webHidden/>
          </w:rPr>
          <w:tab/>
        </w:r>
        <w:r w:rsidR="00D50D37">
          <w:rPr>
            <w:webHidden/>
          </w:rPr>
          <w:fldChar w:fldCharType="begin"/>
        </w:r>
        <w:r w:rsidR="00D50D37">
          <w:rPr>
            <w:webHidden/>
          </w:rPr>
          <w:instrText xml:space="preserve"> PAGEREF _Toc67652885 \h </w:instrText>
        </w:r>
        <w:r w:rsidR="00D50D37">
          <w:rPr>
            <w:webHidden/>
          </w:rPr>
        </w:r>
        <w:r w:rsidR="00D50D37">
          <w:rPr>
            <w:webHidden/>
          </w:rPr>
          <w:fldChar w:fldCharType="separate"/>
        </w:r>
        <w:r w:rsidR="00D50D37">
          <w:rPr>
            <w:webHidden/>
          </w:rPr>
          <w:t>33</w:t>
        </w:r>
        <w:r w:rsidR="00D50D37">
          <w:rPr>
            <w:webHidden/>
          </w:rPr>
          <w:fldChar w:fldCharType="end"/>
        </w:r>
      </w:hyperlink>
    </w:p>
    <w:p w14:paraId="34B62E1F"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87" w:history="1">
        <w:r w:rsidR="00D50D37" w:rsidRPr="00ED12CB">
          <w:rPr>
            <w:rStyle w:val="Hyperlink"/>
            <w:lang w:val="en-ZA"/>
          </w:rPr>
          <w:t>28.   CONFIDENTIALITY</w:t>
        </w:r>
        <w:r w:rsidR="00D50D37">
          <w:rPr>
            <w:webHidden/>
          </w:rPr>
          <w:tab/>
        </w:r>
        <w:r w:rsidR="00D50D37">
          <w:rPr>
            <w:webHidden/>
          </w:rPr>
          <w:fldChar w:fldCharType="begin"/>
        </w:r>
        <w:r w:rsidR="00D50D37">
          <w:rPr>
            <w:webHidden/>
          </w:rPr>
          <w:instrText xml:space="preserve"> PAGEREF _Toc67652887 \h </w:instrText>
        </w:r>
        <w:r w:rsidR="00D50D37">
          <w:rPr>
            <w:webHidden/>
          </w:rPr>
        </w:r>
        <w:r w:rsidR="00D50D37">
          <w:rPr>
            <w:webHidden/>
          </w:rPr>
          <w:fldChar w:fldCharType="separate"/>
        </w:r>
        <w:r w:rsidR="00D50D37">
          <w:rPr>
            <w:webHidden/>
          </w:rPr>
          <w:t>34</w:t>
        </w:r>
        <w:r w:rsidR="00D50D37">
          <w:rPr>
            <w:webHidden/>
          </w:rPr>
          <w:fldChar w:fldCharType="end"/>
        </w:r>
      </w:hyperlink>
    </w:p>
    <w:p w14:paraId="4C142E35"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89" w:history="1">
        <w:r w:rsidR="00D50D37" w:rsidRPr="00ED12CB">
          <w:rPr>
            <w:rStyle w:val="Hyperlink"/>
            <w:lang w:val="en-ZA"/>
          </w:rPr>
          <w:t>29.   MISCELLANEOUS</w:t>
        </w:r>
        <w:r w:rsidR="00D50D37">
          <w:rPr>
            <w:webHidden/>
          </w:rPr>
          <w:tab/>
        </w:r>
        <w:r w:rsidR="00D50D37">
          <w:rPr>
            <w:webHidden/>
          </w:rPr>
          <w:fldChar w:fldCharType="begin"/>
        </w:r>
        <w:r w:rsidR="00D50D37">
          <w:rPr>
            <w:webHidden/>
          </w:rPr>
          <w:instrText xml:space="preserve"> PAGEREF _Toc67652889 \h </w:instrText>
        </w:r>
        <w:r w:rsidR="00D50D37">
          <w:rPr>
            <w:webHidden/>
          </w:rPr>
        </w:r>
        <w:r w:rsidR="00D50D37">
          <w:rPr>
            <w:webHidden/>
          </w:rPr>
          <w:fldChar w:fldCharType="separate"/>
        </w:r>
        <w:r w:rsidR="00D50D37">
          <w:rPr>
            <w:webHidden/>
          </w:rPr>
          <w:t>35</w:t>
        </w:r>
        <w:r w:rsidR="00D50D37">
          <w:rPr>
            <w:webHidden/>
          </w:rPr>
          <w:fldChar w:fldCharType="end"/>
        </w:r>
      </w:hyperlink>
    </w:p>
    <w:p w14:paraId="3D3D8404"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91" w:history="1">
        <w:r w:rsidR="00D50D37" w:rsidRPr="00ED12CB">
          <w:rPr>
            <w:rStyle w:val="Hyperlink"/>
            <w:lang w:val="en-ZA"/>
          </w:rPr>
          <w:t>31.   GOVERNING LAWS</w:t>
        </w:r>
        <w:r w:rsidR="00D50D37">
          <w:rPr>
            <w:webHidden/>
          </w:rPr>
          <w:tab/>
        </w:r>
        <w:r w:rsidR="00D50D37">
          <w:rPr>
            <w:webHidden/>
          </w:rPr>
          <w:fldChar w:fldCharType="begin"/>
        </w:r>
        <w:r w:rsidR="00D50D37">
          <w:rPr>
            <w:webHidden/>
          </w:rPr>
          <w:instrText xml:space="preserve"> PAGEREF _Toc67652891 \h </w:instrText>
        </w:r>
        <w:r w:rsidR="00D50D37">
          <w:rPr>
            <w:webHidden/>
          </w:rPr>
        </w:r>
        <w:r w:rsidR="00D50D37">
          <w:rPr>
            <w:webHidden/>
          </w:rPr>
          <w:fldChar w:fldCharType="separate"/>
        </w:r>
        <w:r w:rsidR="00D50D37">
          <w:rPr>
            <w:webHidden/>
          </w:rPr>
          <w:t>36</w:t>
        </w:r>
        <w:r w:rsidR="00D50D37">
          <w:rPr>
            <w:webHidden/>
          </w:rPr>
          <w:fldChar w:fldCharType="end"/>
        </w:r>
      </w:hyperlink>
    </w:p>
    <w:p w14:paraId="7BFE6258" w14:textId="77777777" w:rsidR="00D50D37" w:rsidRDefault="00726FC3">
      <w:pPr>
        <w:pStyle w:val="TOC1"/>
        <w:rPr>
          <w:rFonts w:asciiTheme="minorHAnsi" w:eastAsiaTheme="minorEastAsia" w:hAnsiTheme="minorHAnsi" w:cstheme="minorBidi"/>
          <w:b w:val="0"/>
          <w:caps w:val="0"/>
          <w:color w:val="auto"/>
          <w:sz w:val="22"/>
          <w:szCs w:val="22"/>
          <w:lang w:val="en-ZA" w:eastAsia="en-ZA"/>
        </w:rPr>
      </w:pPr>
      <w:hyperlink w:anchor="_Toc67652894" w:history="1">
        <w:r w:rsidR="00D50D37" w:rsidRPr="00ED12CB">
          <w:rPr>
            <w:rStyle w:val="Hyperlink"/>
            <w:lang w:val="en-ZA"/>
          </w:rPr>
          <w:t>32.   COSTS</w:t>
        </w:r>
        <w:r w:rsidR="00D50D37">
          <w:rPr>
            <w:webHidden/>
          </w:rPr>
          <w:tab/>
        </w:r>
        <w:r w:rsidR="00D50D37">
          <w:rPr>
            <w:webHidden/>
          </w:rPr>
          <w:fldChar w:fldCharType="begin"/>
        </w:r>
        <w:r w:rsidR="00D50D37">
          <w:rPr>
            <w:webHidden/>
          </w:rPr>
          <w:instrText xml:space="preserve"> PAGEREF _Toc67652894 \h </w:instrText>
        </w:r>
        <w:r w:rsidR="00D50D37">
          <w:rPr>
            <w:webHidden/>
          </w:rPr>
        </w:r>
        <w:r w:rsidR="00D50D37">
          <w:rPr>
            <w:webHidden/>
          </w:rPr>
          <w:fldChar w:fldCharType="separate"/>
        </w:r>
        <w:r w:rsidR="00D50D37">
          <w:rPr>
            <w:webHidden/>
          </w:rPr>
          <w:t>37</w:t>
        </w:r>
        <w:r w:rsidR="00D50D37">
          <w:rPr>
            <w:webHidden/>
          </w:rPr>
          <w:fldChar w:fldCharType="end"/>
        </w:r>
      </w:hyperlink>
    </w:p>
    <w:p w14:paraId="690FC274" w14:textId="77777777" w:rsidR="00EE3227" w:rsidRPr="009825D5" w:rsidRDefault="00EE3227" w:rsidP="00D1128E">
      <w:pPr>
        <w:widowControl w:val="0"/>
        <w:tabs>
          <w:tab w:val="left" w:pos="284"/>
          <w:tab w:val="left" w:pos="426"/>
        </w:tabs>
        <w:overflowPunct/>
        <w:autoSpaceDE/>
        <w:autoSpaceDN/>
        <w:adjustRightInd/>
        <w:spacing w:before="80" w:after="80"/>
        <w:ind w:left="993" w:hanging="993"/>
        <w:jc w:val="center"/>
        <w:textAlignment w:val="auto"/>
        <w:rPr>
          <w:rFonts w:ascii="Arial" w:hAnsi="Arial" w:cs="Arial"/>
          <w:sz w:val="22"/>
          <w:szCs w:val="22"/>
        </w:rPr>
      </w:pPr>
      <w:r w:rsidRPr="006A01CD">
        <w:rPr>
          <w:rFonts w:ascii="Arial" w:hAnsi="Arial" w:cs="Arial"/>
          <w:sz w:val="22"/>
          <w:szCs w:val="22"/>
        </w:rPr>
        <w:fldChar w:fldCharType="end"/>
      </w:r>
    </w:p>
    <w:p w14:paraId="1CA3B8FB" w14:textId="77777777" w:rsidR="005278EB" w:rsidRDefault="005278EB" w:rsidP="00D1128E">
      <w:pPr>
        <w:pStyle w:val="StyleBodyTextTahoma"/>
        <w:widowControl w:val="0"/>
        <w:ind w:left="993" w:hanging="993"/>
        <w:rPr>
          <w:rFonts w:ascii="Arial" w:hAnsi="Arial" w:cs="Arial"/>
          <w:sz w:val="22"/>
          <w:szCs w:val="22"/>
        </w:rPr>
      </w:pPr>
      <w:bookmarkStart w:id="0" w:name="_Toc462664201"/>
      <w:bookmarkStart w:id="1" w:name="_Toc472413028"/>
      <w:bookmarkStart w:id="2" w:name="_Toc501264306"/>
      <w:bookmarkStart w:id="3" w:name="_Toc503258906"/>
      <w:bookmarkStart w:id="4" w:name="_Toc52683436"/>
    </w:p>
    <w:p w14:paraId="4FFC2AAF" w14:textId="77777777" w:rsidR="00EE3227" w:rsidRDefault="00EE3227" w:rsidP="00D1128E">
      <w:pPr>
        <w:pStyle w:val="StyleBodyTextTahoma"/>
        <w:widowControl w:val="0"/>
        <w:ind w:left="993" w:hanging="993"/>
        <w:rPr>
          <w:rFonts w:ascii="Arial" w:hAnsi="Arial" w:cs="Arial"/>
          <w:sz w:val="22"/>
          <w:szCs w:val="22"/>
        </w:rPr>
      </w:pPr>
    </w:p>
    <w:p w14:paraId="17FE4994" w14:textId="77777777" w:rsidR="00EE3227" w:rsidRDefault="00EE3227" w:rsidP="00D1128E">
      <w:pPr>
        <w:pStyle w:val="StyleBodyTextTahoma"/>
        <w:widowControl w:val="0"/>
        <w:ind w:left="993" w:hanging="993"/>
        <w:rPr>
          <w:rFonts w:ascii="Arial" w:hAnsi="Arial" w:cs="Arial"/>
          <w:sz w:val="22"/>
          <w:szCs w:val="22"/>
        </w:rPr>
      </w:pPr>
    </w:p>
    <w:p w14:paraId="1159699E" w14:textId="77777777" w:rsidR="006F3580" w:rsidRDefault="006F3580" w:rsidP="00D1128E">
      <w:pPr>
        <w:pStyle w:val="StyleBodyTextTahoma"/>
        <w:widowControl w:val="0"/>
        <w:ind w:left="993" w:hanging="993"/>
        <w:rPr>
          <w:rFonts w:ascii="Arial" w:hAnsi="Arial" w:cs="Arial"/>
          <w:sz w:val="22"/>
          <w:szCs w:val="22"/>
        </w:rPr>
      </w:pPr>
    </w:p>
    <w:p w14:paraId="2E358461" w14:textId="77777777" w:rsidR="006F3580" w:rsidRDefault="006F3580" w:rsidP="00D1128E">
      <w:pPr>
        <w:pStyle w:val="StyleBodyTextTahoma"/>
        <w:widowControl w:val="0"/>
        <w:ind w:left="993" w:hanging="993"/>
        <w:rPr>
          <w:rFonts w:ascii="Arial" w:hAnsi="Arial" w:cs="Arial"/>
          <w:sz w:val="22"/>
          <w:szCs w:val="22"/>
        </w:rPr>
      </w:pPr>
    </w:p>
    <w:p w14:paraId="562436A2" w14:textId="77777777" w:rsidR="006F3580" w:rsidRDefault="006F3580" w:rsidP="00D1128E">
      <w:pPr>
        <w:pStyle w:val="StyleBodyTextTahoma"/>
        <w:widowControl w:val="0"/>
        <w:ind w:left="993" w:hanging="993"/>
        <w:rPr>
          <w:rFonts w:ascii="Arial" w:hAnsi="Arial" w:cs="Arial"/>
          <w:sz w:val="22"/>
          <w:szCs w:val="22"/>
        </w:rPr>
      </w:pPr>
    </w:p>
    <w:p w14:paraId="4650C3EF" w14:textId="77777777" w:rsidR="006F3580" w:rsidRDefault="006F3580" w:rsidP="00D1128E">
      <w:pPr>
        <w:pStyle w:val="StyleBodyTextTahoma"/>
        <w:widowControl w:val="0"/>
        <w:ind w:left="993" w:hanging="993"/>
        <w:rPr>
          <w:rFonts w:ascii="Arial" w:hAnsi="Arial" w:cs="Arial"/>
          <w:sz w:val="22"/>
          <w:szCs w:val="22"/>
        </w:rPr>
      </w:pPr>
    </w:p>
    <w:p w14:paraId="237994EC" w14:textId="77777777" w:rsidR="006F3580" w:rsidRDefault="006F3580" w:rsidP="00D1128E">
      <w:pPr>
        <w:pStyle w:val="StyleBodyTextTahoma"/>
        <w:widowControl w:val="0"/>
        <w:ind w:left="993" w:hanging="993"/>
        <w:rPr>
          <w:rFonts w:ascii="Arial" w:hAnsi="Arial" w:cs="Arial"/>
          <w:sz w:val="22"/>
          <w:szCs w:val="22"/>
        </w:rPr>
      </w:pPr>
    </w:p>
    <w:p w14:paraId="0A52E732" w14:textId="77777777" w:rsidR="005278EB" w:rsidRPr="009825D5" w:rsidRDefault="005278EB" w:rsidP="00E86353">
      <w:pPr>
        <w:pStyle w:val="StyleHeading1Tahoma"/>
      </w:pPr>
      <w:bookmarkStart w:id="5" w:name="_Toc296601351"/>
      <w:bookmarkEnd w:id="0"/>
      <w:bookmarkEnd w:id="1"/>
      <w:bookmarkEnd w:id="2"/>
      <w:bookmarkEnd w:id="3"/>
      <w:bookmarkEnd w:id="4"/>
      <w:r>
        <w:lastRenderedPageBreak/>
        <w:t>APPOINTMENT</w:t>
      </w:r>
      <w:bookmarkEnd w:id="5"/>
      <w:r w:rsidR="00C531E0">
        <w:fldChar w:fldCharType="begin"/>
      </w:r>
      <w:r w:rsidR="00C531E0">
        <w:instrText xml:space="preserve"> TC "</w:instrText>
      </w:r>
      <w:bookmarkStart w:id="6" w:name="_Toc67652845"/>
      <w:r w:rsidR="00C531E0" w:rsidRPr="008E3005">
        <w:instrText>1.   APPOINTMENT</w:instrText>
      </w:r>
      <w:bookmarkEnd w:id="6"/>
      <w:r w:rsidR="00C531E0">
        <w:instrText xml:space="preserve">" \f C \l "1" </w:instrText>
      </w:r>
      <w:r w:rsidR="00C531E0">
        <w:fldChar w:fldCharType="end"/>
      </w:r>
    </w:p>
    <w:p w14:paraId="297C2B41" w14:textId="77777777" w:rsidR="005278EB" w:rsidRPr="009825D5" w:rsidRDefault="005278EB" w:rsidP="00E86353">
      <w:pPr>
        <w:pStyle w:val="StyleHeading1Tahoma"/>
        <w:numPr>
          <w:ilvl w:val="0"/>
          <w:numId w:val="0"/>
        </w:numPr>
        <w:ind w:left="993"/>
      </w:pPr>
    </w:p>
    <w:p w14:paraId="1B941809" w14:textId="77777777" w:rsidR="005278EB" w:rsidRDefault="005278EB" w:rsidP="00B03231">
      <w:pPr>
        <w:pStyle w:val="StyleHeading2Tahoma"/>
        <w:numPr>
          <w:ilvl w:val="1"/>
          <w:numId w:val="8"/>
        </w:numPr>
        <w:ind w:left="709" w:hanging="709"/>
      </w:pPr>
      <w:r w:rsidRPr="009825D5">
        <w:t xml:space="preserve">SARS issued a </w:t>
      </w:r>
      <w:r w:rsidRPr="00366180">
        <w:rPr>
          <w:lang w:val="en-ZA"/>
        </w:rPr>
        <w:t>R</w:t>
      </w:r>
      <w:r>
        <w:rPr>
          <w:lang w:val="en-ZA"/>
        </w:rPr>
        <w:t xml:space="preserve">equest </w:t>
      </w:r>
      <w:r w:rsidRPr="00366180">
        <w:rPr>
          <w:lang w:val="en-ZA"/>
        </w:rPr>
        <w:t>F</w:t>
      </w:r>
      <w:r>
        <w:rPr>
          <w:lang w:val="en-ZA"/>
        </w:rPr>
        <w:t xml:space="preserve">or </w:t>
      </w:r>
      <w:r w:rsidRPr="00366180">
        <w:rPr>
          <w:lang w:val="en-ZA"/>
        </w:rPr>
        <w:t>P</w:t>
      </w:r>
      <w:r>
        <w:rPr>
          <w:lang w:val="en-ZA"/>
        </w:rPr>
        <w:t xml:space="preserve">roposal </w:t>
      </w:r>
      <w:r w:rsidR="00F607F6">
        <w:rPr>
          <w:lang w:val="en-ZA"/>
        </w:rPr>
        <w:t xml:space="preserve">under </w:t>
      </w:r>
      <w:r>
        <w:rPr>
          <w:lang w:val="en-ZA"/>
        </w:rPr>
        <w:t xml:space="preserve">number </w:t>
      </w:r>
      <w:r w:rsidR="00E72045">
        <w:rPr>
          <w:lang w:val="en-ZA"/>
        </w:rPr>
        <w:t xml:space="preserve">RFP </w:t>
      </w:r>
      <w:proofErr w:type="gramStart"/>
      <w:r w:rsidR="00E72045">
        <w:rPr>
          <w:lang w:val="en-ZA"/>
        </w:rPr>
        <w:t>…..</w:t>
      </w:r>
      <w:proofErr w:type="gramEnd"/>
      <w:r w:rsidR="00E72045">
        <w:rPr>
          <w:lang w:val="en-ZA"/>
        </w:rPr>
        <w:t>/202..</w:t>
      </w:r>
      <w:r w:rsidRPr="00366180">
        <w:rPr>
          <w:lang w:val="en-ZA"/>
        </w:rPr>
        <w:t xml:space="preserve"> </w:t>
      </w:r>
      <w:r w:rsidRPr="009825D5">
        <w:t>(</w:t>
      </w:r>
      <w:proofErr w:type="gramStart"/>
      <w:r w:rsidR="00B03231">
        <w:t>hereinafter</w:t>
      </w:r>
      <w:proofErr w:type="gramEnd"/>
      <w:r w:rsidR="00B03231">
        <w:t xml:space="preserve"> referred to </w:t>
      </w:r>
      <w:r>
        <w:t xml:space="preserve">as </w:t>
      </w:r>
      <w:r w:rsidRPr="009825D5">
        <w:t>the “</w:t>
      </w:r>
      <w:r>
        <w:t>RFP</w:t>
      </w:r>
      <w:r w:rsidRPr="009825D5">
        <w:t>”</w:t>
      </w:r>
      <w:r>
        <w:t xml:space="preserve"> and attached hereto as </w:t>
      </w:r>
      <w:r w:rsidRPr="0096625E">
        <w:rPr>
          <w:b/>
        </w:rPr>
        <w:t xml:space="preserve">Annexure </w:t>
      </w:r>
      <w:r w:rsidR="006F3580">
        <w:rPr>
          <w:b/>
        </w:rPr>
        <w:t>…</w:t>
      </w:r>
      <w:r w:rsidR="00803D6D">
        <w:t>) for the supply</w:t>
      </w:r>
      <w:r w:rsidR="00E72045">
        <w:t xml:space="preserve"> and delivery of forklifts and commissioning thereof</w:t>
      </w:r>
      <w:r>
        <w:rPr>
          <w:rStyle w:val="Emphasis"/>
          <w:rFonts w:cs="Arial"/>
          <w:bCs w:val="0"/>
          <w:i w:val="0"/>
          <w:iCs w:val="0"/>
        </w:rPr>
        <w:t xml:space="preserve"> </w:t>
      </w:r>
      <w:r w:rsidRPr="009825D5">
        <w:t>(defined in this Agreement as “Services”)</w:t>
      </w:r>
      <w:r>
        <w:t>.</w:t>
      </w:r>
      <w:r w:rsidRPr="009825D5">
        <w:t xml:space="preserve"> </w:t>
      </w:r>
    </w:p>
    <w:p w14:paraId="1B6AC652" w14:textId="77777777" w:rsidR="005278EB" w:rsidRDefault="005278EB" w:rsidP="005823CA">
      <w:pPr>
        <w:pStyle w:val="StyleHeading2Tahoma"/>
        <w:ind w:left="993" w:hanging="993"/>
      </w:pPr>
    </w:p>
    <w:p w14:paraId="6A470257" w14:textId="77777777" w:rsidR="005278EB" w:rsidRDefault="005278EB" w:rsidP="00B03231">
      <w:pPr>
        <w:pStyle w:val="StyleHeading2Tahoma"/>
        <w:numPr>
          <w:ilvl w:val="1"/>
          <w:numId w:val="8"/>
        </w:numPr>
        <w:ind w:left="709" w:hanging="709"/>
      </w:pPr>
      <w:r>
        <w:t>The Service Provider submitted a proposal (</w:t>
      </w:r>
      <w:r w:rsidR="001A6872">
        <w:t xml:space="preserve">hereinafter referred to as </w:t>
      </w:r>
      <w:r w:rsidR="001A6872" w:rsidRPr="009825D5">
        <w:t>the “</w:t>
      </w:r>
      <w:r w:rsidR="001A6872">
        <w:t>Service Provider’s Proposal</w:t>
      </w:r>
      <w:r w:rsidR="001A6872" w:rsidRPr="009825D5">
        <w:t>”</w:t>
      </w:r>
      <w:r w:rsidR="001A6872">
        <w:t xml:space="preserve"> and attached hereto as</w:t>
      </w:r>
      <w:r w:rsidR="001A6872" w:rsidRPr="00B03231">
        <w:t xml:space="preserve"> </w:t>
      </w:r>
      <w:r w:rsidRPr="002512FB">
        <w:rPr>
          <w:b/>
        </w:rPr>
        <w:t xml:space="preserve">Annexure </w:t>
      </w:r>
      <w:r w:rsidR="006F3580">
        <w:rPr>
          <w:b/>
        </w:rPr>
        <w:t>...</w:t>
      </w:r>
      <w:r>
        <w:t>) to SARS and SARS</w:t>
      </w:r>
      <w:r w:rsidRPr="009825D5">
        <w:t xml:space="preserve"> </w:t>
      </w:r>
      <w:r w:rsidR="001A6872">
        <w:t>has</w:t>
      </w:r>
      <w:r w:rsidR="00837B87">
        <w:t xml:space="preserve"> </w:t>
      </w:r>
      <w:r w:rsidRPr="009825D5">
        <w:t xml:space="preserve">accepted </w:t>
      </w:r>
      <w:r>
        <w:t xml:space="preserve">the proposal </w:t>
      </w:r>
      <w:r w:rsidRPr="009825D5">
        <w:t xml:space="preserve">following </w:t>
      </w:r>
      <w:r>
        <w:t>SARS’s</w:t>
      </w:r>
      <w:r w:rsidRPr="009825D5">
        <w:t xml:space="preserve"> procurement process for such Services.</w:t>
      </w:r>
    </w:p>
    <w:p w14:paraId="4131B98B" w14:textId="77777777" w:rsidR="005278EB" w:rsidRDefault="005278EB" w:rsidP="005823CA">
      <w:pPr>
        <w:pStyle w:val="StyleHeading2Tahoma"/>
        <w:ind w:left="993" w:hanging="993"/>
      </w:pPr>
      <w:r w:rsidRPr="009825D5">
        <w:t xml:space="preserve"> </w:t>
      </w:r>
    </w:p>
    <w:p w14:paraId="2BA7DF97" w14:textId="77777777" w:rsidR="005278EB" w:rsidRPr="009825D5" w:rsidRDefault="005278EB" w:rsidP="00B03231">
      <w:pPr>
        <w:pStyle w:val="StyleHeading2Tahoma"/>
        <w:numPr>
          <w:ilvl w:val="1"/>
          <w:numId w:val="8"/>
        </w:numPr>
        <w:ind w:left="709" w:hanging="709"/>
      </w:pPr>
      <w:r w:rsidRPr="009825D5">
        <w:t>SARS therefor</w:t>
      </w:r>
      <w:r w:rsidR="006E4228">
        <w:t>e appoints the Service Provider</w:t>
      </w:r>
      <w:r w:rsidRPr="009825D5">
        <w:t xml:space="preserve"> on a non-exclusive basis, </w:t>
      </w:r>
      <w:r>
        <w:t xml:space="preserve">to provide </w:t>
      </w:r>
      <w:r w:rsidRPr="009825D5">
        <w:t>the Services</w:t>
      </w:r>
      <w:r>
        <w:t xml:space="preserve"> </w:t>
      </w:r>
      <w:r w:rsidRPr="00B03231">
        <w:t>for</w:t>
      </w:r>
      <w:r w:rsidRPr="009825D5">
        <w:t xml:space="preserve"> the </w:t>
      </w:r>
      <w:r w:rsidR="00FB6296">
        <w:t>SARS’s office</w:t>
      </w:r>
      <w:r w:rsidR="006561A2">
        <w:t>(s)</w:t>
      </w:r>
      <w:r>
        <w:t xml:space="preserve"> listed in </w:t>
      </w:r>
      <w:r w:rsidRPr="002512FB">
        <w:rPr>
          <w:b/>
        </w:rPr>
        <w:t xml:space="preserve">Annexure </w:t>
      </w:r>
      <w:r w:rsidR="006F3580">
        <w:rPr>
          <w:b/>
        </w:rPr>
        <w:t>…</w:t>
      </w:r>
      <w:r w:rsidRPr="00CB1709">
        <w:t>, which appointment the</w:t>
      </w:r>
      <w:r w:rsidRPr="009825D5">
        <w:t xml:space="preserve"> Service Provider accepts subject to the terms and conditions of this Agreement.</w:t>
      </w:r>
    </w:p>
    <w:p w14:paraId="62397261" w14:textId="77777777" w:rsidR="005278EB" w:rsidRPr="009825D5" w:rsidRDefault="005278EB" w:rsidP="005823CA">
      <w:pPr>
        <w:pStyle w:val="StyleHeading2Tahoma"/>
        <w:ind w:left="993" w:hanging="993"/>
      </w:pPr>
    </w:p>
    <w:p w14:paraId="50E5DADD" w14:textId="77777777" w:rsidR="005278EB" w:rsidRPr="009825D5" w:rsidRDefault="005278EB" w:rsidP="00E86353">
      <w:pPr>
        <w:pStyle w:val="StyleHeading1Tahoma"/>
      </w:pPr>
      <w:bookmarkStart w:id="7" w:name="_Toc296601352"/>
      <w:r w:rsidRPr="009825D5">
        <w:t>INTERPRETATION</w:t>
      </w:r>
      <w:bookmarkEnd w:id="7"/>
      <w:r w:rsidR="00C531E0">
        <w:fldChar w:fldCharType="begin"/>
      </w:r>
      <w:r w:rsidR="00C531E0">
        <w:instrText xml:space="preserve"> TC "</w:instrText>
      </w:r>
      <w:bookmarkStart w:id="8" w:name="_Toc67652846"/>
      <w:r w:rsidR="00C531E0" w:rsidRPr="008E3005">
        <w:instrText>2.   INTERPRETATION</w:instrText>
      </w:r>
      <w:bookmarkEnd w:id="8"/>
      <w:r w:rsidR="00C531E0">
        <w:instrText xml:space="preserve">" \f C \l "1" </w:instrText>
      </w:r>
      <w:r w:rsidR="00C531E0">
        <w:fldChar w:fldCharType="end"/>
      </w:r>
    </w:p>
    <w:p w14:paraId="1D0A3225" w14:textId="77777777" w:rsidR="005278EB" w:rsidRPr="009825D5" w:rsidRDefault="005278EB" w:rsidP="00E86353">
      <w:pPr>
        <w:pStyle w:val="StyleHeading1Tahoma"/>
        <w:numPr>
          <w:ilvl w:val="0"/>
          <w:numId w:val="0"/>
        </w:numPr>
        <w:ind w:left="993"/>
      </w:pPr>
      <w:r>
        <w:tab/>
      </w:r>
    </w:p>
    <w:p w14:paraId="2B327176" w14:textId="77777777" w:rsidR="005278EB" w:rsidRDefault="005278EB" w:rsidP="00B03231">
      <w:pPr>
        <w:pStyle w:val="StyleHeading2Tahoma"/>
        <w:numPr>
          <w:ilvl w:val="1"/>
          <w:numId w:val="9"/>
        </w:numPr>
        <w:ind w:left="709" w:hanging="709"/>
      </w:pPr>
      <w:r w:rsidRPr="009825D5">
        <w:t>The head notes to the Clauses of this Agreement are for reference purposes only and will not govern or affect the interpretation of nor modify nor amplify the terms of this Agreement.</w:t>
      </w:r>
    </w:p>
    <w:p w14:paraId="4937824D" w14:textId="77777777" w:rsidR="005278EB" w:rsidRDefault="005278EB" w:rsidP="005823CA">
      <w:pPr>
        <w:pStyle w:val="StyleHeading2Tahoma"/>
        <w:ind w:left="993" w:hanging="993"/>
      </w:pPr>
    </w:p>
    <w:p w14:paraId="718E93EB" w14:textId="77777777" w:rsidR="005278EB" w:rsidRPr="009825D5" w:rsidRDefault="005278EB" w:rsidP="00B03231">
      <w:pPr>
        <w:pStyle w:val="StyleHeading2Tahoma"/>
        <w:numPr>
          <w:ilvl w:val="1"/>
          <w:numId w:val="9"/>
        </w:numPr>
        <w:ind w:left="709" w:hanging="709"/>
      </w:pPr>
      <w:r w:rsidRPr="009825D5">
        <w:t>Unless inconsistent with the context, the words and expressions have the following meanings and similar expressions w</w:t>
      </w:r>
      <w:r w:rsidR="007713D2">
        <w:t>ill have corresponding meanings-</w:t>
      </w:r>
    </w:p>
    <w:p w14:paraId="05CD974F" w14:textId="77777777" w:rsidR="005278EB" w:rsidRPr="009825D5" w:rsidRDefault="005278EB" w:rsidP="005823CA">
      <w:pPr>
        <w:pStyle w:val="StyleHeading2Tahoma"/>
        <w:ind w:left="993" w:hanging="993"/>
      </w:pPr>
    </w:p>
    <w:p w14:paraId="3B326BC5" w14:textId="77777777" w:rsidR="005278EB" w:rsidRDefault="005278EB" w:rsidP="005823CA">
      <w:pPr>
        <w:pStyle w:val="StyleHeading2Tahoma"/>
        <w:numPr>
          <w:ilvl w:val="2"/>
          <w:numId w:val="9"/>
        </w:numPr>
        <w:ind w:left="1985" w:hanging="992"/>
      </w:pPr>
      <w:r w:rsidRPr="009825D5">
        <w:rPr>
          <w:b/>
        </w:rPr>
        <w:t>“Agreement”</w:t>
      </w:r>
      <w:r w:rsidRPr="009825D5">
        <w:t xml:space="preserve"> means this Agreement including</w:t>
      </w:r>
      <w:r>
        <w:t xml:space="preserve"> any </w:t>
      </w:r>
      <w:r w:rsidRPr="0026691F">
        <w:t>annexures referenced herein</w:t>
      </w:r>
      <w:r w:rsidRPr="009825D5">
        <w:t>.</w:t>
      </w:r>
    </w:p>
    <w:p w14:paraId="185D35A4" w14:textId="77777777" w:rsidR="005278EB" w:rsidRDefault="005278EB" w:rsidP="005823CA">
      <w:pPr>
        <w:pStyle w:val="StyleHeading2Tahoma"/>
        <w:ind w:left="1985" w:hanging="992"/>
      </w:pPr>
    </w:p>
    <w:p w14:paraId="4ADF9C95" w14:textId="77777777" w:rsidR="00DB424B" w:rsidRDefault="00DB424B" w:rsidP="00DB424B">
      <w:pPr>
        <w:pStyle w:val="StyleHeading2Tahoma"/>
        <w:numPr>
          <w:ilvl w:val="2"/>
          <w:numId w:val="9"/>
        </w:numPr>
        <w:ind w:left="1985" w:hanging="992"/>
      </w:pPr>
      <w:r w:rsidRPr="00DB424B">
        <w:rPr>
          <w:b/>
        </w:rPr>
        <w:t xml:space="preserve">“Amount at Risk” </w:t>
      </w:r>
      <w:r w:rsidRPr="00DB424B">
        <w:t xml:space="preserve">means the maximum percentage </w:t>
      </w:r>
      <w:r w:rsidR="0055704A">
        <w:t>(5</w:t>
      </w:r>
      <w:r w:rsidR="00B909DB">
        <w:t xml:space="preserve">%) </w:t>
      </w:r>
      <w:r w:rsidRPr="00DB424B">
        <w:t xml:space="preserve">of the Service Provider’s total </w:t>
      </w:r>
      <w:r w:rsidR="00B909DB">
        <w:t xml:space="preserve">monthly </w:t>
      </w:r>
      <w:r w:rsidRPr="00DB424B">
        <w:t xml:space="preserve">invoice, which may be at risk in respect of Service </w:t>
      </w:r>
      <w:r w:rsidR="00B909DB">
        <w:t>penalties</w:t>
      </w:r>
      <w:r w:rsidRPr="00DB424B">
        <w:t xml:space="preserve"> </w:t>
      </w:r>
      <w:r w:rsidR="00B909DB">
        <w:t xml:space="preserve">imposed </w:t>
      </w:r>
      <w:r w:rsidRPr="00DB424B">
        <w:t xml:space="preserve">resulting from any Service Level Failures; </w:t>
      </w:r>
    </w:p>
    <w:p w14:paraId="7F86EF52" w14:textId="77777777" w:rsidR="00DB424B" w:rsidRPr="00DB424B" w:rsidRDefault="00DB424B" w:rsidP="00DB424B">
      <w:pPr>
        <w:pStyle w:val="StyleHeading2Tahoma"/>
      </w:pPr>
    </w:p>
    <w:p w14:paraId="76980BE8" w14:textId="77777777" w:rsidR="006561A2" w:rsidRDefault="005278EB" w:rsidP="00DB424B">
      <w:pPr>
        <w:pStyle w:val="StyleHeading2Tahoma"/>
        <w:numPr>
          <w:ilvl w:val="2"/>
          <w:numId w:val="9"/>
        </w:numPr>
        <w:ind w:left="1985" w:hanging="992"/>
      </w:pPr>
      <w:r>
        <w:rPr>
          <w:b/>
        </w:rPr>
        <w:t>“Authorised R</w:t>
      </w:r>
      <w:r w:rsidRPr="009825D5">
        <w:rPr>
          <w:b/>
        </w:rPr>
        <w:t>epresentative”</w:t>
      </w:r>
      <w:r w:rsidRPr="009825D5">
        <w:t xml:space="preserve"> mean signatories authorised by SARS and the Service Provider respectively to sign the Agreement </w:t>
      </w:r>
      <w:r>
        <w:t xml:space="preserve">and any amendments or addenda </w:t>
      </w:r>
      <w:r w:rsidRPr="009825D5">
        <w:t>on their behalf</w:t>
      </w:r>
      <w:r w:rsidR="006561A2">
        <w:t>;</w:t>
      </w:r>
    </w:p>
    <w:p w14:paraId="420DAB82" w14:textId="77777777" w:rsidR="006561A2" w:rsidRDefault="006561A2" w:rsidP="006F30AC">
      <w:pPr>
        <w:pStyle w:val="ListParagraph"/>
      </w:pPr>
    </w:p>
    <w:p w14:paraId="2179672E" w14:textId="77777777" w:rsidR="005278EB" w:rsidRDefault="005278EB" w:rsidP="006F30AC">
      <w:pPr>
        <w:pStyle w:val="StyleHeading2Tahoma"/>
        <w:ind w:left="1985"/>
      </w:pPr>
      <w:r w:rsidRPr="009825D5">
        <w:t>.</w:t>
      </w:r>
    </w:p>
    <w:p w14:paraId="49781817" w14:textId="77777777" w:rsidR="005278EB" w:rsidRDefault="005278EB" w:rsidP="005823CA">
      <w:pPr>
        <w:pStyle w:val="StyleHeading2Tahoma"/>
        <w:numPr>
          <w:ilvl w:val="2"/>
          <w:numId w:val="9"/>
        </w:numPr>
        <w:ind w:left="1985" w:hanging="992"/>
      </w:pPr>
      <w:r w:rsidRPr="009825D5">
        <w:rPr>
          <w:b/>
        </w:rPr>
        <w:t>“Business Day”</w:t>
      </w:r>
      <w:r w:rsidRPr="009825D5">
        <w:t xml:space="preserve"> means any day other than a Saturday, Sunday or public </w:t>
      </w:r>
      <w:r w:rsidRPr="009825D5">
        <w:lastRenderedPageBreak/>
        <w:t xml:space="preserve">holiday in </w:t>
      </w:r>
      <w:r>
        <w:t xml:space="preserve">the Republic of </w:t>
      </w:r>
      <w:r w:rsidRPr="009825D5">
        <w:t>South Africa</w:t>
      </w:r>
      <w:r w:rsidR="006561A2">
        <w:t>;</w:t>
      </w:r>
    </w:p>
    <w:p w14:paraId="1F411608" w14:textId="77777777" w:rsidR="005278EB" w:rsidRDefault="005278EB" w:rsidP="005823CA">
      <w:pPr>
        <w:pStyle w:val="StyleHeading2Tahoma"/>
        <w:tabs>
          <w:tab w:val="left" w:pos="4111"/>
        </w:tabs>
        <w:ind w:left="1985" w:hanging="992"/>
      </w:pPr>
    </w:p>
    <w:p w14:paraId="1EF6E50F" w14:textId="77777777" w:rsidR="005278EB" w:rsidRDefault="005278EB" w:rsidP="005823CA">
      <w:pPr>
        <w:pStyle w:val="StyleHeading2Tahoma"/>
        <w:numPr>
          <w:ilvl w:val="2"/>
          <w:numId w:val="9"/>
        </w:numPr>
        <w:ind w:left="1985" w:hanging="992"/>
      </w:pPr>
      <w:r w:rsidRPr="009825D5">
        <w:rPr>
          <w:b/>
        </w:rPr>
        <w:t>“Commencement Date”</w:t>
      </w:r>
      <w:r w:rsidR="0057759D">
        <w:t xml:space="preserve"> means </w:t>
      </w:r>
      <w:r w:rsidR="0055704A">
        <w:rPr>
          <w:b/>
        </w:rPr>
        <w:t>………….</w:t>
      </w:r>
      <w:r w:rsidRPr="009825D5">
        <w:t xml:space="preserve"> notwithstanding the date when the last signature is affixed to this Agreement</w:t>
      </w:r>
      <w:r w:rsidR="006561A2">
        <w:t>;</w:t>
      </w:r>
    </w:p>
    <w:p w14:paraId="00BE341D" w14:textId="77777777" w:rsidR="005278EB" w:rsidRDefault="005278EB" w:rsidP="005823CA">
      <w:pPr>
        <w:pStyle w:val="StyleHeading2Tahoma"/>
        <w:ind w:left="1985" w:hanging="992"/>
      </w:pPr>
    </w:p>
    <w:p w14:paraId="1BE1F0D6" w14:textId="77777777" w:rsidR="005278EB" w:rsidRDefault="005278EB" w:rsidP="005823CA">
      <w:pPr>
        <w:pStyle w:val="StyleHeading2Tahoma"/>
        <w:numPr>
          <w:ilvl w:val="2"/>
          <w:numId w:val="9"/>
        </w:numPr>
        <w:ind w:left="1985" w:hanging="992"/>
      </w:pPr>
      <w:r w:rsidRPr="00473D86">
        <w:rPr>
          <w:b/>
        </w:rPr>
        <w:t>“Confidential Information”</w:t>
      </w:r>
      <w:r w:rsidRPr="009825D5">
        <w:t xml:space="preserve"> means any proprietary and confidential information or data of any nature, tangible or intangible, oral or in writing and in any format or medium, which</w:t>
      </w:r>
      <w:r w:rsidR="00473D86">
        <w:t xml:space="preserve"> (</w:t>
      </w:r>
      <w:proofErr w:type="spellStart"/>
      <w:r w:rsidR="00473D86">
        <w:t>i</w:t>
      </w:r>
      <w:proofErr w:type="spellEnd"/>
      <w:r w:rsidR="00473D86">
        <w:t xml:space="preserve">) </w:t>
      </w:r>
      <w:r w:rsidRPr="009825D5">
        <w:t xml:space="preserve">is received by the Receiving Party from the Disclosing Party; </w:t>
      </w:r>
      <w:r w:rsidR="00473D86">
        <w:t xml:space="preserve">(ii) </w:t>
      </w:r>
      <w:r w:rsidRPr="009825D5">
        <w:t xml:space="preserve">is received by the Receiving Party from a Third Party acting on behalf of the Disclosing Party; or </w:t>
      </w:r>
      <w:r w:rsidR="00473D86">
        <w:t xml:space="preserve">(iii) </w:t>
      </w:r>
      <w:r w:rsidRPr="009825D5">
        <w:t>comes to the knowledge of the Recei</w:t>
      </w:r>
      <w:r>
        <w:t>ving Party by any other means.</w:t>
      </w:r>
      <w:r w:rsidR="00473D86">
        <w:t xml:space="preserve"> </w:t>
      </w:r>
      <w:r w:rsidRPr="009825D5">
        <w:t>Confidential Information includes such information whether marked as ‘Confidential’ or with a similar legend or not.</w:t>
      </w:r>
    </w:p>
    <w:p w14:paraId="45E11357" w14:textId="77777777" w:rsidR="005278EB" w:rsidRDefault="005278EB" w:rsidP="005823CA">
      <w:pPr>
        <w:pStyle w:val="StyleHeading2Tahoma"/>
        <w:ind w:left="1985" w:hanging="992"/>
      </w:pPr>
    </w:p>
    <w:p w14:paraId="66AFCE87" w14:textId="77777777" w:rsidR="005278EB" w:rsidRDefault="005278EB" w:rsidP="005823CA">
      <w:pPr>
        <w:pStyle w:val="StyleHeading2Tahoma"/>
        <w:numPr>
          <w:ilvl w:val="3"/>
          <w:numId w:val="9"/>
        </w:numPr>
        <w:tabs>
          <w:tab w:val="clear" w:pos="1800"/>
          <w:tab w:val="num" w:pos="2552"/>
          <w:tab w:val="left" w:pos="2977"/>
        </w:tabs>
        <w:ind w:left="2977" w:hanging="992"/>
      </w:pPr>
      <w:r w:rsidRPr="009825D5">
        <w:t xml:space="preserve">Without limitation, the Confidential Information of </w:t>
      </w:r>
      <w:r w:rsidR="007713D2">
        <w:t>SARS will include the following-</w:t>
      </w:r>
    </w:p>
    <w:p w14:paraId="0192F201" w14:textId="77777777" w:rsidR="000722DB" w:rsidRDefault="000722DB" w:rsidP="000722DB">
      <w:pPr>
        <w:pStyle w:val="StyleHeading2Tahoma"/>
        <w:tabs>
          <w:tab w:val="left" w:pos="2977"/>
        </w:tabs>
        <w:ind w:left="2977"/>
      </w:pPr>
    </w:p>
    <w:p w14:paraId="7D5AC57C" w14:textId="77777777" w:rsidR="00D718C6" w:rsidRPr="000722DB" w:rsidRDefault="005278EB" w:rsidP="005823CA">
      <w:pPr>
        <w:numPr>
          <w:ilvl w:val="4"/>
          <w:numId w:val="9"/>
        </w:numPr>
        <w:tabs>
          <w:tab w:val="left" w:pos="3686"/>
          <w:tab w:val="num" w:pos="4253"/>
          <w:tab w:val="num" w:pos="5609"/>
        </w:tabs>
        <w:suppressAutoHyphens/>
        <w:overflowPunct/>
        <w:autoSpaceDE/>
        <w:autoSpaceDN/>
        <w:adjustRightInd/>
        <w:spacing w:line="360" w:lineRule="auto"/>
        <w:ind w:left="2977" w:firstLine="0"/>
        <w:jc w:val="both"/>
        <w:textAlignment w:val="auto"/>
        <w:rPr>
          <w:rStyle w:val="Emphasis"/>
          <w:rFonts w:ascii="Arial" w:hAnsi="Arial" w:cs="Arial"/>
          <w:bCs/>
          <w:i w:val="0"/>
          <w:iCs w:val="0"/>
          <w:sz w:val="22"/>
          <w:szCs w:val="22"/>
        </w:rPr>
      </w:pPr>
      <w:r w:rsidRPr="00D718C6">
        <w:rPr>
          <w:rStyle w:val="Emphasis"/>
          <w:rFonts w:ascii="Arial" w:hAnsi="Arial" w:cs="Arial"/>
          <w:i w:val="0"/>
          <w:iCs w:val="0"/>
          <w:sz w:val="22"/>
          <w:szCs w:val="22"/>
        </w:rPr>
        <w:t>this Agreement;</w:t>
      </w:r>
      <w:bookmarkStart w:id="9" w:name="_Ref87254301"/>
      <w:r w:rsidRPr="00D718C6">
        <w:rPr>
          <w:rStyle w:val="Emphasis"/>
          <w:rFonts w:ascii="Arial" w:hAnsi="Arial" w:cs="Arial"/>
          <w:i w:val="0"/>
          <w:iCs w:val="0"/>
          <w:sz w:val="22"/>
          <w:szCs w:val="22"/>
        </w:rPr>
        <w:t xml:space="preserve"> </w:t>
      </w:r>
      <w:r w:rsidR="005724F1">
        <w:rPr>
          <w:rStyle w:val="Emphasis"/>
          <w:rFonts w:ascii="Arial" w:hAnsi="Arial" w:cs="Arial"/>
          <w:i w:val="0"/>
          <w:iCs w:val="0"/>
          <w:sz w:val="22"/>
          <w:szCs w:val="22"/>
        </w:rPr>
        <w:t xml:space="preserve"> and</w:t>
      </w:r>
    </w:p>
    <w:p w14:paraId="1E571DF0" w14:textId="77777777" w:rsidR="000722DB" w:rsidRPr="00D718C6" w:rsidRDefault="000722DB" w:rsidP="000722DB">
      <w:pPr>
        <w:tabs>
          <w:tab w:val="left" w:pos="3686"/>
          <w:tab w:val="num" w:pos="5609"/>
        </w:tabs>
        <w:suppressAutoHyphens/>
        <w:overflowPunct/>
        <w:autoSpaceDE/>
        <w:autoSpaceDN/>
        <w:adjustRightInd/>
        <w:spacing w:line="360" w:lineRule="auto"/>
        <w:ind w:left="2977"/>
        <w:jc w:val="both"/>
        <w:textAlignment w:val="auto"/>
        <w:rPr>
          <w:rStyle w:val="Emphasis"/>
          <w:rFonts w:ascii="Arial" w:hAnsi="Arial" w:cs="Arial"/>
          <w:bCs/>
          <w:i w:val="0"/>
          <w:iCs w:val="0"/>
          <w:sz w:val="22"/>
          <w:szCs w:val="22"/>
        </w:rPr>
      </w:pPr>
    </w:p>
    <w:p w14:paraId="0F2430D2" w14:textId="77777777" w:rsidR="005278EB" w:rsidRPr="00D718C6" w:rsidRDefault="005278EB" w:rsidP="005823CA">
      <w:pPr>
        <w:numPr>
          <w:ilvl w:val="4"/>
          <w:numId w:val="9"/>
        </w:numPr>
        <w:tabs>
          <w:tab w:val="left" w:pos="3686"/>
          <w:tab w:val="num" w:pos="4253"/>
          <w:tab w:val="num" w:pos="5609"/>
        </w:tabs>
        <w:suppressAutoHyphens/>
        <w:overflowPunct/>
        <w:autoSpaceDE/>
        <w:autoSpaceDN/>
        <w:adjustRightInd/>
        <w:spacing w:line="360" w:lineRule="auto"/>
        <w:ind w:left="4253" w:hanging="1276"/>
        <w:jc w:val="both"/>
        <w:textAlignment w:val="auto"/>
        <w:rPr>
          <w:rStyle w:val="Emphasis"/>
          <w:rFonts w:ascii="Arial" w:hAnsi="Arial" w:cs="Arial"/>
          <w:bCs/>
          <w:i w:val="0"/>
          <w:iCs w:val="0"/>
          <w:sz w:val="22"/>
          <w:szCs w:val="22"/>
        </w:rPr>
      </w:pPr>
      <w:r w:rsidRPr="00D718C6">
        <w:rPr>
          <w:rStyle w:val="Emphasis"/>
          <w:rFonts w:ascii="Arial" w:hAnsi="Arial" w:cs="Arial"/>
          <w:i w:val="0"/>
          <w:iCs w:val="0"/>
          <w:sz w:val="22"/>
          <w:szCs w:val="22"/>
        </w:rPr>
        <w:t>any other non-public information, regardless of whether such information is marked ‘Confidential’ or with another similar designation, including: SARS Data; SARS’s financial information; information regarding taxpayers/vendors;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w:t>
      </w:r>
      <w:bookmarkEnd w:id="9"/>
    </w:p>
    <w:p w14:paraId="7A719757" w14:textId="77777777" w:rsidR="00CE156B" w:rsidRDefault="00CE156B" w:rsidP="005823CA">
      <w:pPr>
        <w:pStyle w:val="StyleHeading2Tahoma"/>
        <w:ind w:left="993" w:hanging="993"/>
        <w:rPr>
          <w:rStyle w:val="Emphasis"/>
          <w:rFonts w:cs="Arial"/>
          <w:bCs w:val="0"/>
          <w:i w:val="0"/>
          <w:iCs w:val="0"/>
        </w:rPr>
      </w:pPr>
    </w:p>
    <w:p w14:paraId="72C7E781" w14:textId="77777777" w:rsidR="00DB424B" w:rsidRDefault="00DB424B" w:rsidP="005823CA">
      <w:pPr>
        <w:pStyle w:val="StyleHeading2Tahoma"/>
        <w:ind w:left="993" w:hanging="993"/>
        <w:rPr>
          <w:rStyle w:val="Emphasis"/>
          <w:rFonts w:cs="Arial"/>
          <w:bCs w:val="0"/>
          <w:i w:val="0"/>
          <w:iCs w:val="0"/>
        </w:rPr>
      </w:pPr>
    </w:p>
    <w:p w14:paraId="7A092649" w14:textId="77777777" w:rsidR="005278EB" w:rsidRPr="00473D86" w:rsidRDefault="00473D86" w:rsidP="005823CA">
      <w:pPr>
        <w:pStyle w:val="StyleHeading2Tahoma"/>
        <w:numPr>
          <w:ilvl w:val="3"/>
          <w:numId w:val="9"/>
        </w:numPr>
        <w:tabs>
          <w:tab w:val="clear" w:pos="1800"/>
          <w:tab w:val="num" w:pos="2552"/>
          <w:tab w:val="left" w:pos="2977"/>
        </w:tabs>
        <w:ind w:left="2977" w:hanging="992"/>
        <w:rPr>
          <w:rStyle w:val="Emphasis"/>
          <w:rFonts w:cs="Arial"/>
          <w:bCs w:val="0"/>
          <w:i w:val="0"/>
          <w:iCs w:val="0"/>
        </w:rPr>
      </w:pPr>
      <w:r>
        <w:rPr>
          <w:rStyle w:val="Emphasis"/>
          <w:rFonts w:cs="Arial"/>
          <w:bCs w:val="0"/>
          <w:i w:val="0"/>
          <w:iCs w:val="0"/>
        </w:rPr>
        <w:t>Confidential Information</w:t>
      </w:r>
      <w:r w:rsidR="005278EB" w:rsidRPr="00473D86">
        <w:rPr>
          <w:rStyle w:val="Emphasis"/>
          <w:rFonts w:cs="Arial"/>
          <w:bCs w:val="0"/>
          <w:i w:val="0"/>
          <w:iCs w:val="0"/>
        </w:rPr>
        <w:t xml:space="preserve"> will not include information that:</w:t>
      </w:r>
      <w:r w:rsidRPr="00473D86">
        <w:rPr>
          <w:rStyle w:val="Emphasis"/>
          <w:rFonts w:cs="Arial"/>
          <w:bCs w:val="0"/>
          <w:i w:val="0"/>
          <w:iCs w:val="0"/>
        </w:rPr>
        <w:t xml:space="preserve"> (</w:t>
      </w:r>
      <w:proofErr w:type="spellStart"/>
      <w:r w:rsidRPr="00473D86">
        <w:rPr>
          <w:rStyle w:val="Emphasis"/>
          <w:rFonts w:cs="Arial"/>
          <w:bCs w:val="0"/>
          <w:i w:val="0"/>
          <w:iCs w:val="0"/>
        </w:rPr>
        <w:t>i</w:t>
      </w:r>
      <w:proofErr w:type="spellEnd"/>
      <w:r w:rsidRPr="00473D86">
        <w:rPr>
          <w:rStyle w:val="Emphasis"/>
          <w:rFonts w:cs="Arial"/>
          <w:bCs w:val="0"/>
          <w:i w:val="0"/>
          <w:iCs w:val="0"/>
        </w:rPr>
        <w:t xml:space="preserve">) </w:t>
      </w:r>
      <w:r w:rsidR="005278EB" w:rsidRPr="00473D86">
        <w:rPr>
          <w:rStyle w:val="Emphasis"/>
          <w:rFonts w:cs="Arial"/>
          <w:bCs w:val="0"/>
          <w:i w:val="0"/>
          <w:iCs w:val="0"/>
        </w:rPr>
        <w:t xml:space="preserve">is in or </w:t>
      </w:r>
      <w:r w:rsidR="005278EB" w:rsidRPr="00473D86">
        <w:rPr>
          <w:rStyle w:val="Emphasis"/>
          <w:rFonts w:cs="Arial"/>
          <w:bCs w:val="0"/>
          <w:i w:val="0"/>
          <w:iCs w:val="0"/>
        </w:rPr>
        <w:lastRenderedPageBreak/>
        <w:t xml:space="preserve">enters the public domain without breach of this Agreement; </w:t>
      </w:r>
      <w:r w:rsidRPr="00473D86">
        <w:rPr>
          <w:rStyle w:val="Emphasis"/>
          <w:rFonts w:cs="Arial"/>
          <w:bCs w:val="0"/>
          <w:i w:val="0"/>
          <w:iCs w:val="0"/>
        </w:rPr>
        <w:t xml:space="preserve">(ii) </w:t>
      </w:r>
      <w:r w:rsidR="005278EB" w:rsidRPr="00473D86">
        <w:rPr>
          <w:rStyle w:val="Emphasis"/>
          <w:rFonts w:cs="Arial"/>
          <w:bCs w:val="0"/>
          <w:i w:val="0"/>
          <w:iCs w:val="0"/>
        </w:rPr>
        <w:t xml:space="preserve">the Receiving Party receives from a Third Party without restriction on disclosure and without breach of a non-disclosure obligation; or </w:t>
      </w:r>
      <w:r w:rsidRPr="00473D86">
        <w:rPr>
          <w:rStyle w:val="Emphasis"/>
          <w:rFonts w:cs="Arial"/>
          <w:bCs w:val="0"/>
          <w:i w:val="0"/>
          <w:iCs w:val="0"/>
        </w:rPr>
        <w:t>(iii)</w:t>
      </w:r>
      <w:r>
        <w:rPr>
          <w:rStyle w:val="Emphasis"/>
          <w:rFonts w:cs="Arial"/>
          <w:bCs w:val="0"/>
          <w:i w:val="0"/>
          <w:iCs w:val="0"/>
        </w:rPr>
        <w:t xml:space="preserve"> </w:t>
      </w:r>
      <w:r w:rsidR="005278EB" w:rsidRPr="00473D86">
        <w:rPr>
          <w:rStyle w:val="Emphasis"/>
          <w:rFonts w:cs="Arial"/>
          <w:bCs w:val="0"/>
          <w:i w:val="0"/>
          <w:iCs w:val="0"/>
        </w:rPr>
        <w:t>the Receiving Party knew prior to receiving such information from the Disclosing Party</w:t>
      </w:r>
      <w:r w:rsidR="005724F1">
        <w:rPr>
          <w:rStyle w:val="Emphasis"/>
          <w:rFonts w:cs="Arial"/>
          <w:bCs w:val="0"/>
          <w:i w:val="0"/>
          <w:iCs w:val="0"/>
        </w:rPr>
        <w:t>;</w:t>
      </w:r>
      <w:r w:rsidR="005278EB" w:rsidRPr="00473D86">
        <w:rPr>
          <w:rStyle w:val="Emphasis"/>
          <w:rFonts w:cs="Arial"/>
          <w:bCs w:val="0"/>
          <w:i w:val="0"/>
          <w:iCs w:val="0"/>
        </w:rPr>
        <w:t xml:space="preserve"> or</w:t>
      </w:r>
      <w:r w:rsidR="005724F1">
        <w:rPr>
          <w:rStyle w:val="Emphasis"/>
          <w:rFonts w:cs="Arial"/>
          <w:bCs w:val="0"/>
          <w:i w:val="0"/>
          <w:iCs w:val="0"/>
        </w:rPr>
        <w:t xml:space="preserve"> (vi)</w:t>
      </w:r>
      <w:r w:rsidR="005278EB" w:rsidRPr="00473D86">
        <w:rPr>
          <w:rStyle w:val="Emphasis"/>
          <w:rFonts w:cs="Arial"/>
          <w:bCs w:val="0"/>
          <w:i w:val="0"/>
          <w:iCs w:val="0"/>
        </w:rPr>
        <w:t xml:space="preserve"> develops independently without reference to the Disclosing Party’s Confidential Information (as established by documentary evidence).  The onus will at all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w:t>
      </w:r>
    </w:p>
    <w:p w14:paraId="4C0ECA69" w14:textId="77777777" w:rsidR="00CE156B" w:rsidRDefault="00CE156B" w:rsidP="005823CA">
      <w:pPr>
        <w:pStyle w:val="StyleHeading2Tahoma"/>
        <w:ind w:left="993" w:hanging="993"/>
        <w:rPr>
          <w:rStyle w:val="Emphasis"/>
          <w:rFonts w:cs="Arial"/>
          <w:bCs w:val="0"/>
          <w:i w:val="0"/>
          <w:iCs w:val="0"/>
        </w:rPr>
      </w:pPr>
    </w:p>
    <w:p w14:paraId="6E77FCC7" w14:textId="77777777" w:rsidR="005278EB" w:rsidRDefault="005278EB" w:rsidP="005823CA">
      <w:pPr>
        <w:pStyle w:val="StyleHeading2Tahoma"/>
        <w:numPr>
          <w:ilvl w:val="3"/>
          <w:numId w:val="9"/>
        </w:numPr>
        <w:tabs>
          <w:tab w:val="clear" w:pos="1800"/>
          <w:tab w:val="num" w:pos="2552"/>
          <w:tab w:val="left" w:pos="2977"/>
        </w:tabs>
        <w:ind w:left="2977" w:hanging="992"/>
        <w:rPr>
          <w:rStyle w:val="Emphasis"/>
          <w:rFonts w:cs="Arial"/>
          <w:bCs w:val="0"/>
          <w:i w:val="0"/>
          <w:iCs w:val="0"/>
        </w:rPr>
      </w:pPr>
      <w:r w:rsidRPr="009825D5">
        <w:rPr>
          <w:rStyle w:val="Emphasis"/>
          <w:rFonts w:cs="Arial"/>
          <w:bCs w:val="0"/>
          <w:i w:val="0"/>
          <w:iCs w:val="0"/>
        </w:rPr>
        <w:t>The determination of whether information is Confidential Information will not be affected by whether or not such information is subje</w:t>
      </w:r>
      <w:r>
        <w:rPr>
          <w:rStyle w:val="Emphasis"/>
          <w:rFonts w:cs="Arial"/>
          <w:bCs w:val="0"/>
          <w:i w:val="0"/>
          <w:iCs w:val="0"/>
        </w:rPr>
        <w:t>ct to, or protected by, common l</w:t>
      </w:r>
      <w:r w:rsidRPr="009825D5">
        <w:rPr>
          <w:rStyle w:val="Emphasis"/>
          <w:rFonts w:cs="Arial"/>
          <w:bCs w:val="0"/>
          <w:i w:val="0"/>
          <w:iCs w:val="0"/>
        </w:rPr>
        <w:t>aw or statute related to copyright, patent, trademarks or otherwise</w:t>
      </w:r>
      <w:r w:rsidR="006561A2">
        <w:rPr>
          <w:rStyle w:val="Emphasis"/>
          <w:rFonts w:cs="Arial"/>
          <w:bCs w:val="0"/>
          <w:i w:val="0"/>
          <w:iCs w:val="0"/>
        </w:rPr>
        <w:t>;</w:t>
      </w:r>
    </w:p>
    <w:p w14:paraId="0C2947F2" w14:textId="77777777" w:rsidR="005278EB" w:rsidRDefault="005278EB" w:rsidP="005823CA">
      <w:pPr>
        <w:pStyle w:val="StyleHeading2Tahoma"/>
        <w:ind w:left="993" w:hanging="993"/>
        <w:rPr>
          <w:rStyle w:val="Emphasis"/>
          <w:rFonts w:cs="Arial"/>
          <w:bCs w:val="0"/>
          <w:i w:val="0"/>
          <w:iCs w:val="0"/>
        </w:rPr>
      </w:pPr>
    </w:p>
    <w:p w14:paraId="26B9C6E3"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“Disclosing Party”</w:t>
      </w:r>
      <w:r w:rsidRPr="009825D5">
        <w:rPr>
          <w:rStyle w:val="Emphasis"/>
          <w:rFonts w:cs="Arial"/>
          <w:bCs w:val="0"/>
          <w:i w:val="0"/>
          <w:iCs w:val="0"/>
        </w:rPr>
        <w:t xml:space="preserve"> means the Party who furnishes or otherwise makes available such Party’s Confidential Information to the other Party (including such other Party’s personnel or Third Party suppliers, as applicable) or on whose behalf such Party’s Confidential Information is furnished or otherwise made available to the other Party (including such other Party’s personnel or Third Party suppliers, as applicable)</w:t>
      </w:r>
      <w:r w:rsidR="006561A2">
        <w:rPr>
          <w:rStyle w:val="Emphasis"/>
          <w:rFonts w:cs="Arial"/>
          <w:bCs w:val="0"/>
          <w:i w:val="0"/>
          <w:iCs w:val="0"/>
        </w:rPr>
        <w:t>;</w:t>
      </w:r>
    </w:p>
    <w:p w14:paraId="400FC03E" w14:textId="77777777" w:rsidR="005278EB" w:rsidRDefault="005278EB" w:rsidP="005823CA">
      <w:pPr>
        <w:pStyle w:val="StyleHeading2Tahoma"/>
        <w:ind w:left="993" w:hanging="993"/>
        <w:rPr>
          <w:rStyle w:val="Emphasis"/>
          <w:rFonts w:cs="Arial"/>
          <w:bCs w:val="0"/>
          <w:i w:val="0"/>
          <w:iCs w:val="0"/>
        </w:rPr>
      </w:pPr>
    </w:p>
    <w:p w14:paraId="374ED2D5"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“Losses”</w:t>
      </w:r>
      <w:r w:rsidRPr="009825D5">
        <w:rPr>
          <w:rStyle w:val="Emphasis"/>
          <w:rFonts w:cs="Arial"/>
          <w:bCs w:val="0"/>
          <w:i w:val="0"/>
          <w:iCs w:val="0"/>
        </w:rPr>
        <w:t xml:space="preserve"> means all losses, liabilities, costs, expenses, fines, penalties, damages and claims, and all related costs</w:t>
      </w:r>
      <w:r>
        <w:rPr>
          <w:rStyle w:val="Emphasis"/>
          <w:rFonts w:cs="Arial"/>
          <w:bCs w:val="0"/>
          <w:i w:val="0"/>
          <w:iCs w:val="0"/>
        </w:rPr>
        <w:t xml:space="preserve"> and expenses as determined in L</w:t>
      </w:r>
      <w:r w:rsidRPr="009825D5">
        <w:rPr>
          <w:rStyle w:val="Emphasis"/>
          <w:rFonts w:cs="Arial"/>
          <w:bCs w:val="0"/>
          <w:i w:val="0"/>
          <w:iCs w:val="0"/>
        </w:rPr>
        <w:t>aw</w:t>
      </w:r>
      <w:r w:rsidR="006561A2">
        <w:rPr>
          <w:rStyle w:val="Emphasis"/>
          <w:rFonts w:cs="Arial"/>
          <w:bCs w:val="0"/>
          <w:i w:val="0"/>
          <w:iCs w:val="0"/>
        </w:rPr>
        <w:t>;</w:t>
      </w:r>
    </w:p>
    <w:p w14:paraId="65FAF3B8" w14:textId="77777777" w:rsidR="005278EB" w:rsidRDefault="005278EB" w:rsidP="005823CA">
      <w:pPr>
        <w:pStyle w:val="StyleHeading2Tahoma"/>
        <w:ind w:left="993" w:hanging="993"/>
        <w:rPr>
          <w:rStyle w:val="Emphasis"/>
          <w:rFonts w:cs="Arial"/>
          <w:bCs w:val="0"/>
          <w:i w:val="0"/>
          <w:iCs w:val="0"/>
        </w:rPr>
      </w:pPr>
    </w:p>
    <w:p w14:paraId="6764B87A"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“Parties”</w:t>
      </w:r>
      <w:r w:rsidRPr="009825D5">
        <w:rPr>
          <w:rStyle w:val="Emphasis"/>
          <w:rFonts w:cs="Arial"/>
          <w:bCs w:val="0"/>
          <w:i w:val="0"/>
          <w:iCs w:val="0"/>
        </w:rPr>
        <w:t xml:space="preserve"> means SARS and the Service Provider and </w:t>
      </w:r>
      <w:r w:rsidRPr="007B73A9">
        <w:rPr>
          <w:rStyle w:val="Emphasis"/>
          <w:rFonts w:cs="Arial"/>
          <w:b/>
          <w:bCs w:val="0"/>
          <w:i w:val="0"/>
          <w:iCs w:val="0"/>
        </w:rPr>
        <w:t>“Party”</w:t>
      </w:r>
      <w:r w:rsidRPr="009825D5">
        <w:rPr>
          <w:rStyle w:val="Emphasis"/>
          <w:rFonts w:cs="Arial"/>
          <w:bCs w:val="0"/>
          <w:i w:val="0"/>
          <w:iCs w:val="0"/>
        </w:rPr>
        <w:t xml:space="preserve"> as the context requires, is a reference to any one of them</w:t>
      </w:r>
      <w:r w:rsidR="006561A2">
        <w:rPr>
          <w:rStyle w:val="Emphasis"/>
          <w:rFonts w:cs="Arial"/>
          <w:bCs w:val="0"/>
          <w:i w:val="0"/>
          <w:iCs w:val="0"/>
        </w:rPr>
        <w:t>;</w:t>
      </w:r>
    </w:p>
    <w:p w14:paraId="1E0609F9" w14:textId="77777777" w:rsidR="0055704A" w:rsidRDefault="0055704A" w:rsidP="0055704A">
      <w:pPr>
        <w:pStyle w:val="ListParagraph"/>
        <w:rPr>
          <w:rStyle w:val="Emphasis"/>
          <w:rFonts w:cs="Arial"/>
          <w:bCs/>
          <w:i w:val="0"/>
          <w:iCs w:val="0"/>
        </w:rPr>
      </w:pPr>
    </w:p>
    <w:p w14:paraId="68B94D47" w14:textId="77777777" w:rsidR="0055704A" w:rsidRDefault="0055704A" w:rsidP="005823CA">
      <w:pPr>
        <w:pStyle w:val="StyleHeading2Tahoma"/>
        <w:numPr>
          <w:ilvl w:val="2"/>
          <w:numId w:val="9"/>
        </w:numPr>
        <w:ind w:left="1985" w:hanging="992"/>
        <w:rPr>
          <w:rStyle w:val="Emphasis"/>
          <w:rFonts w:cs="Arial"/>
          <w:bCs w:val="0"/>
          <w:i w:val="0"/>
          <w:iCs w:val="0"/>
        </w:rPr>
      </w:pPr>
      <w:r w:rsidRPr="0055704A">
        <w:rPr>
          <w:rStyle w:val="Emphasis"/>
          <w:rFonts w:cs="Arial"/>
          <w:b/>
          <w:bCs w:val="0"/>
          <w:i w:val="0"/>
          <w:iCs w:val="0"/>
        </w:rPr>
        <w:t>“Purchaser”</w:t>
      </w:r>
      <w:r>
        <w:rPr>
          <w:rStyle w:val="Emphasis"/>
          <w:rFonts w:cs="Arial"/>
          <w:bCs w:val="0"/>
          <w:i w:val="0"/>
          <w:iCs w:val="0"/>
        </w:rPr>
        <w:t xml:space="preserve"> means the South African Revenue Service established in terms of section 2 of South African Revenue Service Act, 1997 (Act No. 34 of 1997) </w:t>
      </w:r>
      <w:r>
        <w:rPr>
          <w:rStyle w:val="Emphasis"/>
          <w:rFonts w:cs="Arial"/>
          <w:bCs w:val="0"/>
          <w:i w:val="0"/>
          <w:iCs w:val="0"/>
        </w:rPr>
        <w:lastRenderedPageBreak/>
        <w:t xml:space="preserve">with its principal address at 299 </w:t>
      </w:r>
      <w:proofErr w:type="spellStart"/>
      <w:r>
        <w:rPr>
          <w:rStyle w:val="Emphasis"/>
          <w:rFonts w:cs="Arial"/>
          <w:bCs w:val="0"/>
          <w:i w:val="0"/>
          <w:iCs w:val="0"/>
        </w:rPr>
        <w:t>Bronkhorst</w:t>
      </w:r>
      <w:proofErr w:type="spellEnd"/>
      <w:r>
        <w:rPr>
          <w:rStyle w:val="Emphasis"/>
          <w:rFonts w:cs="Arial"/>
          <w:bCs w:val="0"/>
          <w:i w:val="0"/>
          <w:iCs w:val="0"/>
        </w:rPr>
        <w:t xml:space="preserve"> Street, </w:t>
      </w:r>
      <w:proofErr w:type="spellStart"/>
      <w:r>
        <w:rPr>
          <w:rStyle w:val="Emphasis"/>
          <w:rFonts w:cs="Arial"/>
          <w:bCs w:val="0"/>
          <w:i w:val="0"/>
          <w:iCs w:val="0"/>
        </w:rPr>
        <w:t>Nieuw</w:t>
      </w:r>
      <w:proofErr w:type="spellEnd"/>
      <w:r>
        <w:rPr>
          <w:rStyle w:val="Emphasis"/>
          <w:rFonts w:cs="Arial"/>
          <w:bCs w:val="0"/>
          <w:i w:val="0"/>
          <w:iCs w:val="0"/>
        </w:rPr>
        <w:t xml:space="preserve"> </w:t>
      </w:r>
      <w:proofErr w:type="spellStart"/>
      <w:r>
        <w:rPr>
          <w:rStyle w:val="Emphasis"/>
          <w:rFonts w:cs="Arial"/>
          <w:bCs w:val="0"/>
          <w:i w:val="0"/>
          <w:iCs w:val="0"/>
        </w:rPr>
        <w:t>Muckleneuck</w:t>
      </w:r>
      <w:proofErr w:type="spellEnd"/>
      <w:r>
        <w:rPr>
          <w:rStyle w:val="Emphasis"/>
          <w:rFonts w:cs="Arial"/>
          <w:bCs w:val="0"/>
          <w:i w:val="0"/>
          <w:iCs w:val="0"/>
        </w:rPr>
        <w:t>, Pretoria</w:t>
      </w:r>
    </w:p>
    <w:p w14:paraId="27D682FF" w14:textId="77777777" w:rsidR="00DB424B" w:rsidRDefault="00DB424B" w:rsidP="0055704A">
      <w:pPr>
        <w:pStyle w:val="StyleHeading2Tahoma"/>
        <w:rPr>
          <w:rStyle w:val="Emphasis"/>
          <w:rFonts w:cs="Arial"/>
          <w:bCs w:val="0"/>
          <w:i w:val="0"/>
          <w:iCs w:val="0"/>
        </w:rPr>
      </w:pPr>
    </w:p>
    <w:p w14:paraId="6B6C412F"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“Receiving Party”</w:t>
      </w:r>
      <w:r w:rsidRPr="009825D5">
        <w:rPr>
          <w:rStyle w:val="Emphasis"/>
          <w:rFonts w:cs="Arial"/>
          <w:bCs w:val="0"/>
          <w:i w:val="0"/>
          <w:iCs w:val="0"/>
        </w:rPr>
        <w:t xml:space="preserve"> means the Party, other than the Disclosing Party, that receives disclosure of any Confidential Information</w:t>
      </w:r>
      <w:r w:rsidR="006561A2">
        <w:rPr>
          <w:rStyle w:val="Emphasis"/>
          <w:rFonts w:cs="Arial"/>
          <w:bCs w:val="0"/>
          <w:i w:val="0"/>
          <w:iCs w:val="0"/>
        </w:rPr>
        <w:t>;</w:t>
      </w:r>
    </w:p>
    <w:p w14:paraId="330D8C08" w14:textId="77777777" w:rsidR="005278EB" w:rsidRDefault="005278EB" w:rsidP="005823CA">
      <w:pPr>
        <w:pStyle w:val="StyleHeading2Tahoma"/>
        <w:ind w:left="993" w:hanging="993"/>
        <w:rPr>
          <w:rStyle w:val="Emphasis"/>
          <w:rFonts w:cs="Arial"/>
          <w:bCs w:val="0"/>
          <w:i w:val="0"/>
          <w:iCs w:val="0"/>
        </w:rPr>
      </w:pPr>
    </w:p>
    <w:p w14:paraId="29C1CE5F"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“SARS”</w:t>
      </w:r>
      <w:r w:rsidRPr="009825D5">
        <w:rPr>
          <w:rStyle w:val="Emphasis"/>
          <w:rFonts w:cs="Arial"/>
          <w:bCs w:val="0"/>
          <w:i w:val="0"/>
          <w:iCs w:val="0"/>
        </w:rPr>
        <w:t xml:space="preserve"> means the South African Revenue Service, an organ of state </w:t>
      </w:r>
      <w:r>
        <w:rPr>
          <w:rStyle w:val="Emphasis"/>
          <w:rFonts w:cs="Arial"/>
          <w:bCs w:val="0"/>
          <w:i w:val="0"/>
          <w:iCs w:val="0"/>
        </w:rPr>
        <w:t xml:space="preserve">within the public administration but outside the public service </w:t>
      </w:r>
      <w:r w:rsidRPr="009825D5">
        <w:rPr>
          <w:rStyle w:val="Emphasis"/>
          <w:rFonts w:cs="Arial"/>
          <w:bCs w:val="0"/>
          <w:i w:val="0"/>
          <w:iCs w:val="0"/>
        </w:rPr>
        <w:t xml:space="preserve">established in terms of </w:t>
      </w:r>
      <w:r>
        <w:rPr>
          <w:rStyle w:val="Emphasis"/>
          <w:rFonts w:cs="Arial"/>
          <w:bCs w:val="0"/>
          <w:i w:val="0"/>
          <w:iCs w:val="0"/>
        </w:rPr>
        <w:t xml:space="preserve">Section 2 of </w:t>
      </w:r>
      <w:r w:rsidRPr="009825D5">
        <w:rPr>
          <w:rStyle w:val="Emphasis"/>
          <w:rFonts w:cs="Arial"/>
          <w:bCs w:val="0"/>
          <w:i w:val="0"/>
          <w:iCs w:val="0"/>
        </w:rPr>
        <w:t>the South African Revenue Service Act</w:t>
      </w:r>
      <w:r>
        <w:rPr>
          <w:rStyle w:val="Emphasis"/>
          <w:rFonts w:cs="Arial"/>
          <w:bCs w:val="0"/>
          <w:i w:val="0"/>
          <w:iCs w:val="0"/>
        </w:rPr>
        <w:t>, 1997</w:t>
      </w:r>
      <w:r w:rsidRPr="009825D5">
        <w:rPr>
          <w:rStyle w:val="Emphasis"/>
          <w:rFonts w:cs="Arial"/>
          <w:bCs w:val="0"/>
          <w:i w:val="0"/>
          <w:iCs w:val="0"/>
        </w:rPr>
        <w:t xml:space="preserve"> </w:t>
      </w:r>
      <w:r>
        <w:rPr>
          <w:rStyle w:val="Emphasis"/>
          <w:rFonts w:cs="Arial"/>
          <w:bCs w:val="0"/>
          <w:i w:val="0"/>
          <w:iCs w:val="0"/>
        </w:rPr>
        <w:t xml:space="preserve">(Act </w:t>
      </w:r>
      <w:r w:rsidRPr="009825D5">
        <w:rPr>
          <w:rStyle w:val="Emphasis"/>
          <w:rFonts w:cs="Arial"/>
          <w:bCs w:val="0"/>
          <w:i w:val="0"/>
          <w:iCs w:val="0"/>
        </w:rPr>
        <w:t>No. 34 of 1997</w:t>
      </w:r>
      <w:r>
        <w:rPr>
          <w:rStyle w:val="Emphasis"/>
          <w:rFonts w:cs="Arial"/>
          <w:bCs w:val="0"/>
          <w:i w:val="0"/>
          <w:iCs w:val="0"/>
        </w:rPr>
        <w:t xml:space="preserve">) with its principal address at 299 </w:t>
      </w:r>
      <w:proofErr w:type="spellStart"/>
      <w:r>
        <w:rPr>
          <w:rStyle w:val="Emphasis"/>
          <w:rFonts w:cs="Arial"/>
          <w:bCs w:val="0"/>
          <w:i w:val="0"/>
          <w:iCs w:val="0"/>
        </w:rPr>
        <w:t>Bronkhorst</w:t>
      </w:r>
      <w:proofErr w:type="spellEnd"/>
      <w:r>
        <w:rPr>
          <w:rStyle w:val="Emphasis"/>
          <w:rFonts w:cs="Arial"/>
          <w:bCs w:val="0"/>
          <w:i w:val="0"/>
          <w:iCs w:val="0"/>
        </w:rPr>
        <w:t xml:space="preserve"> Street, </w:t>
      </w:r>
      <w:proofErr w:type="spellStart"/>
      <w:r>
        <w:rPr>
          <w:rStyle w:val="Emphasis"/>
          <w:rFonts w:cs="Arial"/>
          <w:bCs w:val="0"/>
          <w:i w:val="0"/>
          <w:iCs w:val="0"/>
        </w:rPr>
        <w:t>Nieuw</w:t>
      </w:r>
      <w:proofErr w:type="spellEnd"/>
      <w:r>
        <w:rPr>
          <w:rStyle w:val="Emphasis"/>
          <w:rFonts w:cs="Arial"/>
          <w:bCs w:val="0"/>
          <w:i w:val="0"/>
          <w:iCs w:val="0"/>
        </w:rPr>
        <w:t xml:space="preserve"> </w:t>
      </w:r>
      <w:proofErr w:type="spellStart"/>
      <w:r>
        <w:rPr>
          <w:rStyle w:val="Emphasis"/>
          <w:rFonts w:cs="Arial"/>
          <w:bCs w:val="0"/>
          <w:i w:val="0"/>
          <w:iCs w:val="0"/>
        </w:rPr>
        <w:t>Muckleneuk</w:t>
      </w:r>
      <w:proofErr w:type="spellEnd"/>
      <w:r>
        <w:rPr>
          <w:rStyle w:val="Emphasis"/>
          <w:rFonts w:cs="Arial"/>
          <w:bCs w:val="0"/>
          <w:i w:val="0"/>
          <w:iCs w:val="0"/>
        </w:rPr>
        <w:t>, Pretoria</w:t>
      </w:r>
      <w:r w:rsidR="006561A2">
        <w:rPr>
          <w:rStyle w:val="Emphasis"/>
          <w:rFonts w:cs="Arial"/>
          <w:bCs w:val="0"/>
          <w:i w:val="0"/>
          <w:iCs w:val="0"/>
        </w:rPr>
        <w:t>;</w:t>
      </w:r>
    </w:p>
    <w:p w14:paraId="0B16E696" w14:textId="77777777" w:rsidR="000722DB" w:rsidRDefault="000722DB" w:rsidP="000722DB">
      <w:pPr>
        <w:pStyle w:val="StyleHeading2Tahoma"/>
        <w:rPr>
          <w:rStyle w:val="Emphasis"/>
          <w:rFonts w:cs="Arial"/>
          <w:bCs w:val="0"/>
          <w:i w:val="0"/>
          <w:iCs w:val="0"/>
        </w:rPr>
      </w:pPr>
    </w:p>
    <w:p w14:paraId="0898B454"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“SARS Data”</w:t>
      </w:r>
      <w:r w:rsidRPr="009825D5">
        <w:rPr>
          <w:rStyle w:val="Emphasis"/>
          <w:rFonts w:cs="Arial"/>
          <w:bCs w:val="0"/>
          <w:i w:val="0"/>
          <w:iCs w:val="0"/>
        </w:rPr>
        <w:t xml:space="preserve"> means all information, whether or not Confidential Information, disclosed to the Service Provider by or on behalf of SARS, and includes information derived from such information</w:t>
      </w:r>
      <w:r w:rsidR="006561A2">
        <w:rPr>
          <w:rStyle w:val="Emphasis"/>
          <w:rFonts w:cs="Arial"/>
          <w:bCs w:val="0"/>
          <w:i w:val="0"/>
          <w:iCs w:val="0"/>
        </w:rPr>
        <w:t>;</w:t>
      </w:r>
    </w:p>
    <w:p w14:paraId="654AB7F4" w14:textId="77777777" w:rsidR="005278EB" w:rsidRDefault="005278EB" w:rsidP="005823CA">
      <w:pPr>
        <w:pStyle w:val="StyleHeading2Tahoma"/>
        <w:ind w:left="993" w:hanging="993"/>
        <w:rPr>
          <w:rStyle w:val="Emphasis"/>
          <w:rFonts w:cs="Arial"/>
          <w:bCs w:val="0"/>
          <w:i w:val="0"/>
          <w:iCs w:val="0"/>
        </w:rPr>
      </w:pPr>
    </w:p>
    <w:p w14:paraId="7E8009BE"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“SARS Representative”</w:t>
      </w:r>
      <w:r>
        <w:rPr>
          <w:rStyle w:val="Emphasis"/>
          <w:rFonts w:cs="Arial"/>
          <w:bCs w:val="0"/>
          <w:i w:val="0"/>
          <w:iCs w:val="0"/>
        </w:rPr>
        <w:t xml:space="preserve"> will be such P</w:t>
      </w:r>
      <w:r w:rsidRPr="009825D5">
        <w:rPr>
          <w:rStyle w:val="Emphasis"/>
          <w:rFonts w:cs="Arial"/>
          <w:bCs w:val="0"/>
          <w:i w:val="0"/>
          <w:iCs w:val="0"/>
        </w:rPr>
        <w:t>erson as may be nominated from time to time by SARS</w:t>
      </w:r>
      <w:r w:rsidR="006561A2">
        <w:rPr>
          <w:rStyle w:val="Emphasis"/>
          <w:rFonts w:cs="Arial"/>
          <w:bCs w:val="0"/>
          <w:i w:val="0"/>
          <w:iCs w:val="0"/>
        </w:rPr>
        <w:t>;</w:t>
      </w:r>
    </w:p>
    <w:p w14:paraId="1102B2C4" w14:textId="77777777" w:rsidR="005278EB" w:rsidRDefault="005278EB" w:rsidP="005823CA">
      <w:pPr>
        <w:pStyle w:val="StyleHeading2Tahoma"/>
        <w:ind w:left="993" w:hanging="993"/>
        <w:rPr>
          <w:rStyle w:val="Emphasis"/>
          <w:rFonts w:cs="Arial"/>
          <w:bCs w:val="0"/>
          <w:i w:val="0"/>
          <w:iCs w:val="0"/>
        </w:rPr>
      </w:pPr>
    </w:p>
    <w:p w14:paraId="2F90BCAE" w14:textId="77777777" w:rsidR="005278EB" w:rsidRDefault="0055704A" w:rsidP="005823CA">
      <w:pPr>
        <w:pStyle w:val="StyleHeading2Tahoma"/>
        <w:numPr>
          <w:ilvl w:val="2"/>
          <w:numId w:val="9"/>
        </w:numPr>
        <w:ind w:left="1985" w:hanging="992"/>
        <w:rPr>
          <w:rStyle w:val="Emphasis"/>
          <w:rFonts w:cs="Arial"/>
          <w:bCs w:val="0"/>
          <w:i w:val="0"/>
          <w:iCs w:val="0"/>
        </w:rPr>
      </w:pPr>
      <w:r>
        <w:rPr>
          <w:rStyle w:val="Emphasis"/>
          <w:rFonts w:cs="Arial"/>
          <w:b/>
          <w:bCs w:val="0"/>
          <w:i w:val="0"/>
          <w:iCs w:val="0"/>
        </w:rPr>
        <w:t>“Seller</w:t>
      </w:r>
      <w:r w:rsidR="005278EB" w:rsidRPr="00B31867">
        <w:rPr>
          <w:rStyle w:val="Emphasis"/>
          <w:rFonts w:cs="Arial"/>
          <w:b/>
          <w:bCs w:val="0"/>
          <w:i w:val="0"/>
          <w:iCs w:val="0"/>
        </w:rPr>
        <w:t>”</w:t>
      </w:r>
      <w:r w:rsidR="002512FB">
        <w:rPr>
          <w:rStyle w:val="Emphasis"/>
          <w:rFonts w:cs="Arial"/>
          <w:bCs w:val="0"/>
          <w:i w:val="0"/>
          <w:iCs w:val="0"/>
        </w:rPr>
        <w:t xml:space="preserve"> means</w:t>
      </w:r>
      <w:r>
        <w:rPr>
          <w:rStyle w:val="Emphasis"/>
          <w:rFonts w:cs="Arial"/>
          <w:bCs w:val="0"/>
          <w:i w:val="0"/>
          <w:iCs w:val="0"/>
        </w:rPr>
        <w:t>………………………..</w:t>
      </w:r>
      <w:r w:rsidR="0075647F">
        <w:rPr>
          <w:rStyle w:val="Emphasis"/>
          <w:rFonts w:cs="Arial"/>
          <w:bCs w:val="0"/>
          <w:i w:val="0"/>
          <w:iCs w:val="0"/>
        </w:rPr>
        <w:t>, a private company</w:t>
      </w:r>
      <w:r w:rsidR="0075647F" w:rsidRPr="009825D5">
        <w:rPr>
          <w:rStyle w:val="Emphasis"/>
          <w:rFonts w:cs="Arial"/>
          <w:bCs w:val="0"/>
          <w:i w:val="0"/>
          <w:iCs w:val="0"/>
        </w:rPr>
        <w:t xml:space="preserve"> registered in accordance with the Laws of South A</w:t>
      </w:r>
      <w:r w:rsidR="0075647F">
        <w:rPr>
          <w:rStyle w:val="Emphasis"/>
          <w:rFonts w:cs="Arial"/>
          <w:bCs w:val="0"/>
          <w:i w:val="0"/>
          <w:iCs w:val="0"/>
        </w:rPr>
        <w:t>frica, with reg</w:t>
      </w:r>
      <w:r>
        <w:rPr>
          <w:rStyle w:val="Emphasis"/>
          <w:rFonts w:cs="Arial"/>
          <w:bCs w:val="0"/>
          <w:i w:val="0"/>
          <w:iCs w:val="0"/>
        </w:rPr>
        <w:t>istration number: …………..</w:t>
      </w:r>
      <w:r w:rsidR="0075647F">
        <w:rPr>
          <w:rStyle w:val="Emphasis"/>
          <w:rFonts w:cs="Arial"/>
          <w:bCs w:val="0"/>
          <w:i w:val="0"/>
          <w:iCs w:val="0"/>
        </w:rPr>
        <w:t xml:space="preserve"> and its registered address at</w:t>
      </w:r>
      <w:r w:rsidR="0075647F" w:rsidRPr="000201E6">
        <w:rPr>
          <w:rStyle w:val="Emphasis"/>
          <w:rFonts w:cs="Arial"/>
          <w:bCs w:val="0"/>
          <w:i w:val="0"/>
          <w:iCs w:val="0"/>
        </w:rPr>
        <w:t xml:space="preserve"> </w:t>
      </w:r>
      <w:r>
        <w:rPr>
          <w:rStyle w:val="Emphasis"/>
          <w:rFonts w:cs="Arial"/>
          <w:bCs w:val="0"/>
          <w:i w:val="0"/>
          <w:iCs w:val="0"/>
        </w:rPr>
        <w:t>………………………………………………</w:t>
      </w:r>
      <w:proofErr w:type="gramStart"/>
      <w:r>
        <w:rPr>
          <w:rStyle w:val="Emphasis"/>
          <w:rFonts w:cs="Arial"/>
          <w:bCs w:val="0"/>
          <w:i w:val="0"/>
          <w:iCs w:val="0"/>
        </w:rPr>
        <w:t>…..</w:t>
      </w:r>
      <w:proofErr w:type="gramEnd"/>
      <w:r w:rsidR="0075647F">
        <w:rPr>
          <w:rStyle w:val="Emphasis"/>
          <w:rFonts w:cs="Arial"/>
          <w:bCs w:val="0"/>
          <w:i w:val="0"/>
          <w:iCs w:val="0"/>
        </w:rPr>
        <w:t>;</w:t>
      </w:r>
    </w:p>
    <w:p w14:paraId="5EA330E2" w14:textId="77777777" w:rsidR="005278EB" w:rsidRDefault="005278EB" w:rsidP="005823CA">
      <w:pPr>
        <w:pStyle w:val="StyleHeading2Tahoma"/>
        <w:ind w:left="993" w:hanging="993"/>
        <w:rPr>
          <w:rStyle w:val="Emphasis"/>
          <w:rFonts w:cs="Arial"/>
          <w:bCs w:val="0"/>
          <w:i w:val="0"/>
          <w:iCs w:val="0"/>
        </w:rPr>
      </w:pPr>
    </w:p>
    <w:p w14:paraId="3597277E"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“Services”</w:t>
      </w:r>
      <w:r w:rsidRPr="009825D5">
        <w:rPr>
          <w:rStyle w:val="Emphasis"/>
          <w:rFonts w:cs="Arial"/>
          <w:bCs w:val="0"/>
          <w:i w:val="0"/>
          <w:iCs w:val="0"/>
        </w:rPr>
        <w:t xml:space="preserve"> means the </w:t>
      </w:r>
      <w:r w:rsidR="00FB6296">
        <w:t>supply</w:t>
      </w:r>
      <w:r w:rsidR="0055704A">
        <w:t>, delivery and commissioning of the Forklifts as fully described in the RFP annexed herewith and Marked A</w:t>
      </w:r>
      <w:r w:rsidR="006561A2">
        <w:rPr>
          <w:rStyle w:val="Emphasis"/>
          <w:rFonts w:cs="Arial"/>
          <w:b/>
          <w:bCs w:val="0"/>
          <w:i w:val="0"/>
          <w:iCs w:val="0"/>
        </w:rPr>
        <w:t>;</w:t>
      </w:r>
    </w:p>
    <w:p w14:paraId="02D2DB01" w14:textId="77777777" w:rsidR="005278EB" w:rsidRDefault="005278EB" w:rsidP="005823CA">
      <w:pPr>
        <w:pStyle w:val="StyleHeading2Tahoma"/>
        <w:ind w:left="993" w:hanging="993"/>
        <w:rPr>
          <w:rStyle w:val="Emphasis"/>
          <w:rFonts w:cs="Arial"/>
          <w:bCs w:val="0"/>
          <w:i w:val="0"/>
          <w:iCs w:val="0"/>
        </w:rPr>
      </w:pPr>
    </w:p>
    <w:p w14:paraId="6E285AC0"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“Signature Date”</w:t>
      </w:r>
      <w:r w:rsidRPr="009825D5">
        <w:rPr>
          <w:rStyle w:val="Emphasis"/>
          <w:rFonts w:cs="Arial"/>
          <w:bCs w:val="0"/>
          <w:i w:val="0"/>
          <w:iCs w:val="0"/>
        </w:rPr>
        <w:t xml:space="preserve"> means the date of signature of this Agreement by the Party last signing</w:t>
      </w:r>
      <w:r w:rsidR="006561A2">
        <w:rPr>
          <w:rStyle w:val="Emphasis"/>
          <w:rFonts w:cs="Arial"/>
          <w:bCs w:val="0"/>
          <w:i w:val="0"/>
          <w:iCs w:val="0"/>
        </w:rPr>
        <w:t>;</w:t>
      </w:r>
      <w:r w:rsidRPr="009825D5">
        <w:rPr>
          <w:rStyle w:val="Emphasis"/>
          <w:rFonts w:cs="Arial"/>
          <w:bCs w:val="0"/>
          <w:i w:val="0"/>
          <w:iCs w:val="0"/>
        </w:rPr>
        <w:t xml:space="preserve"> </w:t>
      </w:r>
    </w:p>
    <w:p w14:paraId="1D2E6A18" w14:textId="77777777" w:rsidR="005278EB" w:rsidRDefault="005278EB" w:rsidP="005823CA">
      <w:pPr>
        <w:pStyle w:val="StyleHeading2Tahoma"/>
        <w:ind w:left="993" w:hanging="993"/>
        <w:rPr>
          <w:rStyle w:val="Emphasis"/>
          <w:rFonts w:cs="Arial"/>
          <w:bCs w:val="0"/>
          <w:i w:val="0"/>
          <w:iCs w:val="0"/>
        </w:rPr>
      </w:pPr>
    </w:p>
    <w:p w14:paraId="18A8EC52"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“Termination Date</w:t>
      </w:r>
      <w:r w:rsidRPr="009825D5">
        <w:rPr>
          <w:rStyle w:val="Emphasis"/>
          <w:rFonts w:cs="Arial"/>
          <w:bCs w:val="0"/>
          <w:i w:val="0"/>
          <w:iCs w:val="0"/>
        </w:rPr>
        <w:t xml:space="preserve">” means </w:t>
      </w:r>
      <w:r w:rsidR="00863AFB">
        <w:rPr>
          <w:rStyle w:val="Emphasis"/>
          <w:rFonts w:cs="Arial"/>
          <w:b/>
          <w:bCs w:val="0"/>
          <w:i w:val="0"/>
          <w:iCs w:val="0"/>
        </w:rPr>
        <w:t>………………………………</w:t>
      </w:r>
      <w:r w:rsidR="006561A2">
        <w:rPr>
          <w:rStyle w:val="Emphasis"/>
          <w:rFonts w:cs="Arial"/>
          <w:bCs w:val="0"/>
          <w:i w:val="0"/>
          <w:iCs w:val="0"/>
        </w:rPr>
        <w:t>;</w:t>
      </w:r>
    </w:p>
    <w:p w14:paraId="237EB1D9" w14:textId="77777777" w:rsidR="005278EB" w:rsidRDefault="005278EB" w:rsidP="005823CA">
      <w:pPr>
        <w:pStyle w:val="StyleHeading2Tahoma"/>
        <w:ind w:left="993" w:hanging="993"/>
        <w:rPr>
          <w:rStyle w:val="Emphasis"/>
          <w:rFonts w:cs="Arial"/>
          <w:bCs w:val="0"/>
          <w:i w:val="0"/>
          <w:iCs w:val="0"/>
        </w:rPr>
      </w:pPr>
    </w:p>
    <w:p w14:paraId="4E79A42D"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“Third Party”</w:t>
      </w:r>
      <w:r>
        <w:rPr>
          <w:rStyle w:val="Emphasis"/>
          <w:rFonts w:cs="Arial"/>
          <w:bCs w:val="0"/>
          <w:i w:val="0"/>
          <w:iCs w:val="0"/>
        </w:rPr>
        <w:t xml:space="preserve"> means a P</w:t>
      </w:r>
      <w:r w:rsidRPr="009825D5">
        <w:rPr>
          <w:rStyle w:val="Emphasis"/>
          <w:rFonts w:cs="Arial"/>
          <w:bCs w:val="0"/>
          <w:i w:val="0"/>
          <w:iCs w:val="0"/>
        </w:rPr>
        <w:t>erson other than SARS or the Service Provider</w:t>
      </w:r>
      <w:r w:rsidR="006561A2">
        <w:rPr>
          <w:rStyle w:val="Emphasis"/>
          <w:rFonts w:cs="Arial"/>
          <w:bCs w:val="0"/>
          <w:i w:val="0"/>
          <w:iCs w:val="0"/>
        </w:rPr>
        <w:t>;</w:t>
      </w:r>
    </w:p>
    <w:p w14:paraId="2B9C4417" w14:textId="77777777" w:rsidR="00DB424B" w:rsidRDefault="00DB424B" w:rsidP="00D75072">
      <w:pPr>
        <w:pStyle w:val="StyleHeading2Tahoma"/>
        <w:rPr>
          <w:rStyle w:val="Emphasis"/>
          <w:rFonts w:cs="Arial"/>
          <w:bCs w:val="0"/>
          <w:i w:val="0"/>
          <w:iCs w:val="0"/>
        </w:rPr>
      </w:pPr>
    </w:p>
    <w:p w14:paraId="24ECF5DB"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“VAT”</w:t>
      </w:r>
      <w:r w:rsidRPr="009825D5">
        <w:rPr>
          <w:rStyle w:val="Emphasis"/>
          <w:rFonts w:cs="Arial"/>
          <w:bCs w:val="0"/>
          <w:i w:val="0"/>
          <w:iCs w:val="0"/>
        </w:rPr>
        <w:t xml:space="preserve"> means Value-Added Tax levied in terms of the Value-Added Tax Act, </w:t>
      </w:r>
      <w:r w:rsidR="00837B87">
        <w:rPr>
          <w:rStyle w:val="Emphasis"/>
          <w:rFonts w:cs="Arial"/>
          <w:bCs w:val="0"/>
          <w:i w:val="0"/>
          <w:iCs w:val="0"/>
        </w:rPr>
        <w:t xml:space="preserve">1991 </w:t>
      </w:r>
      <w:r>
        <w:rPr>
          <w:rStyle w:val="Emphasis"/>
          <w:rFonts w:cs="Arial"/>
          <w:bCs w:val="0"/>
          <w:i w:val="0"/>
          <w:iCs w:val="0"/>
        </w:rPr>
        <w:t>(</w:t>
      </w:r>
      <w:r w:rsidRPr="009825D5">
        <w:rPr>
          <w:rStyle w:val="Emphasis"/>
          <w:rFonts w:cs="Arial"/>
          <w:bCs w:val="0"/>
          <w:i w:val="0"/>
          <w:iCs w:val="0"/>
        </w:rPr>
        <w:t>Act No. 89 of 1991</w:t>
      </w:r>
      <w:r>
        <w:rPr>
          <w:rStyle w:val="Emphasis"/>
          <w:rFonts w:cs="Arial"/>
          <w:bCs w:val="0"/>
          <w:i w:val="0"/>
          <w:iCs w:val="0"/>
        </w:rPr>
        <w:t>)</w:t>
      </w:r>
      <w:r w:rsidR="006561A2">
        <w:rPr>
          <w:rStyle w:val="Emphasis"/>
          <w:rFonts w:cs="Arial"/>
          <w:bCs w:val="0"/>
          <w:i w:val="0"/>
          <w:iCs w:val="0"/>
        </w:rPr>
        <w:t>;</w:t>
      </w:r>
    </w:p>
    <w:p w14:paraId="31A0A1AF" w14:textId="77777777" w:rsidR="005278EB" w:rsidRDefault="005278EB" w:rsidP="005823CA">
      <w:pPr>
        <w:pStyle w:val="StyleHeading2Tahoma"/>
        <w:ind w:left="993" w:hanging="993"/>
        <w:rPr>
          <w:rStyle w:val="Emphasis"/>
          <w:rFonts w:cs="Arial"/>
          <w:bCs w:val="0"/>
          <w:i w:val="0"/>
          <w:iCs w:val="0"/>
        </w:rPr>
      </w:pPr>
    </w:p>
    <w:p w14:paraId="7A678938" w14:textId="77777777" w:rsidR="005278EB" w:rsidRPr="00A50674" w:rsidRDefault="005278EB" w:rsidP="00A50674">
      <w:pPr>
        <w:pStyle w:val="StyleHeading2Tahoma"/>
        <w:numPr>
          <w:ilvl w:val="1"/>
          <w:numId w:val="9"/>
        </w:numPr>
        <w:ind w:left="993" w:hanging="993"/>
        <w:rPr>
          <w:rStyle w:val="Emphasis"/>
          <w:rFonts w:cs="Arial"/>
          <w:bCs w:val="0"/>
          <w:i w:val="0"/>
          <w:iCs w:val="0"/>
        </w:rPr>
      </w:pPr>
      <w:r w:rsidRPr="009825D5">
        <w:rPr>
          <w:rStyle w:val="Emphasis"/>
          <w:rFonts w:cs="Arial"/>
          <w:bCs w:val="0"/>
          <w:i w:val="0"/>
          <w:iCs w:val="0"/>
        </w:rPr>
        <w:t>Any reference in this Agreement to –</w:t>
      </w:r>
    </w:p>
    <w:p w14:paraId="71081098" w14:textId="77777777" w:rsidR="005278EB" w:rsidRDefault="005278EB" w:rsidP="005823CA">
      <w:pPr>
        <w:pStyle w:val="StyleHeading2Tahoma"/>
        <w:numPr>
          <w:ilvl w:val="2"/>
          <w:numId w:val="9"/>
        </w:numPr>
        <w:ind w:left="1985" w:hanging="992"/>
        <w:rPr>
          <w:rStyle w:val="Emphasis"/>
          <w:rFonts w:cs="Arial"/>
          <w:bCs w:val="0"/>
          <w:i w:val="0"/>
          <w:iCs w:val="0"/>
        </w:rPr>
      </w:pPr>
      <w:r w:rsidRPr="009825D5">
        <w:rPr>
          <w:rStyle w:val="Emphasis"/>
          <w:rFonts w:cs="Arial"/>
          <w:bCs w:val="0"/>
          <w:i w:val="0"/>
          <w:iCs w:val="0"/>
        </w:rPr>
        <w:t xml:space="preserve">a </w:t>
      </w:r>
      <w:r w:rsidRPr="009825D5">
        <w:rPr>
          <w:rStyle w:val="Emphasis"/>
          <w:rFonts w:cs="Arial"/>
          <w:b/>
          <w:bCs w:val="0"/>
          <w:i w:val="0"/>
          <w:iCs w:val="0"/>
        </w:rPr>
        <w:t>“Clause”</w:t>
      </w:r>
      <w:r w:rsidRPr="009825D5">
        <w:rPr>
          <w:rStyle w:val="Emphasis"/>
          <w:rFonts w:cs="Arial"/>
          <w:bCs w:val="0"/>
          <w:i w:val="0"/>
          <w:iCs w:val="0"/>
        </w:rPr>
        <w:t xml:space="preserve"> will, subject to any contrary indication, be construed as a reference to a Clause hereof</w:t>
      </w:r>
      <w:r>
        <w:rPr>
          <w:rStyle w:val="Emphasis"/>
          <w:rFonts w:cs="Arial"/>
          <w:bCs w:val="0"/>
          <w:i w:val="0"/>
          <w:iCs w:val="0"/>
        </w:rPr>
        <w:t>;</w:t>
      </w:r>
    </w:p>
    <w:p w14:paraId="5D717CBF" w14:textId="77777777" w:rsidR="005278EB" w:rsidRDefault="005278EB" w:rsidP="005823CA">
      <w:pPr>
        <w:pStyle w:val="StyleHeading2Tahoma"/>
        <w:ind w:left="993" w:hanging="993"/>
        <w:rPr>
          <w:rStyle w:val="Emphasis"/>
          <w:rFonts w:cs="Arial"/>
          <w:bCs w:val="0"/>
          <w:i w:val="0"/>
          <w:iCs w:val="0"/>
        </w:rPr>
      </w:pPr>
    </w:p>
    <w:p w14:paraId="65CB8A05" w14:textId="77777777" w:rsidR="005278EB" w:rsidRDefault="005278EB" w:rsidP="005823CA">
      <w:pPr>
        <w:pStyle w:val="StyleHeading2Tahoma"/>
        <w:numPr>
          <w:ilvl w:val="2"/>
          <w:numId w:val="9"/>
        </w:numPr>
        <w:ind w:left="1985" w:hanging="992"/>
        <w:rPr>
          <w:rStyle w:val="Emphasis"/>
          <w:rFonts w:cs="Arial"/>
          <w:bCs w:val="0"/>
          <w:i w:val="0"/>
          <w:iCs w:val="0"/>
        </w:rPr>
      </w:pPr>
      <w:r w:rsidRPr="009825D5">
        <w:rPr>
          <w:rStyle w:val="Emphasis"/>
          <w:rFonts w:cs="Arial"/>
          <w:b/>
          <w:bCs w:val="0"/>
          <w:i w:val="0"/>
          <w:iCs w:val="0"/>
        </w:rPr>
        <w:t>“Law”</w:t>
      </w:r>
      <w:r w:rsidRPr="009825D5">
        <w:rPr>
          <w:rStyle w:val="Emphasis"/>
          <w:rFonts w:cs="Arial"/>
          <w:bCs w:val="0"/>
          <w:i w:val="0"/>
          <w:iCs w:val="0"/>
        </w:rPr>
        <w:t xml:space="preserve"> will be construed as any Law </w:t>
      </w:r>
      <w:r>
        <w:rPr>
          <w:rStyle w:val="Emphasis"/>
          <w:rFonts w:cs="Arial"/>
          <w:bCs w:val="0"/>
          <w:i w:val="0"/>
          <w:iCs w:val="0"/>
        </w:rPr>
        <w:t>(including common or customary L</w:t>
      </w:r>
      <w:r w:rsidRPr="009825D5">
        <w:rPr>
          <w:rStyle w:val="Emphasis"/>
          <w:rFonts w:cs="Arial"/>
          <w:bCs w:val="0"/>
          <w:i w:val="0"/>
          <w:iCs w:val="0"/>
        </w:rPr>
        <w:t>aw), or statute, constitution, decree, judgment, treaty, regulation, directive, by-law, order or any other legislative measure of any government, local government, statutory or regulatory body or court;</w:t>
      </w:r>
    </w:p>
    <w:p w14:paraId="4C7ACB77" w14:textId="77777777" w:rsidR="005278EB" w:rsidRDefault="005278EB" w:rsidP="005823CA">
      <w:pPr>
        <w:pStyle w:val="StyleHeading2Tahoma"/>
        <w:ind w:left="993" w:hanging="993"/>
        <w:rPr>
          <w:rStyle w:val="Emphasis"/>
          <w:rFonts w:cs="Arial"/>
          <w:bCs w:val="0"/>
          <w:i w:val="0"/>
          <w:iCs w:val="0"/>
        </w:rPr>
      </w:pPr>
    </w:p>
    <w:p w14:paraId="1DDC726B" w14:textId="77777777" w:rsidR="005278EB" w:rsidRDefault="005278EB" w:rsidP="005823CA">
      <w:pPr>
        <w:pStyle w:val="StyleHeading2Tahoma"/>
        <w:numPr>
          <w:ilvl w:val="2"/>
          <w:numId w:val="9"/>
        </w:numPr>
        <w:ind w:left="1985" w:hanging="992"/>
        <w:rPr>
          <w:rStyle w:val="Emphasis"/>
          <w:rFonts w:cs="Arial"/>
          <w:bCs w:val="0"/>
          <w:i w:val="0"/>
          <w:iCs w:val="0"/>
        </w:rPr>
      </w:pPr>
      <w:r w:rsidRPr="009825D5">
        <w:rPr>
          <w:rStyle w:val="Emphasis"/>
          <w:rFonts w:cs="Arial"/>
          <w:bCs w:val="0"/>
          <w:i w:val="0"/>
          <w:iCs w:val="0"/>
        </w:rPr>
        <w:t xml:space="preserve">a </w:t>
      </w:r>
      <w:r w:rsidRPr="009825D5">
        <w:rPr>
          <w:rStyle w:val="Emphasis"/>
          <w:rFonts w:cs="Arial"/>
          <w:b/>
          <w:bCs w:val="0"/>
          <w:i w:val="0"/>
          <w:iCs w:val="0"/>
        </w:rPr>
        <w:t>“Person”</w:t>
      </w:r>
      <w:r w:rsidRPr="009825D5">
        <w:rPr>
          <w:rStyle w:val="Emphasis"/>
          <w:rFonts w:cs="Arial"/>
          <w:bCs w:val="0"/>
          <w:i w:val="0"/>
          <w:iCs w:val="0"/>
        </w:rPr>
        <w:t xml:space="preserve"> is a reference to any person, company, close corporation, trust, partnership or other entity, whether or not having separate legal personality;</w:t>
      </w:r>
    </w:p>
    <w:p w14:paraId="2D1E32B6" w14:textId="77777777" w:rsidR="005278EB" w:rsidRDefault="005278EB" w:rsidP="005823CA">
      <w:pPr>
        <w:pStyle w:val="StyleHeading2Tahoma"/>
        <w:ind w:left="993" w:hanging="993"/>
        <w:rPr>
          <w:rStyle w:val="Emphasis"/>
          <w:rFonts w:cs="Arial"/>
          <w:bCs w:val="0"/>
          <w:i w:val="0"/>
          <w:iCs w:val="0"/>
        </w:rPr>
      </w:pPr>
    </w:p>
    <w:p w14:paraId="7A8C40A9" w14:textId="77777777" w:rsidR="005278EB" w:rsidRDefault="005278EB" w:rsidP="005823CA">
      <w:pPr>
        <w:pStyle w:val="StyleHeading2Tahoma"/>
        <w:numPr>
          <w:ilvl w:val="1"/>
          <w:numId w:val="9"/>
        </w:numPr>
        <w:ind w:left="993" w:hanging="993"/>
      </w:pPr>
      <w:r w:rsidRPr="009825D5">
        <w:t>Unless inconsistent with the context or save where the contrary is expressly indicated –</w:t>
      </w:r>
    </w:p>
    <w:p w14:paraId="71999DB6" w14:textId="77777777" w:rsidR="005278EB" w:rsidRPr="009825D5" w:rsidRDefault="005278EB" w:rsidP="005823CA">
      <w:pPr>
        <w:pStyle w:val="StyleHeading2Tahoma"/>
        <w:ind w:left="993" w:hanging="993"/>
      </w:pPr>
    </w:p>
    <w:p w14:paraId="2D4434F2" w14:textId="77777777" w:rsidR="005278EB" w:rsidRDefault="005278EB" w:rsidP="005823CA">
      <w:pPr>
        <w:pStyle w:val="StyleHeading2Tahoma"/>
        <w:numPr>
          <w:ilvl w:val="2"/>
          <w:numId w:val="9"/>
        </w:numPr>
        <w:ind w:left="1985" w:hanging="992"/>
      </w:pPr>
      <w:r w:rsidRPr="009825D5">
        <w:t>if any provision in a definition is a substantive provision conferring rights or imposing obligations on any Party, notwithstanding that it appears only in the definition Clause, effect will be given to it as if it was a substantive provision of this Agreement;</w:t>
      </w:r>
    </w:p>
    <w:p w14:paraId="2CAFFC0F" w14:textId="77777777" w:rsidR="005278EB" w:rsidRDefault="005278EB" w:rsidP="005823CA">
      <w:pPr>
        <w:pStyle w:val="StyleHeading2Tahoma"/>
        <w:ind w:left="993" w:hanging="993"/>
      </w:pPr>
    </w:p>
    <w:p w14:paraId="7665A49C" w14:textId="77777777" w:rsidR="005278EB" w:rsidRDefault="005278EB" w:rsidP="005823CA">
      <w:pPr>
        <w:pStyle w:val="StyleHeading2Tahoma"/>
        <w:numPr>
          <w:ilvl w:val="2"/>
          <w:numId w:val="9"/>
        </w:numPr>
        <w:ind w:left="1985" w:hanging="992"/>
      </w:pPr>
      <w:r w:rsidRPr="009825D5">
        <w:t>when any number of days is prescribed in this Agreement, same will be reckoned exclusively of the first and inclusively of the last day, unless the last day falls on a day which is not a Business Day, in which case the last day will be the next succeeding Business Day;</w:t>
      </w:r>
    </w:p>
    <w:p w14:paraId="3468FAB8" w14:textId="77777777" w:rsidR="005278EB" w:rsidRDefault="005278EB" w:rsidP="005823CA">
      <w:pPr>
        <w:pStyle w:val="StyleHeading2Tahoma"/>
        <w:ind w:left="993" w:hanging="993"/>
      </w:pPr>
    </w:p>
    <w:p w14:paraId="3A673D09" w14:textId="77777777" w:rsidR="005278EB" w:rsidRDefault="005278EB" w:rsidP="005823CA">
      <w:pPr>
        <w:pStyle w:val="StyleHeading2Tahoma"/>
        <w:numPr>
          <w:ilvl w:val="2"/>
          <w:numId w:val="9"/>
        </w:numPr>
        <w:ind w:left="1985" w:hanging="992"/>
      </w:pPr>
      <w:r w:rsidRPr="009825D5">
        <w:t>in the event that the day for payment of any amount due in terms of this Agreement should fall on a day which is not a Business Day, the relevant day for payment will be the subsequent Business Day;</w:t>
      </w:r>
    </w:p>
    <w:p w14:paraId="259D5418" w14:textId="77777777" w:rsidR="005278EB" w:rsidRDefault="005278EB" w:rsidP="005823CA">
      <w:pPr>
        <w:pStyle w:val="StyleHeading2Tahoma"/>
        <w:ind w:left="993" w:hanging="993"/>
      </w:pPr>
    </w:p>
    <w:p w14:paraId="1FAFDDAF" w14:textId="77777777" w:rsidR="005278EB" w:rsidRDefault="005278EB" w:rsidP="005823CA">
      <w:pPr>
        <w:pStyle w:val="StyleHeading2Tahoma"/>
        <w:numPr>
          <w:ilvl w:val="2"/>
          <w:numId w:val="9"/>
        </w:numPr>
        <w:ind w:left="1985" w:hanging="992"/>
      </w:pPr>
      <w:r w:rsidRPr="009825D5">
        <w:t>in the event that the day for performance of any obligation to be performed in terms of this Agreement should fall on a day which is not a Business Day, the relevant day for performance will be the subsequent Business Day;</w:t>
      </w:r>
    </w:p>
    <w:p w14:paraId="38D8488F" w14:textId="77777777" w:rsidR="005278EB" w:rsidRDefault="005278EB" w:rsidP="005823CA">
      <w:pPr>
        <w:pStyle w:val="StyleHeading2Tahoma"/>
        <w:numPr>
          <w:ilvl w:val="2"/>
          <w:numId w:val="9"/>
        </w:numPr>
        <w:ind w:left="1985" w:hanging="992"/>
      </w:pPr>
      <w:r w:rsidRPr="009825D5">
        <w:t>any reference in this Agreement to an enactment is to that enactment as at the Signature Date and as amended or re-enacted from time to time;</w:t>
      </w:r>
    </w:p>
    <w:p w14:paraId="5C646273" w14:textId="77777777" w:rsidR="005278EB" w:rsidRDefault="005278EB" w:rsidP="005823CA">
      <w:pPr>
        <w:pStyle w:val="StyleHeading2Tahoma"/>
        <w:ind w:left="993" w:hanging="993"/>
      </w:pPr>
    </w:p>
    <w:p w14:paraId="1221C114" w14:textId="77777777" w:rsidR="005278EB" w:rsidRDefault="005278EB" w:rsidP="00A50674">
      <w:pPr>
        <w:pStyle w:val="StyleHeading2Tahoma"/>
        <w:numPr>
          <w:ilvl w:val="2"/>
          <w:numId w:val="9"/>
        </w:numPr>
        <w:ind w:left="1985" w:hanging="992"/>
      </w:pPr>
      <w:r w:rsidRPr="009825D5">
        <w:lastRenderedPageBreak/>
        <w:t>no provision of this Agreement constitutes a stip</w:t>
      </w:r>
      <w:r>
        <w:t>ulation for the benefit of any P</w:t>
      </w:r>
      <w:r w:rsidR="00837B87">
        <w:t>erson who is not a P</w:t>
      </w:r>
      <w:r w:rsidRPr="009825D5">
        <w:t>arty to this Agreement; and</w:t>
      </w:r>
    </w:p>
    <w:p w14:paraId="33F8D3F0" w14:textId="77777777" w:rsidR="005278EB" w:rsidRDefault="005278EB" w:rsidP="005823CA">
      <w:pPr>
        <w:pStyle w:val="StyleHeading2Tahoma"/>
        <w:numPr>
          <w:ilvl w:val="2"/>
          <w:numId w:val="9"/>
        </w:numPr>
        <w:ind w:left="1985" w:hanging="992"/>
      </w:pPr>
      <w:r w:rsidRPr="009825D5">
        <w:t>a reference to a Party includes that Party’s successors-in-title and permitted assigns.</w:t>
      </w:r>
    </w:p>
    <w:p w14:paraId="6BE77673" w14:textId="77777777" w:rsidR="005278EB" w:rsidRDefault="005278EB" w:rsidP="005823CA">
      <w:pPr>
        <w:pStyle w:val="StyleHeading3NotItalic"/>
        <w:ind w:left="993" w:hanging="993"/>
        <w:jc w:val="both"/>
      </w:pPr>
    </w:p>
    <w:p w14:paraId="29B818EF" w14:textId="77777777" w:rsidR="005278EB" w:rsidRDefault="005278EB" w:rsidP="005823CA">
      <w:pPr>
        <w:pStyle w:val="StyleHeading2Tahoma"/>
        <w:numPr>
          <w:ilvl w:val="1"/>
          <w:numId w:val="9"/>
        </w:numPr>
        <w:ind w:left="993" w:hanging="993"/>
      </w:pPr>
      <w:r w:rsidRPr="00B31867">
        <w:t>Unless inconsistent with the context, an expression which denotes –</w:t>
      </w:r>
    </w:p>
    <w:p w14:paraId="16A145BE" w14:textId="77777777" w:rsidR="005278EB" w:rsidRDefault="005278EB" w:rsidP="005823CA">
      <w:pPr>
        <w:pStyle w:val="StyleHeading2Tahoma"/>
        <w:ind w:left="993" w:hanging="993"/>
      </w:pPr>
    </w:p>
    <w:p w14:paraId="43FD5759" w14:textId="77777777" w:rsidR="005278EB" w:rsidRDefault="005278EB" w:rsidP="005823CA">
      <w:pPr>
        <w:pStyle w:val="StyleHeading2Tahoma"/>
        <w:numPr>
          <w:ilvl w:val="2"/>
          <w:numId w:val="9"/>
        </w:numPr>
        <w:ind w:left="1985" w:hanging="992"/>
      </w:pPr>
      <w:r w:rsidRPr="00B31867">
        <w:t xml:space="preserve">any one gender includes the other genders; and </w:t>
      </w:r>
    </w:p>
    <w:p w14:paraId="690CDC8D" w14:textId="77777777" w:rsidR="005278EB" w:rsidRPr="00B31867" w:rsidRDefault="005278EB" w:rsidP="005823CA">
      <w:pPr>
        <w:pStyle w:val="StyleHeading2Tahoma"/>
        <w:ind w:left="993" w:hanging="993"/>
      </w:pPr>
    </w:p>
    <w:p w14:paraId="2D760AA7" w14:textId="77777777" w:rsidR="005278EB" w:rsidRPr="00B31867" w:rsidRDefault="005278EB" w:rsidP="005823CA">
      <w:pPr>
        <w:pStyle w:val="StyleHeading2Tahoma"/>
        <w:numPr>
          <w:ilvl w:val="2"/>
          <w:numId w:val="9"/>
        </w:numPr>
        <w:ind w:left="1985" w:hanging="992"/>
      </w:pPr>
      <w:r w:rsidRPr="00B31867">
        <w:t>the singular includes the plural and vice versa.</w:t>
      </w:r>
    </w:p>
    <w:p w14:paraId="2483850E" w14:textId="77777777" w:rsidR="005278EB" w:rsidRPr="009825D5" w:rsidRDefault="005278EB" w:rsidP="005823CA">
      <w:pPr>
        <w:pStyle w:val="StyleHeading3NotItalic"/>
        <w:ind w:left="993" w:hanging="993"/>
        <w:jc w:val="both"/>
      </w:pPr>
    </w:p>
    <w:p w14:paraId="64944280" w14:textId="77777777" w:rsidR="005278EB" w:rsidRDefault="001A6872" w:rsidP="00616AAE">
      <w:pPr>
        <w:pStyle w:val="StyleHeading2Tahoma"/>
        <w:numPr>
          <w:ilvl w:val="1"/>
          <w:numId w:val="9"/>
        </w:numPr>
        <w:ind w:left="709" w:hanging="709"/>
        <w:rPr>
          <w:color w:val="FF6600"/>
        </w:rPr>
      </w:pPr>
      <w:r w:rsidRPr="001A6872">
        <w:rPr>
          <w:lang w:val="en-ZA"/>
        </w:rPr>
        <w:t>The RFP and the Service Provider</w:t>
      </w:r>
      <w:r w:rsidRPr="001A6872">
        <w:t xml:space="preserve">’s proposal </w:t>
      </w:r>
      <w:r w:rsidR="006F3580">
        <w:rPr>
          <w:b/>
        </w:rPr>
        <w:t>(Annexures … and …</w:t>
      </w:r>
      <w:r w:rsidRPr="001A6872">
        <w:rPr>
          <w:b/>
        </w:rPr>
        <w:t>)</w:t>
      </w:r>
      <w:r w:rsidRPr="001A6872">
        <w:t xml:space="preserve"> forms an integral part hereof and words and expressions defined therein shall bear, unless the context otherwise requires, the same meaning in this Agreement. To the extent that there is any conflict between </w:t>
      </w:r>
      <w:r w:rsidRPr="001A6872">
        <w:rPr>
          <w:lang w:val="en-ZA"/>
        </w:rPr>
        <w:t xml:space="preserve">the </w:t>
      </w:r>
      <w:r w:rsidR="00F607F6">
        <w:rPr>
          <w:lang w:val="en-ZA"/>
        </w:rPr>
        <w:t xml:space="preserve">RFP, </w:t>
      </w:r>
      <w:r w:rsidRPr="001A6872">
        <w:rPr>
          <w:lang w:val="en-ZA"/>
        </w:rPr>
        <w:t>Service Provider</w:t>
      </w:r>
      <w:r w:rsidRPr="001A6872">
        <w:t>’s Proposal and the provisions of this Agreement, the provisions of this Agreement shall prevail</w:t>
      </w:r>
      <w:r w:rsidRPr="001A6872">
        <w:rPr>
          <w:color w:val="FF6600"/>
        </w:rPr>
        <w:t>.</w:t>
      </w:r>
    </w:p>
    <w:p w14:paraId="26C80F3B" w14:textId="77777777" w:rsidR="005823CA" w:rsidRPr="001A6872" w:rsidRDefault="005823CA" w:rsidP="005823CA">
      <w:pPr>
        <w:pStyle w:val="StyleHeading2Tahoma"/>
        <w:ind w:left="993"/>
        <w:rPr>
          <w:color w:val="FF6600"/>
        </w:rPr>
      </w:pPr>
    </w:p>
    <w:p w14:paraId="63FCFF08" w14:textId="77777777" w:rsidR="005278EB" w:rsidRPr="009825D5" w:rsidRDefault="005278EB" w:rsidP="00616AAE">
      <w:pPr>
        <w:pStyle w:val="StyleHeading2Tahoma"/>
        <w:numPr>
          <w:ilvl w:val="1"/>
          <w:numId w:val="9"/>
        </w:numPr>
        <w:ind w:left="709" w:hanging="709"/>
      </w:pPr>
      <w:r w:rsidRPr="00616AAE">
        <w:rPr>
          <w:lang w:val="en-ZA"/>
        </w:rPr>
        <w:t>Where any term is defined within the context of any particular Clause in this Agreement, the term so defined, unless it is clear from the Clause in question that the term so defined has limited application to the relevant Clause, will bear the same meaning as ascribed to it for all purposes in terms of this Agreement, notwithstanding that the term has not been defined in that Clause.</w:t>
      </w:r>
    </w:p>
    <w:p w14:paraId="7BD0C360" w14:textId="77777777" w:rsidR="005278EB" w:rsidRPr="009825D5" w:rsidRDefault="005278EB" w:rsidP="005823CA">
      <w:pPr>
        <w:pStyle w:val="StyleHeading2Tahoma"/>
        <w:ind w:left="993" w:hanging="993"/>
      </w:pPr>
    </w:p>
    <w:p w14:paraId="12E4222E" w14:textId="77777777" w:rsidR="005278EB" w:rsidRPr="009825D5" w:rsidRDefault="005278EB" w:rsidP="00616AAE">
      <w:pPr>
        <w:pStyle w:val="StyleHeading2Tahoma"/>
        <w:numPr>
          <w:ilvl w:val="1"/>
          <w:numId w:val="9"/>
        </w:numPr>
        <w:ind w:left="709" w:hanging="709"/>
      </w:pPr>
      <w:r w:rsidRPr="00616AAE">
        <w:rPr>
          <w:lang w:val="en-ZA"/>
        </w:rPr>
        <w:t xml:space="preserve">The termination of this Agreement will not affect any of the provisions </w:t>
      </w:r>
      <w:r w:rsidR="00F607F6" w:rsidRPr="00616AAE">
        <w:rPr>
          <w:lang w:val="en-ZA"/>
        </w:rPr>
        <w:t>of this Agreement which operate</w:t>
      </w:r>
      <w:r w:rsidRPr="00616AAE">
        <w:rPr>
          <w:lang w:val="en-ZA"/>
        </w:rPr>
        <w:t xml:space="preserve"> after any such termination or which of necessity must continue to have effect after such expiration or termination, notwithstanding that the Clauses themselves do not expressly provide for this.</w:t>
      </w:r>
    </w:p>
    <w:p w14:paraId="54FFEC31" w14:textId="77777777" w:rsidR="005278EB" w:rsidRPr="009825D5" w:rsidRDefault="005278EB" w:rsidP="005823CA">
      <w:pPr>
        <w:pStyle w:val="StyleHeading2Tahoma"/>
        <w:ind w:left="993" w:hanging="993"/>
      </w:pPr>
    </w:p>
    <w:p w14:paraId="7914F774" w14:textId="77777777" w:rsidR="005278EB" w:rsidRPr="009825D5" w:rsidRDefault="005278EB" w:rsidP="00616AAE">
      <w:pPr>
        <w:pStyle w:val="StyleHeading2Tahoma"/>
        <w:numPr>
          <w:ilvl w:val="1"/>
          <w:numId w:val="9"/>
        </w:numPr>
        <w:ind w:left="709" w:hanging="709"/>
      </w:pPr>
      <w:r w:rsidRPr="00616AAE">
        <w:rPr>
          <w:lang w:val="en-ZA"/>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14:paraId="34660D4F" w14:textId="77777777" w:rsidR="005278EB" w:rsidRPr="009825D5" w:rsidRDefault="005278EB" w:rsidP="005823CA">
      <w:pPr>
        <w:pStyle w:val="StyleHeading2Tahoma"/>
        <w:ind w:left="993" w:hanging="993"/>
      </w:pPr>
    </w:p>
    <w:p w14:paraId="4A196664" w14:textId="77777777" w:rsidR="005278EB" w:rsidRPr="009825D5" w:rsidRDefault="005278EB" w:rsidP="00616AAE">
      <w:pPr>
        <w:pStyle w:val="StyleHeading2Tahoma"/>
        <w:numPr>
          <w:ilvl w:val="1"/>
          <w:numId w:val="9"/>
        </w:numPr>
        <w:ind w:left="709" w:hanging="709"/>
      </w:pPr>
      <w:r w:rsidRPr="00616AAE">
        <w:rPr>
          <w:lang w:val="en-ZA"/>
        </w:rPr>
        <w:t>Where figures are referred to in numerals and in words, if there is any conflict between the two, the words will prevail.</w:t>
      </w:r>
    </w:p>
    <w:p w14:paraId="4B79EA3C" w14:textId="77777777" w:rsidR="005278EB" w:rsidRPr="009825D5" w:rsidRDefault="005278EB" w:rsidP="005823CA">
      <w:pPr>
        <w:pStyle w:val="StyleHeading2Tahoma"/>
        <w:ind w:left="993" w:hanging="993"/>
      </w:pPr>
    </w:p>
    <w:p w14:paraId="1F1BECD2" w14:textId="77777777" w:rsidR="005278EB" w:rsidRPr="009825D5" w:rsidRDefault="005278EB" w:rsidP="00616AAE">
      <w:pPr>
        <w:pStyle w:val="StyleHeading2Tahoma"/>
        <w:numPr>
          <w:ilvl w:val="1"/>
          <w:numId w:val="9"/>
        </w:numPr>
        <w:ind w:left="709" w:hanging="709"/>
      </w:pPr>
      <w:r w:rsidRPr="00616AAE">
        <w:rPr>
          <w:lang w:val="en-ZA"/>
        </w:rPr>
        <w:t>The words "include" and "including" mean "include without limitation" and "including without limitation". The use of the words "include" and "including" followed by a specific example or examples will not be construed as limiting the meaning of the general wording preceding it.</w:t>
      </w:r>
    </w:p>
    <w:p w14:paraId="0D58F2C8" w14:textId="77777777" w:rsidR="005278EB" w:rsidRPr="009825D5" w:rsidRDefault="005278EB" w:rsidP="005823CA">
      <w:pPr>
        <w:pStyle w:val="StyleHeading2Tahoma"/>
        <w:ind w:left="993" w:hanging="993"/>
      </w:pPr>
    </w:p>
    <w:p w14:paraId="2866A8DE" w14:textId="77777777" w:rsidR="005278EB" w:rsidRPr="009825D5" w:rsidRDefault="00654AE1" w:rsidP="00654AE1">
      <w:pPr>
        <w:pStyle w:val="StyleHeading2Tahoma"/>
        <w:numPr>
          <w:ilvl w:val="1"/>
          <w:numId w:val="9"/>
        </w:numPr>
        <w:ind w:left="709" w:hanging="709"/>
      </w:pPr>
      <w:r>
        <w:t xml:space="preserve"> </w:t>
      </w:r>
      <w:r w:rsidR="005278EB" w:rsidRPr="00654AE1">
        <w:rPr>
          <w:lang w:val="en-ZA"/>
        </w:rPr>
        <w:t>For all purposes under this Agreement, a reference to “written” or “in writing” will exclude any data message and “signed” or “signature” will not include an electronic or advanced electronic signature. The terms “data message”, “electronic signature” and “advanced electronic signature” will have the meanings assigned to it in the Electronic Communications and Transactions Act, 2002 (Act No. 25 of 2002), as amended.</w:t>
      </w:r>
    </w:p>
    <w:p w14:paraId="056907B2" w14:textId="77777777" w:rsidR="005278EB" w:rsidRPr="009825D5" w:rsidRDefault="005278EB" w:rsidP="00E86353">
      <w:pPr>
        <w:pStyle w:val="StyleHeading1Tahoma"/>
        <w:numPr>
          <w:ilvl w:val="0"/>
          <w:numId w:val="0"/>
        </w:numPr>
        <w:ind w:left="993"/>
      </w:pPr>
      <w:bookmarkStart w:id="10" w:name="_Toc179617255"/>
      <w:bookmarkStart w:id="11" w:name="_Toc296601353"/>
    </w:p>
    <w:p w14:paraId="2958F03D" w14:textId="77777777" w:rsidR="005278EB" w:rsidRPr="009825D5" w:rsidRDefault="005278EB" w:rsidP="00E86353">
      <w:pPr>
        <w:pStyle w:val="StyleHeading1Tahoma"/>
      </w:pPr>
      <w:r w:rsidRPr="009825D5">
        <w:t>DURATION</w:t>
      </w:r>
      <w:bookmarkEnd w:id="10"/>
      <w:bookmarkEnd w:id="11"/>
      <w:r w:rsidR="00C531E0">
        <w:fldChar w:fldCharType="begin"/>
      </w:r>
      <w:r w:rsidR="00C531E0">
        <w:instrText xml:space="preserve"> TC "</w:instrText>
      </w:r>
      <w:bookmarkStart w:id="12" w:name="_Toc67652847"/>
      <w:r w:rsidR="00C531E0" w:rsidRPr="008E3005">
        <w:instrText>3.   DURATION</w:instrText>
      </w:r>
      <w:bookmarkEnd w:id="12"/>
      <w:r w:rsidR="00C531E0">
        <w:instrText xml:space="preserve">" \f C \l "1" </w:instrText>
      </w:r>
      <w:r w:rsidR="00C531E0">
        <w:fldChar w:fldCharType="end"/>
      </w:r>
    </w:p>
    <w:p w14:paraId="54050CF4" w14:textId="77777777" w:rsidR="005278EB" w:rsidRPr="009825D5" w:rsidRDefault="005278EB" w:rsidP="00E86353">
      <w:pPr>
        <w:pStyle w:val="StyleHeading1Tahoma"/>
        <w:numPr>
          <w:ilvl w:val="0"/>
          <w:numId w:val="0"/>
        </w:numPr>
        <w:ind w:left="993"/>
      </w:pPr>
    </w:p>
    <w:p w14:paraId="60CEE0B4" w14:textId="77777777" w:rsidR="00DA2567" w:rsidRDefault="005278EB" w:rsidP="00742CC7">
      <w:pPr>
        <w:pStyle w:val="StyleHeading2Tahoma"/>
        <w:numPr>
          <w:ilvl w:val="1"/>
          <w:numId w:val="11"/>
        </w:numPr>
        <w:ind w:left="709" w:hanging="709"/>
        <w:rPr>
          <w:rStyle w:val="Emphasis"/>
          <w:rFonts w:cs="Arial"/>
          <w:i w:val="0"/>
        </w:rPr>
      </w:pPr>
      <w:r w:rsidRPr="009825D5">
        <w:rPr>
          <w:rStyle w:val="Emphasis"/>
          <w:rFonts w:cs="Arial"/>
          <w:i w:val="0"/>
        </w:rPr>
        <w:t>This Agreement commences on the Commencement Date, notwithstanding the date of signature hereof and will continue in full for</w:t>
      </w:r>
      <w:r w:rsidR="00803D6D">
        <w:rPr>
          <w:rStyle w:val="Emphasis"/>
          <w:rFonts w:cs="Arial"/>
          <w:i w:val="0"/>
        </w:rPr>
        <w:t xml:space="preserve">ce </w:t>
      </w:r>
      <w:r w:rsidR="00A3219D">
        <w:rPr>
          <w:rStyle w:val="Emphasis"/>
          <w:rFonts w:cs="Arial"/>
          <w:i w:val="0"/>
        </w:rPr>
        <w:t>and effect for a period</w:t>
      </w:r>
      <w:r w:rsidR="003D0325" w:rsidRPr="003D0325">
        <w:rPr>
          <w:rStyle w:val="Heading1Char"/>
          <w:rFonts w:cs="Arial"/>
          <w:i/>
        </w:rPr>
        <w:t xml:space="preserve"> </w:t>
      </w:r>
      <w:r w:rsidR="00863AFB">
        <w:rPr>
          <w:rStyle w:val="Emphasis"/>
          <w:rFonts w:cs="Arial"/>
          <w:i w:val="0"/>
        </w:rPr>
        <w:t xml:space="preserve">to be determined by the Parties subject to the maintenance period, </w:t>
      </w:r>
      <w:r w:rsidRPr="009825D5">
        <w:rPr>
          <w:rStyle w:val="Emphasis"/>
          <w:rFonts w:cs="Arial"/>
          <w:i w:val="0"/>
        </w:rPr>
        <w:t>until the Termination Date, unless terminated earlier in terms of this Agreement</w:t>
      </w:r>
      <w:r>
        <w:rPr>
          <w:rStyle w:val="Emphasis"/>
          <w:rFonts w:cs="Arial"/>
          <w:i w:val="0"/>
        </w:rPr>
        <w:t>.</w:t>
      </w:r>
    </w:p>
    <w:p w14:paraId="7B8F4117" w14:textId="77777777" w:rsidR="00DA2567" w:rsidRDefault="00DA2567" w:rsidP="00690617">
      <w:pPr>
        <w:pStyle w:val="StyleHeading2Tahoma"/>
        <w:rPr>
          <w:rStyle w:val="Emphasis"/>
          <w:rFonts w:cs="Arial"/>
          <w:i w:val="0"/>
        </w:rPr>
      </w:pPr>
    </w:p>
    <w:p w14:paraId="41C0F82E" w14:textId="77777777" w:rsidR="005278EB" w:rsidRPr="009825D5" w:rsidRDefault="00AD349C" w:rsidP="00AD349C">
      <w:pPr>
        <w:pStyle w:val="StyleHeading1Tahoma"/>
      </w:pPr>
      <w:r>
        <w:t xml:space="preserve">sale </w:t>
      </w:r>
      <w:r>
        <w:fldChar w:fldCharType="begin"/>
      </w:r>
      <w:r>
        <w:instrText xml:space="preserve"> TC "</w:instrText>
      </w:r>
      <w:bookmarkStart w:id="13" w:name="_Toc67652848"/>
      <w:r w:rsidRPr="00CE7274">
        <w:rPr>
          <w:lang w:val="en-ZA"/>
        </w:rPr>
        <w:instrText>4.   SALE</w:instrText>
      </w:r>
      <w:bookmarkEnd w:id="13"/>
      <w:r>
        <w:instrText xml:space="preserve">" \f C \l "1" </w:instrText>
      </w:r>
      <w:r>
        <w:fldChar w:fldCharType="end"/>
      </w:r>
    </w:p>
    <w:p w14:paraId="22FDDB0C" w14:textId="04C4E08F" w:rsidR="005278EB" w:rsidRDefault="005278EB" w:rsidP="005823CA">
      <w:pPr>
        <w:pStyle w:val="StyleHeading2Tahoma"/>
        <w:numPr>
          <w:ilvl w:val="1"/>
          <w:numId w:val="7"/>
        </w:numPr>
        <w:ind w:left="993" w:hanging="993"/>
      </w:pPr>
      <w:r w:rsidRPr="009825D5">
        <w:t xml:space="preserve">The </w:t>
      </w:r>
      <w:r w:rsidR="00727E04">
        <w:t xml:space="preserve">Seller hereby sells, conveys and transfers to the Purchaser all rights, title and </w:t>
      </w:r>
      <w:r w:rsidR="00602992">
        <w:t xml:space="preserve">interest, </w:t>
      </w:r>
      <w:proofErr w:type="gramStart"/>
      <w:r w:rsidR="00602992">
        <w:t xml:space="preserve">a </w:t>
      </w:r>
      <w:r w:rsidR="00727E04">
        <w:t xml:space="preserve"> forklift</w:t>
      </w:r>
      <w:proofErr w:type="gramEnd"/>
      <w:r w:rsidR="00727E04">
        <w:t>.</w:t>
      </w:r>
    </w:p>
    <w:p w14:paraId="7FC92922" w14:textId="77777777" w:rsidR="00727E04" w:rsidRDefault="00727E04" w:rsidP="00727E04">
      <w:pPr>
        <w:pStyle w:val="StyleHeading2Tahoma"/>
        <w:ind w:left="993"/>
      </w:pPr>
    </w:p>
    <w:p w14:paraId="633BEC05" w14:textId="48D5FB68" w:rsidR="008A1A29" w:rsidRDefault="00727E04" w:rsidP="00D57FCA">
      <w:pPr>
        <w:pStyle w:val="StyleHeading2Tahoma"/>
        <w:numPr>
          <w:ilvl w:val="1"/>
          <w:numId w:val="7"/>
        </w:numPr>
        <w:ind w:left="709" w:hanging="709"/>
      </w:pPr>
      <w:r>
        <w:t xml:space="preserve">Delivery of </w:t>
      </w:r>
      <w:r w:rsidR="00602992">
        <w:t>a</w:t>
      </w:r>
      <w:r>
        <w:t xml:space="preserve"> forklift to the Purchaser shall take place within ……. Days after receipt of a purchaser order or such later date as otherwise agreed in writing between the Parties.</w:t>
      </w:r>
    </w:p>
    <w:p w14:paraId="0CDA6099" w14:textId="2FCA7396" w:rsidR="00727E04" w:rsidRDefault="00602992" w:rsidP="00602992">
      <w:r>
        <w:t>a</w:t>
      </w:r>
    </w:p>
    <w:p w14:paraId="30B88CD3" w14:textId="541A9900" w:rsidR="00727E04" w:rsidRDefault="00712CDF" w:rsidP="00D57FCA">
      <w:pPr>
        <w:pStyle w:val="StyleHeading2Tahoma"/>
        <w:numPr>
          <w:ilvl w:val="1"/>
          <w:numId w:val="7"/>
        </w:numPr>
        <w:ind w:left="709" w:hanging="709"/>
      </w:pPr>
      <w:r>
        <w:t xml:space="preserve">The Seller shall deliver </w:t>
      </w:r>
      <w:r w:rsidR="00602992">
        <w:t>a</w:t>
      </w:r>
      <w:r>
        <w:t xml:space="preserve"> forklift to such address included in the purchase order or as otherwise agreed in writing between the Parties. </w:t>
      </w:r>
    </w:p>
    <w:p w14:paraId="32FF39D1" w14:textId="77777777" w:rsidR="00712CDF" w:rsidRDefault="00712CDF" w:rsidP="00712CDF">
      <w:pPr>
        <w:pStyle w:val="ListParagraph"/>
      </w:pPr>
    </w:p>
    <w:p w14:paraId="0459E57D" w14:textId="25B4D3C5" w:rsidR="00712CDF" w:rsidRDefault="00712CDF" w:rsidP="00D57FCA">
      <w:pPr>
        <w:pStyle w:val="StyleHeading2Tahoma"/>
        <w:numPr>
          <w:ilvl w:val="1"/>
          <w:numId w:val="7"/>
        </w:numPr>
        <w:ind w:left="709" w:hanging="709"/>
      </w:pPr>
      <w:r>
        <w:t xml:space="preserve">Upon acceptance by the Purchaser of </w:t>
      </w:r>
      <w:r w:rsidR="00602992">
        <w:t>a</w:t>
      </w:r>
      <w:r>
        <w:t xml:space="preserve"> forklift, which acceptance shall be identified by the Purchaser taking possession of </w:t>
      </w:r>
      <w:r w:rsidR="00602992">
        <w:t xml:space="preserve">a </w:t>
      </w:r>
      <w:r>
        <w:t xml:space="preserve">forklift, such acceptance shall acknowledge that the forklifts are in good order condition and the Purchaser is satisfied with the quality of </w:t>
      </w:r>
      <w:r w:rsidR="00602992">
        <w:t>a</w:t>
      </w:r>
      <w:r>
        <w:t xml:space="preserve"> Forklift.</w:t>
      </w:r>
    </w:p>
    <w:p w14:paraId="07C5A8BB" w14:textId="77777777" w:rsidR="00712CDF" w:rsidRDefault="00712CDF" w:rsidP="00712CDF">
      <w:pPr>
        <w:pStyle w:val="ListParagraph"/>
      </w:pPr>
    </w:p>
    <w:p w14:paraId="44E6C9E0" w14:textId="252CED62" w:rsidR="00712CDF" w:rsidRDefault="00712CDF" w:rsidP="00D57FCA">
      <w:pPr>
        <w:pStyle w:val="StyleHeading2Tahoma"/>
        <w:numPr>
          <w:ilvl w:val="1"/>
          <w:numId w:val="7"/>
        </w:numPr>
        <w:ind w:left="709" w:hanging="709"/>
      </w:pPr>
      <w:r>
        <w:t xml:space="preserve">The Seller represents that it owns the forklift described in the Agreement and </w:t>
      </w:r>
      <w:r w:rsidR="00E80F23">
        <w:t>such</w:t>
      </w:r>
      <w:r>
        <w:t xml:space="preserve"> equipment is free from liens and </w:t>
      </w:r>
      <w:r w:rsidR="006D7BA4">
        <w:t>encumbrance according</w:t>
      </w:r>
      <w:r>
        <w:t xml:space="preserve"> to law.</w:t>
      </w:r>
    </w:p>
    <w:p w14:paraId="64DB7C33" w14:textId="77777777" w:rsidR="004C7C47" w:rsidRDefault="004C7C47" w:rsidP="004C7C47">
      <w:pPr>
        <w:pStyle w:val="ListParagraph"/>
      </w:pPr>
    </w:p>
    <w:p w14:paraId="5338AAF6" w14:textId="77777777" w:rsidR="004C7C47" w:rsidRDefault="004C7C47" w:rsidP="00E80F23">
      <w:pPr>
        <w:pStyle w:val="StyleHeading2Tahoma"/>
      </w:pPr>
    </w:p>
    <w:p w14:paraId="40037190" w14:textId="77777777" w:rsidR="00E80F23" w:rsidRPr="00A3219D" w:rsidRDefault="00AD349C" w:rsidP="00A63249">
      <w:pPr>
        <w:pStyle w:val="StyleHeading1Tahoma"/>
        <w:tabs>
          <w:tab w:val="clear" w:pos="502"/>
          <w:tab w:val="num" w:pos="709"/>
        </w:tabs>
      </w:pPr>
      <w:bookmarkStart w:id="14" w:name="_Toc296601355"/>
      <w:r>
        <w:t xml:space="preserve">seller’s undertaking </w:t>
      </w:r>
      <w:r>
        <w:fldChar w:fldCharType="begin"/>
      </w:r>
      <w:r>
        <w:instrText xml:space="preserve"> TC "</w:instrText>
      </w:r>
      <w:bookmarkStart w:id="15" w:name="_Toc67652849"/>
      <w:r w:rsidRPr="00FA2FBB">
        <w:rPr>
          <w:lang w:val="en-ZA"/>
        </w:rPr>
        <w:instrText>5.   SELLER'S UNDERTAKING</w:instrText>
      </w:r>
      <w:bookmarkEnd w:id="15"/>
      <w:r>
        <w:instrText xml:space="preserve">" \f C \l "1" </w:instrText>
      </w:r>
      <w:r>
        <w:fldChar w:fldCharType="end"/>
      </w:r>
    </w:p>
    <w:p w14:paraId="5F28851E" w14:textId="77777777" w:rsidR="005278EB" w:rsidRPr="00A3219D" w:rsidRDefault="006D7BA4" w:rsidP="005823CA">
      <w:pPr>
        <w:pStyle w:val="StyleHeading2Tahoma"/>
        <w:ind w:left="993" w:hanging="993"/>
      </w:pPr>
      <w:r>
        <w:t>The Seller undertake to-</w:t>
      </w:r>
    </w:p>
    <w:p w14:paraId="3087A7A4" w14:textId="77777777" w:rsidR="00D57FCA" w:rsidRDefault="006D7BA4" w:rsidP="006D7BA4">
      <w:pPr>
        <w:pStyle w:val="StyleHeading2Tahoma"/>
        <w:numPr>
          <w:ilvl w:val="1"/>
          <w:numId w:val="13"/>
        </w:numPr>
        <w:tabs>
          <w:tab w:val="clear" w:pos="720"/>
        </w:tabs>
        <w:ind w:left="993" w:hanging="993"/>
      </w:pPr>
      <w:r>
        <w:t xml:space="preserve">Provide the Services to the Purchaser in line with the terms and conditions of this Agreement, read together with the Seller’s proposal submitted in </w:t>
      </w:r>
      <w:r w:rsidR="00E80F23">
        <w:t>response</w:t>
      </w:r>
      <w:r>
        <w:t xml:space="preserve"> to the RFP …/…</w:t>
      </w:r>
    </w:p>
    <w:p w14:paraId="5F370CF4" w14:textId="77777777" w:rsidR="006D7BA4" w:rsidRDefault="006D7BA4" w:rsidP="006D7BA4">
      <w:pPr>
        <w:pStyle w:val="StyleHeading2Tahoma"/>
        <w:ind w:left="993"/>
      </w:pPr>
    </w:p>
    <w:p w14:paraId="5DF8C654" w14:textId="1736F7E9" w:rsidR="006D7BA4" w:rsidRDefault="006D7BA4" w:rsidP="006D7BA4">
      <w:pPr>
        <w:pStyle w:val="StyleHeading2Tahoma"/>
        <w:numPr>
          <w:ilvl w:val="1"/>
          <w:numId w:val="13"/>
        </w:numPr>
        <w:tabs>
          <w:tab w:val="clear" w:pos="720"/>
        </w:tabs>
        <w:ind w:left="993" w:hanging="993"/>
      </w:pPr>
      <w:r>
        <w:t xml:space="preserve">Carry out routine servicing and inspection of the forklift at such intervals as may be reasonable required by the Purchaser including the adjustment, repair or replacement of any defective working parts </w:t>
      </w:r>
      <w:proofErr w:type="gramStart"/>
      <w:r>
        <w:t>where</w:t>
      </w:r>
      <w:proofErr w:type="gramEnd"/>
      <w:r>
        <w:t xml:space="preserve"> caused by standard </w:t>
      </w:r>
      <w:r w:rsidR="005011A4">
        <w:t>operating fair</w:t>
      </w:r>
      <w:r>
        <w:t xml:space="preserve"> wear and tear discovered during such maintenance or service.</w:t>
      </w:r>
    </w:p>
    <w:p w14:paraId="2BDD6E9E" w14:textId="77777777" w:rsidR="006D7BA4" w:rsidRDefault="006D7BA4" w:rsidP="006D7BA4">
      <w:pPr>
        <w:pStyle w:val="ListParagraph"/>
      </w:pPr>
    </w:p>
    <w:p w14:paraId="68E95EAA" w14:textId="77777777" w:rsidR="006D7BA4" w:rsidRDefault="005011A4" w:rsidP="006D7BA4">
      <w:pPr>
        <w:pStyle w:val="StyleHeading2Tahoma"/>
        <w:numPr>
          <w:ilvl w:val="1"/>
          <w:numId w:val="13"/>
        </w:numPr>
        <w:tabs>
          <w:tab w:val="clear" w:pos="720"/>
        </w:tabs>
        <w:ind w:left="993" w:hanging="993"/>
      </w:pPr>
      <w:r>
        <w:t>Use all reasonable endeavours to supply spare/ replacement components required to maintain forklifts using new parts as the Purchaser may consider necessary.</w:t>
      </w:r>
    </w:p>
    <w:p w14:paraId="5BE19398" w14:textId="77777777" w:rsidR="005011A4" w:rsidRDefault="005011A4" w:rsidP="005011A4">
      <w:pPr>
        <w:pStyle w:val="ListParagraph"/>
      </w:pPr>
    </w:p>
    <w:p w14:paraId="77E82760" w14:textId="016274D1" w:rsidR="005011A4" w:rsidRDefault="005011A4" w:rsidP="006D7BA4">
      <w:pPr>
        <w:pStyle w:val="StyleHeading2Tahoma"/>
        <w:numPr>
          <w:ilvl w:val="1"/>
          <w:numId w:val="13"/>
        </w:numPr>
        <w:tabs>
          <w:tab w:val="clear" w:pos="720"/>
        </w:tabs>
        <w:ind w:left="993" w:hanging="993"/>
      </w:pPr>
      <w:r>
        <w:t>Provide training to the Purchaser’s designated employees for the operation of the forklift at no additional costs to the Purchaser.</w:t>
      </w:r>
    </w:p>
    <w:p w14:paraId="203B8311" w14:textId="77777777" w:rsidR="005011A4" w:rsidRDefault="005011A4" w:rsidP="005011A4">
      <w:pPr>
        <w:pStyle w:val="ListParagraph"/>
      </w:pPr>
    </w:p>
    <w:p w14:paraId="261FD9F3" w14:textId="77777777" w:rsidR="005011A4" w:rsidRDefault="005011A4" w:rsidP="006D7BA4">
      <w:pPr>
        <w:pStyle w:val="StyleHeading2Tahoma"/>
        <w:numPr>
          <w:ilvl w:val="1"/>
          <w:numId w:val="13"/>
        </w:numPr>
        <w:tabs>
          <w:tab w:val="clear" w:pos="720"/>
        </w:tabs>
        <w:ind w:left="993" w:hanging="993"/>
      </w:pPr>
      <w:r>
        <w:t>Provide the Purchaser with the benefits of any manufacturer’s and supplier’s express warranties of fitness and performance of the forklifts supplied to the Purchaser.</w:t>
      </w:r>
    </w:p>
    <w:p w14:paraId="2EF910A7" w14:textId="77777777" w:rsidR="005011A4" w:rsidRDefault="005011A4" w:rsidP="005011A4">
      <w:pPr>
        <w:pStyle w:val="ListParagraph"/>
      </w:pPr>
    </w:p>
    <w:p w14:paraId="24009430" w14:textId="77777777" w:rsidR="005011A4" w:rsidRDefault="005011A4" w:rsidP="006D7BA4">
      <w:pPr>
        <w:pStyle w:val="StyleHeading2Tahoma"/>
        <w:numPr>
          <w:ilvl w:val="1"/>
          <w:numId w:val="13"/>
        </w:numPr>
        <w:tabs>
          <w:tab w:val="clear" w:pos="720"/>
        </w:tabs>
        <w:ind w:left="993" w:hanging="993"/>
      </w:pPr>
      <w:r>
        <w:t>Observe and comply with all reasonable directives from time to time issued by the Purchaser in relation to the Services.</w:t>
      </w:r>
    </w:p>
    <w:p w14:paraId="4541ADC9" w14:textId="77777777" w:rsidR="005011A4" w:rsidRDefault="005011A4" w:rsidP="005011A4">
      <w:pPr>
        <w:pStyle w:val="ListParagraph"/>
      </w:pPr>
    </w:p>
    <w:p w14:paraId="03B4C247" w14:textId="77777777" w:rsidR="005011A4" w:rsidRDefault="005011A4" w:rsidP="006D7BA4">
      <w:pPr>
        <w:pStyle w:val="StyleHeading2Tahoma"/>
        <w:numPr>
          <w:ilvl w:val="1"/>
          <w:numId w:val="13"/>
        </w:numPr>
        <w:tabs>
          <w:tab w:val="clear" w:pos="720"/>
        </w:tabs>
        <w:ind w:left="993" w:hanging="993"/>
      </w:pPr>
      <w:r>
        <w:t>Ensure that it has suitably qualified staff and sufficient resources at all times in order to properly render the Services to the Purchaser.</w:t>
      </w:r>
    </w:p>
    <w:p w14:paraId="488DD17E" w14:textId="77777777" w:rsidR="005011A4" w:rsidRDefault="005011A4" w:rsidP="005011A4">
      <w:pPr>
        <w:pStyle w:val="ListParagraph"/>
      </w:pPr>
    </w:p>
    <w:p w14:paraId="03AAB55B" w14:textId="77777777" w:rsidR="005011A4" w:rsidRDefault="005011A4" w:rsidP="006D7BA4">
      <w:pPr>
        <w:pStyle w:val="StyleHeading2Tahoma"/>
        <w:numPr>
          <w:ilvl w:val="1"/>
          <w:numId w:val="13"/>
        </w:numPr>
        <w:tabs>
          <w:tab w:val="clear" w:pos="720"/>
        </w:tabs>
        <w:ind w:left="993" w:hanging="993"/>
      </w:pPr>
      <w:r>
        <w:t>Ensure that it has sufficient contingency plans in place and shall at all times be responsible to the Purchaser for the fulfilment of its obligations under this Agreement.</w:t>
      </w:r>
    </w:p>
    <w:p w14:paraId="46FC0AB9" w14:textId="77777777" w:rsidR="005011A4" w:rsidRDefault="005011A4" w:rsidP="005011A4">
      <w:pPr>
        <w:pStyle w:val="ListParagraph"/>
      </w:pPr>
    </w:p>
    <w:p w14:paraId="4E342A8E" w14:textId="77777777" w:rsidR="000A4086" w:rsidRDefault="000A4086" w:rsidP="006D7BA4">
      <w:pPr>
        <w:pStyle w:val="StyleHeading2Tahoma"/>
        <w:numPr>
          <w:ilvl w:val="1"/>
          <w:numId w:val="13"/>
        </w:numPr>
        <w:tabs>
          <w:tab w:val="clear" w:pos="720"/>
        </w:tabs>
        <w:ind w:left="993" w:hanging="993"/>
      </w:pPr>
      <w:r>
        <w:t>Devote the necessary time, attention and skill to the Services and not engage in any business that will prevent the Seller from properly rendering the Services to the Purchaser.</w:t>
      </w:r>
    </w:p>
    <w:p w14:paraId="42517123" w14:textId="77777777" w:rsidR="000A4086" w:rsidRDefault="000A4086" w:rsidP="000A4086">
      <w:pPr>
        <w:pStyle w:val="ListParagraph"/>
      </w:pPr>
    </w:p>
    <w:p w14:paraId="496E269A" w14:textId="77777777" w:rsidR="000A4086" w:rsidRDefault="000A4086" w:rsidP="006D7BA4">
      <w:pPr>
        <w:pStyle w:val="StyleHeading2Tahoma"/>
        <w:numPr>
          <w:ilvl w:val="1"/>
          <w:numId w:val="13"/>
        </w:numPr>
        <w:tabs>
          <w:tab w:val="clear" w:pos="720"/>
        </w:tabs>
        <w:ind w:left="993" w:hanging="993"/>
      </w:pPr>
      <w:r>
        <w:t>Exercise reasonable care and diligence in the discharge of its obligations in terms of the Agreement.</w:t>
      </w:r>
    </w:p>
    <w:p w14:paraId="21CBC873" w14:textId="77777777" w:rsidR="000A4086" w:rsidRDefault="000A4086" w:rsidP="000A4086">
      <w:pPr>
        <w:pStyle w:val="ListParagraph"/>
      </w:pPr>
    </w:p>
    <w:p w14:paraId="21D5A9D6" w14:textId="77777777" w:rsidR="000A4086" w:rsidRDefault="000A4086" w:rsidP="006D7BA4">
      <w:pPr>
        <w:pStyle w:val="StyleHeading2Tahoma"/>
        <w:numPr>
          <w:ilvl w:val="1"/>
          <w:numId w:val="13"/>
        </w:numPr>
        <w:tabs>
          <w:tab w:val="clear" w:pos="720"/>
        </w:tabs>
        <w:ind w:left="993" w:hanging="993"/>
      </w:pPr>
      <w:r>
        <w:t xml:space="preserve">Appoint Designated Person to manage this Agreement with the Purchaser and to ensure </w:t>
      </w:r>
      <w:r>
        <w:lastRenderedPageBreak/>
        <w:t>the efficient and effective delivery of the Serviced to the Purchaser.</w:t>
      </w:r>
    </w:p>
    <w:p w14:paraId="1CE14A37" w14:textId="77777777" w:rsidR="000A4086" w:rsidRDefault="000A4086" w:rsidP="000A4086">
      <w:pPr>
        <w:pStyle w:val="ListParagraph"/>
      </w:pPr>
    </w:p>
    <w:p w14:paraId="09E8E0CC" w14:textId="77777777" w:rsidR="000A4086" w:rsidRDefault="000A4086" w:rsidP="006D7BA4">
      <w:pPr>
        <w:pStyle w:val="StyleHeading2Tahoma"/>
        <w:numPr>
          <w:ilvl w:val="1"/>
          <w:numId w:val="13"/>
        </w:numPr>
        <w:tabs>
          <w:tab w:val="clear" w:pos="720"/>
        </w:tabs>
        <w:ind w:left="993" w:hanging="993"/>
      </w:pPr>
      <w:r>
        <w:t>Invoice the Purchaser for Services rendered in the required format and in timely fashion.</w:t>
      </w:r>
    </w:p>
    <w:p w14:paraId="4604AA28" w14:textId="77777777" w:rsidR="000A4086" w:rsidRDefault="000A4086" w:rsidP="000A4086">
      <w:pPr>
        <w:pStyle w:val="ListParagraph"/>
      </w:pPr>
    </w:p>
    <w:p w14:paraId="3C009547" w14:textId="77777777" w:rsidR="000A4086" w:rsidRDefault="000A4086" w:rsidP="006D7BA4">
      <w:pPr>
        <w:pStyle w:val="StyleHeading2Tahoma"/>
        <w:numPr>
          <w:ilvl w:val="1"/>
          <w:numId w:val="13"/>
        </w:numPr>
        <w:tabs>
          <w:tab w:val="clear" w:pos="720"/>
        </w:tabs>
        <w:ind w:left="993" w:hanging="993"/>
      </w:pPr>
      <w:r>
        <w:t>Stay abreast of technological developments relating to forklifts and will advise the Purchaser of any new technology as and when it becomes available.</w:t>
      </w:r>
    </w:p>
    <w:p w14:paraId="7D6B88F9" w14:textId="77777777" w:rsidR="000A4086" w:rsidRDefault="000A4086" w:rsidP="000A4086">
      <w:pPr>
        <w:pStyle w:val="ListParagraph"/>
      </w:pPr>
    </w:p>
    <w:p w14:paraId="2172C3E7" w14:textId="77777777" w:rsidR="005011A4" w:rsidRDefault="005011A4" w:rsidP="006D7BA4">
      <w:pPr>
        <w:pStyle w:val="StyleHeading2Tahoma"/>
        <w:numPr>
          <w:ilvl w:val="1"/>
          <w:numId w:val="13"/>
        </w:numPr>
        <w:tabs>
          <w:tab w:val="clear" w:pos="720"/>
        </w:tabs>
        <w:ind w:left="993" w:hanging="993"/>
      </w:pPr>
      <w:r>
        <w:t xml:space="preserve"> </w:t>
      </w:r>
      <w:r w:rsidR="000A4086">
        <w:t>Submit Service Reports and Timesheets (where applicable) to the relevant Purchaser Authorised Representative for sign-off at each office site pursuant to any Services having been rendered by the Seller to the Purchaser.</w:t>
      </w:r>
    </w:p>
    <w:p w14:paraId="4AD229BE" w14:textId="77777777" w:rsidR="000A4086" w:rsidRDefault="000A4086" w:rsidP="000A4086">
      <w:pPr>
        <w:pStyle w:val="ListParagraph"/>
      </w:pPr>
    </w:p>
    <w:p w14:paraId="7B983A08" w14:textId="77777777" w:rsidR="000A4086" w:rsidRDefault="000A4086" w:rsidP="006D7BA4">
      <w:pPr>
        <w:pStyle w:val="StyleHeading2Tahoma"/>
        <w:numPr>
          <w:ilvl w:val="1"/>
          <w:numId w:val="13"/>
        </w:numPr>
        <w:tabs>
          <w:tab w:val="clear" w:pos="720"/>
        </w:tabs>
        <w:ind w:left="993" w:hanging="993"/>
      </w:pPr>
      <w:r>
        <w:t xml:space="preserve">Retain for audit purposes copies of all Service Reports and Timesheets duly </w:t>
      </w:r>
      <w:r w:rsidR="004D3834">
        <w:t>signed</w:t>
      </w:r>
      <w:r>
        <w:t xml:space="preserve"> by both Parties Authorised Representatives.</w:t>
      </w:r>
    </w:p>
    <w:p w14:paraId="19F74736" w14:textId="77777777" w:rsidR="000A4086" w:rsidRDefault="000A4086" w:rsidP="000A4086">
      <w:pPr>
        <w:pStyle w:val="ListParagraph"/>
      </w:pPr>
    </w:p>
    <w:p w14:paraId="3E73914C" w14:textId="77777777" w:rsidR="004D3834" w:rsidRDefault="004D3834" w:rsidP="004D3834">
      <w:pPr>
        <w:pStyle w:val="StyleHeading2Tahoma"/>
        <w:numPr>
          <w:ilvl w:val="1"/>
          <w:numId w:val="13"/>
        </w:numPr>
        <w:tabs>
          <w:tab w:val="clear" w:pos="720"/>
        </w:tabs>
        <w:ind w:left="993" w:hanging="993"/>
      </w:pPr>
      <w:r>
        <w:t>Provide a telephone and email service to the Purchaser for the submission of orders and or logging of Service calls.</w:t>
      </w:r>
    </w:p>
    <w:p w14:paraId="7299F0AA" w14:textId="77777777" w:rsidR="004D3834" w:rsidRDefault="004D3834" w:rsidP="004D3834">
      <w:pPr>
        <w:pStyle w:val="ListParagraph"/>
      </w:pPr>
    </w:p>
    <w:p w14:paraId="16B2A4B8" w14:textId="77777777" w:rsidR="004D3834" w:rsidRDefault="004D3834" w:rsidP="004D3834">
      <w:pPr>
        <w:pStyle w:val="StyleHeading2Tahoma"/>
        <w:numPr>
          <w:ilvl w:val="1"/>
          <w:numId w:val="13"/>
        </w:numPr>
        <w:tabs>
          <w:tab w:val="clear" w:pos="720"/>
        </w:tabs>
        <w:ind w:left="993" w:hanging="993"/>
      </w:pPr>
      <w:r>
        <w:t>Keep a detailed record of –</w:t>
      </w:r>
    </w:p>
    <w:p w14:paraId="5E65DD2A" w14:textId="77777777" w:rsidR="004D3834" w:rsidRDefault="004D3834" w:rsidP="004D3834">
      <w:pPr>
        <w:pStyle w:val="ListParagraph"/>
      </w:pPr>
    </w:p>
    <w:p w14:paraId="04E2888D" w14:textId="77777777" w:rsidR="004D3834" w:rsidRDefault="004D3834" w:rsidP="004D3834">
      <w:pPr>
        <w:pStyle w:val="StyleHeading2Tahoma"/>
        <w:numPr>
          <w:ilvl w:val="2"/>
          <w:numId w:val="13"/>
        </w:numPr>
      </w:pPr>
      <w:r>
        <w:t>each Service Call logged by the Purchaser (including the name of the Purchaser official, time and nature of each call) alternatively each email request received;</w:t>
      </w:r>
    </w:p>
    <w:p w14:paraId="019D391B" w14:textId="77777777" w:rsidR="004D3834" w:rsidRDefault="004D3834" w:rsidP="004D3834">
      <w:pPr>
        <w:pStyle w:val="StyleHeading2Tahoma"/>
        <w:ind w:left="1997"/>
      </w:pPr>
    </w:p>
    <w:p w14:paraId="07A476E9" w14:textId="77777777" w:rsidR="004D3834" w:rsidRDefault="004D3834" w:rsidP="004D3834">
      <w:pPr>
        <w:pStyle w:val="StyleHeading2Tahoma"/>
        <w:numPr>
          <w:ilvl w:val="2"/>
          <w:numId w:val="13"/>
        </w:numPr>
      </w:pPr>
      <w:r>
        <w:t>To whom the Service Call was allocated for resolution; and</w:t>
      </w:r>
    </w:p>
    <w:p w14:paraId="4B7281AA" w14:textId="77777777" w:rsidR="004D3834" w:rsidRDefault="004D3834" w:rsidP="004D3834">
      <w:pPr>
        <w:pStyle w:val="StyleHeading2Tahoma"/>
      </w:pPr>
    </w:p>
    <w:p w14:paraId="02E544DE" w14:textId="77777777" w:rsidR="004D3834" w:rsidRDefault="004D3834" w:rsidP="004D3834">
      <w:pPr>
        <w:pStyle w:val="StyleHeading2Tahoma"/>
        <w:numPr>
          <w:ilvl w:val="2"/>
          <w:numId w:val="13"/>
        </w:numPr>
      </w:pPr>
      <w:r>
        <w:t>The date and time when the Service Call or email request was resolved.</w:t>
      </w:r>
    </w:p>
    <w:p w14:paraId="308FBC3C" w14:textId="77777777" w:rsidR="004D3834" w:rsidRDefault="004D3834" w:rsidP="004D3834">
      <w:pPr>
        <w:pStyle w:val="ListParagraph"/>
      </w:pPr>
    </w:p>
    <w:p w14:paraId="15351D7F" w14:textId="77777777" w:rsidR="004D3834" w:rsidRDefault="004D3834" w:rsidP="009D29FE">
      <w:pPr>
        <w:pStyle w:val="StyleHeading2Tahoma"/>
        <w:numPr>
          <w:ilvl w:val="1"/>
          <w:numId w:val="13"/>
        </w:numPr>
        <w:tabs>
          <w:tab w:val="clear" w:pos="720"/>
        </w:tabs>
        <w:ind w:left="993" w:hanging="993"/>
      </w:pPr>
      <w:r>
        <w:t>Acknowledge all Service Calls logged, queries made or e-mail requests sent by the Purchaser to the Seller within 24 (twenty four) hours of such Service Call being logged, query made or e-mail sent by the Purchaser.</w:t>
      </w:r>
    </w:p>
    <w:p w14:paraId="31B9577F" w14:textId="77777777" w:rsidR="004D3834" w:rsidRDefault="004D3834" w:rsidP="004D3834">
      <w:pPr>
        <w:pStyle w:val="StyleHeading2Tahoma"/>
        <w:ind w:left="720"/>
      </w:pPr>
    </w:p>
    <w:p w14:paraId="2E5E6C1E" w14:textId="77777777" w:rsidR="004D3834" w:rsidRDefault="009D29FE" w:rsidP="009D29FE">
      <w:pPr>
        <w:pStyle w:val="StyleHeading2Tahoma"/>
        <w:numPr>
          <w:ilvl w:val="1"/>
          <w:numId w:val="13"/>
        </w:numPr>
        <w:tabs>
          <w:tab w:val="clear" w:pos="720"/>
        </w:tabs>
        <w:ind w:left="993" w:hanging="993"/>
      </w:pPr>
      <w:r>
        <w:t xml:space="preserve">Ensure that it together with its personnel observe and adhere to the Purchaser’s security policies and procedures especially those policies that relate to access to the Purchaser premises </w:t>
      </w:r>
      <w:r w:rsidR="00733F0C">
        <w:t xml:space="preserve"> and that any of its staff who access the Purchaser’s prior permission shall have signed  the Purchaser’s Oath of Secrecy; and</w:t>
      </w:r>
    </w:p>
    <w:p w14:paraId="77669196" w14:textId="77777777" w:rsidR="00733F0C" w:rsidRDefault="00733F0C" w:rsidP="00733F0C">
      <w:pPr>
        <w:pStyle w:val="ListParagraph"/>
      </w:pPr>
    </w:p>
    <w:p w14:paraId="34EC2DC4" w14:textId="77777777" w:rsidR="00733F0C" w:rsidRDefault="00733F0C" w:rsidP="009D29FE">
      <w:pPr>
        <w:pStyle w:val="StyleHeading2Tahoma"/>
        <w:numPr>
          <w:ilvl w:val="1"/>
          <w:numId w:val="13"/>
        </w:numPr>
        <w:tabs>
          <w:tab w:val="clear" w:pos="720"/>
        </w:tabs>
        <w:ind w:left="993" w:hanging="993"/>
      </w:pPr>
      <w:r>
        <w:t xml:space="preserve">As possible, but in any event. By not later than the Commencement Date have and maintain sufficient professional indemnity insurance for the duration of this Agreement, </w:t>
      </w:r>
      <w:r>
        <w:lastRenderedPageBreak/>
        <w:t>against any of its potential liabilities that may arise as a result of the provision of the Services and provide the Purchaser with such insurance cover in the form of certificate issued by the Seller’s insurer.</w:t>
      </w:r>
    </w:p>
    <w:p w14:paraId="63A47EDC" w14:textId="77777777" w:rsidR="00733F0C" w:rsidRDefault="00733F0C" w:rsidP="00733F0C">
      <w:pPr>
        <w:pStyle w:val="StyleHeading2Tahoma"/>
      </w:pPr>
    </w:p>
    <w:p w14:paraId="38A3A2C7" w14:textId="39282F9F" w:rsidR="005278EB" w:rsidRDefault="00AD349C" w:rsidP="00E86353">
      <w:pPr>
        <w:pStyle w:val="StyleHeading1Tahoma"/>
      </w:pPr>
      <w:r>
        <w:t>QUALITY OF THE FORKLIFT</w:t>
      </w:r>
      <w:r w:rsidR="00673D28">
        <w:fldChar w:fldCharType="begin"/>
      </w:r>
      <w:r w:rsidR="00673D28">
        <w:instrText xml:space="preserve"> TC "</w:instrText>
      </w:r>
      <w:bookmarkStart w:id="16" w:name="_Toc67482455"/>
      <w:bookmarkStart w:id="17" w:name="_Toc67652850"/>
      <w:r w:rsidR="00673D28" w:rsidRPr="00844869">
        <w:rPr>
          <w:lang w:val="en-ZA"/>
        </w:rPr>
        <w:instrText>6.   QUALITY OF THE FORKLIFTS</w:instrText>
      </w:r>
      <w:bookmarkEnd w:id="16"/>
      <w:bookmarkEnd w:id="17"/>
      <w:r w:rsidR="00673D28">
        <w:instrText xml:space="preserve">" \f C \l "1" </w:instrText>
      </w:r>
      <w:r w:rsidR="00673D28">
        <w:fldChar w:fldCharType="end"/>
      </w:r>
      <w:r w:rsidR="00733F0C">
        <w:t xml:space="preserve"> </w:t>
      </w:r>
    </w:p>
    <w:p w14:paraId="78A8727F" w14:textId="77777777" w:rsidR="005278EB" w:rsidRDefault="005278EB" w:rsidP="00E86353">
      <w:pPr>
        <w:pStyle w:val="StyleHeading1Tahoma"/>
        <w:numPr>
          <w:ilvl w:val="0"/>
          <w:numId w:val="0"/>
        </w:numPr>
        <w:ind w:left="993"/>
      </w:pPr>
    </w:p>
    <w:p w14:paraId="713D79E7" w14:textId="55B7BB5B" w:rsidR="005278EB" w:rsidRPr="00A71E77" w:rsidRDefault="00A71E77" w:rsidP="00733F0C">
      <w:pPr>
        <w:pStyle w:val="StyleHeading2Tahoma"/>
        <w:numPr>
          <w:ilvl w:val="1"/>
          <w:numId w:val="42"/>
        </w:numPr>
        <w:ind w:left="709" w:hanging="709"/>
      </w:pPr>
      <w:r>
        <w:rPr>
          <w:spacing w:val="-3"/>
        </w:rPr>
        <w:t>The Seller shall implement all necessary quality controls to ensure that the forklift meet the agreed specifications.</w:t>
      </w:r>
    </w:p>
    <w:p w14:paraId="5E7A9837" w14:textId="77777777" w:rsidR="00A71E77" w:rsidRPr="00A71E77" w:rsidRDefault="00A71E77" w:rsidP="00A71E77">
      <w:pPr>
        <w:pStyle w:val="StyleHeading2Tahoma"/>
        <w:ind w:left="709"/>
      </w:pPr>
    </w:p>
    <w:p w14:paraId="202E5537" w14:textId="77777777" w:rsidR="00A71E77" w:rsidRDefault="00A71E77" w:rsidP="00733F0C">
      <w:pPr>
        <w:pStyle w:val="StyleHeading2Tahoma"/>
        <w:numPr>
          <w:ilvl w:val="1"/>
          <w:numId w:val="42"/>
        </w:numPr>
        <w:ind w:left="709" w:hanging="709"/>
      </w:pPr>
      <w:r>
        <w:t>The Purchaser or its designee shall have the right upon reasonable notice at any reasonable time to inspect the forklifts to ensure compliance with the conditions standards and specifications.</w:t>
      </w:r>
    </w:p>
    <w:p w14:paraId="2C87F3A7" w14:textId="77777777" w:rsidR="00A71E77" w:rsidRDefault="00A71E77" w:rsidP="00A71E77">
      <w:pPr>
        <w:pStyle w:val="ListParagraph"/>
      </w:pPr>
    </w:p>
    <w:p w14:paraId="769B0AE2" w14:textId="77777777" w:rsidR="00A71E77" w:rsidRDefault="00A71E77" w:rsidP="00733F0C">
      <w:pPr>
        <w:pStyle w:val="StyleHeading2Tahoma"/>
        <w:numPr>
          <w:ilvl w:val="1"/>
          <w:numId w:val="42"/>
        </w:numPr>
        <w:ind w:left="709" w:hanging="709"/>
      </w:pPr>
      <w:r>
        <w:t xml:space="preserve">The Purchaser is entitled not to accept (and / or refuse delivery </w:t>
      </w:r>
      <w:proofErr w:type="gramStart"/>
      <w:r>
        <w:t>of )</w:t>
      </w:r>
      <w:proofErr w:type="gramEnd"/>
      <w:r>
        <w:t xml:space="preserve"> any goods which do not conform to any of the conditions, standards and/ or specifications and any other standards within the industry.)</w:t>
      </w:r>
    </w:p>
    <w:p w14:paraId="34FD694D" w14:textId="77777777" w:rsidR="00A71E77" w:rsidRDefault="00A71E77" w:rsidP="00A71E77">
      <w:pPr>
        <w:pStyle w:val="ListParagraph"/>
      </w:pPr>
    </w:p>
    <w:p w14:paraId="78BD89B5" w14:textId="049B7A23" w:rsidR="00A71E77" w:rsidRDefault="00A71E77" w:rsidP="00733F0C">
      <w:pPr>
        <w:pStyle w:val="StyleHeading2Tahoma"/>
        <w:numPr>
          <w:ilvl w:val="1"/>
          <w:numId w:val="42"/>
        </w:numPr>
        <w:ind w:left="709" w:hanging="709"/>
      </w:pPr>
      <w:r>
        <w:t>Payment for the forklift shall not constitute acceptance by the Purchaser of such goods.</w:t>
      </w:r>
    </w:p>
    <w:p w14:paraId="1A58E3AF" w14:textId="77777777" w:rsidR="00A71E77" w:rsidRDefault="00A71E77" w:rsidP="00A71E77">
      <w:pPr>
        <w:pStyle w:val="ListParagraph"/>
      </w:pPr>
    </w:p>
    <w:p w14:paraId="5F237F06" w14:textId="3310D0F6" w:rsidR="00A71E77" w:rsidRDefault="00A71E77" w:rsidP="00733F0C">
      <w:pPr>
        <w:pStyle w:val="StyleHeading2Tahoma"/>
        <w:numPr>
          <w:ilvl w:val="1"/>
          <w:numId w:val="42"/>
        </w:numPr>
        <w:ind w:left="709" w:hanging="709"/>
      </w:pPr>
      <w:r>
        <w:t>As soon as it is practically possible the Purchaser shall notify the Seller of any defective or non-</w:t>
      </w:r>
      <w:r w:rsidR="00E53DE2">
        <w:t>conforming forklifts</w:t>
      </w:r>
      <w:r>
        <w:t xml:space="preserve"> and shall give the Seller a reasonable opportunity to inspect same. Subject to the Purchaser’s availability</w:t>
      </w:r>
      <w:r w:rsidR="00E53DE2">
        <w:t>, the Seller concerned shall within an agreed time afterwards either repair or replace all non-</w:t>
      </w:r>
      <w:proofErr w:type="gramStart"/>
      <w:r w:rsidR="00E53DE2">
        <w:t>conforming  or</w:t>
      </w:r>
      <w:proofErr w:type="gramEnd"/>
      <w:r w:rsidR="00E53DE2">
        <w:t xml:space="preserve"> defective forklift at no additional charge to the Purchaser.</w:t>
      </w:r>
    </w:p>
    <w:p w14:paraId="6FCCE9D6" w14:textId="77777777" w:rsidR="00E53DE2" w:rsidRDefault="00E53DE2" w:rsidP="00E53DE2">
      <w:pPr>
        <w:pStyle w:val="ListParagraph"/>
      </w:pPr>
    </w:p>
    <w:p w14:paraId="23339CB9" w14:textId="0D1A8490" w:rsidR="00E53DE2" w:rsidRDefault="00E53DE2" w:rsidP="00733F0C">
      <w:pPr>
        <w:pStyle w:val="StyleHeading2Tahoma"/>
        <w:numPr>
          <w:ilvl w:val="1"/>
          <w:numId w:val="42"/>
        </w:numPr>
        <w:ind w:left="709" w:hanging="709"/>
      </w:pPr>
      <w:r>
        <w:t xml:space="preserve">The Seller shall notify the Purchaser immediately in writing once it becomes aware of or has reason to believe that any forklift delivered to the Purchaser are defective or do not conform with the applicable conditions, standards and/ or specification in any manner whatsoever. The Seller shall cooperate in good faith with the Purchaser to determine whether the Forklift delivered are so defective or non-conforming. </w:t>
      </w:r>
    </w:p>
    <w:p w14:paraId="0E1020EE" w14:textId="77777777" w:rsidR="00E53DE2" w:rsidRDefault="00E53DE2" w:rsidP="00E53DE2">
      <w:pPr>
        <w:pStyle w:val="StyleHeading2Tahoma"/>
      </w:pPr>
    </w:p>
    <w:p w14:paraId="1BCBF506" w14:textId="77777777" w:rsidR="00E53DE2" w:rsidRDefault="00AD349C" w:rsidP="00E86353">
      <w:pPr>
        <w:pStyle w:val="StyleHeading1Tahoma"/>
      </w:pPr>
      <w:r>
        <w:t>PURCHASER’S UNDERTAKING</w:t>
      </w:r>
      <w:r w:rsidR="00D7456F">
        <w:fldChar w:fldCharType="begin"/>
      </w:r>
      <w:r w:rsidR="00D7456F">
        <w:instrText xml:space="preserve"> TC "</w:instrText>
      </w:r>
      <w:bookmarkStart w:id="18" w:name="_Toc67652851"/>
      <w:r w:rsidR="00D7456F" w:rsidRPr="000C1490">
        <w:rPr>
          <w:lang w:val="en-ZA"/>
        </w:rPr>
        <w:instrText>7.   PURCHASER'S UNDERTAKING</w:instrText>
      </w:r>
      <w:bookmarkEnd w:id="18"/>
      <w:r w:rsidR="00D7456F">
        <w:instrText xml:space="preserve">" \f C \l "1" </w:instrText>
      </w:r>
      <w:r w:rsidR="00D7456F">
        <w:fldChar w:fldCharType="end"/>
      </w:r>
      <w:r w:rsidR="00760773">
        <w:fldChar w:fldCharType="begin"/>
      </w:r>
      <w:r w:rsidR="00760773">
        <w:fldChar w:fldCharType="end"/>
      </w:r>
      <w:r w:rsidR="00E53DE2">
        <w:fldChar w:fldCharType="begin"/>
      </w:r>
      <w:r w:rsidR="00E53DE2">
        <w:instrText xml:space="preserve"> TC "</w:instrText>
      </w:r>
      <w:bookmarkStart w:id="19" w:name="_Toc67482457"/>
      <w:bookmarkStart w:id="20" w:name="_Toc67652852"/>
      <w:r w:rsidR="00E53DE2" w:rsidRPr="001D37BA">
        <w:rPr>
          <w:lang w:val="en-ZA"/>
        </w:rPr>
        <w:instrText>PURCHASER'S UNDERTAKINGS</w:instrText>
      </w:r>
      <w:bookmarkEnd w:id="19"/>
      <w:bookmarkEnd w:id="20"/>
      <w:r w:rsidR="00E53DE2">
        <w:instrText xml:space="preserve">" \f C \l "1" </w:instrText>
      </w:r>
      <w:r w:rsidR="00E53DE2">
        <w:fldChar w:fldCharType="end"/>
      </w:r>
    </w:p>
    <w:p w14:paraId="7A83A13F" w14:textId="77777777" w:rsidR="00E53DE2" w:rsidRDefault="00E53DE2" w:rsidP="00E53DE2">
      <w:pPr>
        <w:pStyle w:val="StyleHeading1Tahoma"/>
        <w:numPr>
          <w:ilvl w:val="0"/>
          <w:numId w:val="0"/>
        </w:numPr>
        <w:ind w:left="709" w:hanging="709"/>
      </w:pPr>
    </w:p>
    <w:p w14:paraId="26CDE553" w14:textId="4D5C339F" w:rsidR="00E53DE2" w:rsidRDefault="0095463E" w:rsidP="0095463E">
      <w:pPr>
        <w:pStyle w:val="StyleHeading1Tahoma"/>
        <w:numPr>
          <w:ilvl w:val="0"/>
          <w:numId w:val="0"/>
        </w:numPr>
        <w:tabs>
          <w:tab w:val="left" w:pos="1305"/>
        </w:tabs>
        <w:ind w:left="709" w:hanging="709"/>
        <w:rPr>
          <w:b w:val="0"/>
        </w:rPr>
      </w:pPr>
      <w:r>
        <w:rPr>
          <w:b w:val="0"/>
        </w:rPr>
        <w:tab/>
      </w:r>
      <w:r>
        <w:rPr>
          <w:b w:val="0"/>
        </w:rPr>
        <w:tab/>
        <w:t>the purchaser undertakes to –</w:t>
      </w:r>
    </w:p>
    <w:p w14:paraId="65353426" w14:textId="77777777" w:rsidR="00B4168F" w:rsidRDefault="00B4168F" w:rsidP="0095463E">
      <w:pPr>
        <w:pStyle w:val="StyleHeading1Tahoma"/>
        <w:numPr>
          <w:ilvl w:val="0"/>
          <w:numId w:val="0"/>
        </w:numPr>
        <w:tabs>
          <w:tab w:val="left" w:pos="1305"/>
        </w:tabs>
        <w:ind w:left="709" w:hanging="709"/>
        <w:rPr>
          <w:b w:val="0"/>
        </w:rPr>
      </w:pPr>
    </w:p>
    <w:p w14:paraId="43E3694F" w14:textId="77777777" w:rsidR="0095463E" w:rsidRPr="0095463E" w:rsidRDefault="0095463E" w:rsidP="0095463E">
      <w:pPr>
        <w:pStyle w:val="StyleHeading2Tahoma"/>
        <w:numPr>
          <w:ilvl w:val="1"/>
          <w:numId w:val="18"/>
        </w:numPr>
        <w:ind w:left="709" w:hanging="709"/>
        <w:rPr>
          <w:b/>
        </w:rPr>
      </w:pPr>
      <w:r>
        <w:t xml:space="preserve">Pay the Seller for Services rendered as set out in </w:t>
      </w:r>
      <w:r w:rsidR="00673D28">
        <w:rPr>
          <w:b/>
        </w:rPr>
        <w:t>clause 5</w:t>
      </w:r>
      <w:r>
        <w:rPr>
          <w:b/>
        </w:rPr>
        <w:t xml:space="preserve"> </w:t>
      </w:r>
      <w:r w:rsidR="00673D28">
        <w:t>above</w:t>
      </w:r>
      <w:r>
        <w:t>.</w:t>
      </w:r>
    </w:p>
    <w:p w14:paraId="064BD278" w14:textId="77777777" w:rsidR="0095463E" w:rsidRPr="0095463E" w:rsidRDefault="0095463E" w:rsidP="0095463E">
      <w:pPr>
        <w:pStyle w:val="StyleHeading2Tahoma"/>
        <w:ind w:left="709"/>
        <w:rPr>
          <w:b/>
        </w:rPr>
      </w:pPr>
    </w:p>
    <w:p w14:paraId="25D6061C" w14:textId="77777777" w:rsidR="0095463E" w:rsidRPr="0095463E" w:rsidRDefault="0095463E" w:rsidP="0095463E">
      <w:pPr>
        <w:pStyle w:val="StyleHeading2Tahoma"/>
        <w:numPr>
          <w:ilvl w:val="1"/>
          <w:numId w:val="18"/>
        </w:numPr>
        <w:ind w:left="709" w:hanging="709"/>
        <w:rPr>
          <w:b/>
        </w:rPr>
      </w:pPr>
      <w:r>
        <w:t xml:space="preserve">Give the Seller access to the Purchaser’s premises wherever the provision of Services are required subject to </w:t>
      </w:r>
      <w:r w:rsidRPr="0095463E">
        <w:rPr>
          <w:b/>
        </w:rPr>
        <w:t xml:space="preserve">clause </w:t>
      </w:r>
      <w:r>
        <w:rPr>
          <w:b/>
        </w:rPr>
        <w:t>5.19</w:t>
      </w:r>
      <w:r>
        <w:t xml:space="preserve"> above.</w:t>
      </w:r>
    </w:p>
    <w:p w14:paraId="1EB522B6" w14:textId="77777777" w:rsidR="0095463E" w:rsidRDefault="0095463E" w:rsidP="0095463E">
      <w:pPr>
        <w:pStyle w:val="ListParagraph"/>
        <w:rPr>
          <w:b/>
        </w:rPr>
      </w:pPr>
    </w:p>
    <w:p w14:paraId="26015EFC" w14:textId="77777777" w:rsidR="0095463E" w:rsidRPr="0095463E" w:rsidRDefault="0095463E" w:rsidP="0095463E">
      <w:pPr>
        <w:pStyle w:val="StyleHeading2Tahoma"/>
        <w:numPr>
          <w:ilvl w:val="1"/>
          <w:numId w:val="18"/>
        </w:numPr>
        <w:ind w:left="709" w:hanging="709"/>
        <w:rPr>
          <w:b/>
        </w:rPr>
      </w:pPr>
      <w:r>
        <w:t>Cooperate with the Seller at all times for purposes of facilitating the timeous and efficient delivery of the Services.</w:t>
      </w:r>
    </w:p>
    <w:p w14:paraId="1DA5AC3C" w14:textId="77777777" w:rsidR="0095463E" w:rsidRDefault="0095463E" w:rsidP="0095463E">
      <w:pPr>
        <w:pStyle w:val="ListParagraph"/>
        <w:rPr>
          <w:b/>
        </w:rPr>
      </w:pPr>
    </w:p>
    <w:p w14:paraId="77CD4698" w14:textId="77777777" w:rsidR="0095463E" w:rsidRPr="0095463E" w:rsidRDefault="0095463E" w:rsidP="0095463E">
      <w:pPr>
        <w:pStyle w:val="StyleHeading2Tahoma"/>
        <w:numPr>
          <w:ilvl w:val="1"/>
          <w:numId w:val="18"/>
        </w:numPr>
        <w:ind w:left="709" w:hanging="709"/>
      </w:pPr>
      <w:r w:rsidRPr="0095463E">
        <w:t>Appoint a Designated Person to manage the Agreement on behalf of the Seller.</w:t>
      </w:r>
    </w:p>
    <w:p w14:paraId="191A3C64" w14:textId="77777777" w:rsidR="00E53DE2" w:rsidRPr="0095463E" w:rsidRDefault="00E53DE2" w:rsidP="00E53DE2">
      <w:pPr>
        <w:pStyle w:val="StyleHeading1Tahoma"/>
        <w:numPr>
          <w:ilvl w:val="0"/>
          <w:numId w:val="0"/>
        </w:numPr>
        <w:ind w:left="709" w:hanging="709"/>
        <w:rPr>
          <w:b w:val="0"/>
        </w:rPr>
      </w:pPr>
    </w:p>
    <w:p w14:paraId="1E8B95E2" w14:textId="77777777" w:rsidR="005278EB" w:rsidRDefault="00D7456F" w:rsidP="00E86353">
      <w:pPr>
        <w:pStyle w:val="StyleHeading1Tahoma"/>
      </w:pPr>
      <w:r>
        <w:t>SERVICE LEVELS</w:t>
      </w:r>
      <w:r>
        <w:fldChar w:fldCharType="begin"/>
      </w:r>
      <w:r>
        <w:instrText xml:space="preserve"> TC "</w:instrText>
      </w:r>
      <w:bookmarkStart w:id="21" w:name="_Toc67652853"/>
      <w:r w:rsidRPr="00802842">
        <w:rPr>
          <w:lang w:val="en-ZA"/>
        </w:rPr>
        <w:instrText>8.   SERVICE LEVELS</w:instrText>
      </w:r>
      <w:bookmarkEnd w:id="21"/>
      <w:r>
        <w:instrText xml:space="preserve">" \f C \l "1" </w:instrText>
      </w:r>
      <w:r>
        <w:fldChar w:fldCharType="end"/>
      </w:r>
      <w:r w:rsidR="00C531E0">
        <w:fldChar w:fldCharType="begin"/>
      </w:r>
      <w:r w:rsidR="00F63DD3">
        <w:instrText xml:space="preserve"> </w:instrText>
      </w:r>
      <w:r w:rsidR="00F63DD3">
        <w:fldChar w:fldCharType="begin"/>
      </w:r>
      <w:r w:rsidR="00F63DD3">
        <w:instrText xml:space="preserve"> TC "</w:instrText>
      </w:r>
      <w:r w:rsidR="00F63DD3" w:rsidRPr="00460AB3">
        <w:rPr>
          <w:lang w:val="en-ZA"/>
        </w:rPr>
        <w:instrText>8.   SERVICE LEVEL FAILURES</w:instrText>
      </w:r>
      <w:bookmarkStart w:id="22" w:name="_Toc67487253"/>
      <w:bookmarkStart w:id="23" w:name="_Toc67558342"/>
      <w:bookmarkStart w:id="24" w:name="_Toc67576205"/>
      <w:bookmarkStart w:id="25" w:name="_Toc67652854"/>
      <w:bookmarkEnd w:id="22"/>
      <w:bookmarkEnd w:id="23"/>
      <w:bookmarkEnd w:id="24"/>
      <w:bookmarkEnd w:id="25"/>
      <w:r w:rsidR="00F63DD3">
        <w:instrText xml:space="preserve">" \f C \l "1" </w:instrText>
      </w:r>
      <w:r w:rsidR="00F63DD3">
        <w:fldChar w:fldCharType="end"/>
      </w:r>
      <w:r w:rsidR="00F63DD3">
        <w:fldChar w:fldCharType="begin"/>
      </w:r>
      <w:r w:rsidR="00F63DD3">
        <w:instrText xml:space="preserve"> TC "</w:instrText>
      </w:r>
      <w:r w:rsidR="00F63DD3" w:rsidRPr="00460AB3">
        <w:rPr>
          <w:lang w:val="en-ZA"/>
        </w:rPr>
        <w:instrText>8.   SERVICE LEVEL FAILURES</w:instrText>
      </w:r>
      <w:bookmarkStart w:id="26" w:name="_Toc67487254"/>
      <w:bookmarkStart w:id="27" w:name="_Toc67558343"/>
      <w:bookmarkStart w:id="28" w:name="_Toc67576206"/>
      <w:bookmarkStart w:id="29" w:name="_Toc67652855"/>
      <w:bookmarkEnd w:id="26"/>
      <w:bookmarkEnd w:id="27"/>
      <w:bookmarkEnd w:id="28"/>
      <w:bookmarkEnd w:id="29"/>
      <w:r w:rsidR="00F63DD3">
        <w:instrText xml:space="preserve">" \f C \l "1" </w:instrText>
      </w:r>
      <w:r w:rsidR="00F63DD3">
        <w:fldChar w:fldCharType="end"/>
      </w:r>
      <w:r w:rsidR="00C531E0">
        <w:instrText xml:space="preserve"> </w:instrText>
      </w:r>
      <w:r w:rsidR="00C531E0">
        <w:fldChar w:fldCharType="end"/>
      </w:r>
    </w:p>
    <w:p w14:paraId="6C01B280" w14:textId="77777777" w:rsidR="005278EB" w:rsidRDefault="005278EB" w:rsidP="00E86353">
      <w:pPr>
        <w:pStyle w:val="StyleHeading1Tahoma"/>
        <w:numPr>
          <w:ilvl w:val="0"/>
          <w:numId w:val="0"/>
        </w:numPr>
        <w:ind w:left="993"/>
      </w:pPr>
    </w:p>
    <w:p w14:paraId="1829C992" w14:textId="77777777" w:rsidR="005278EB" w:rsidRDefault="005278EB" w:rsidP="00C36848">
      <w:pPr>
        <w:pStyle w:val="StyleHeading2Tahoma"/>
        <w:numPr>
          <w:ilvl w:val="1"/>
          <w:numId w:val="18"/>
        </w:numPr>
        <w:ind w:left="709" w:hanging="709"/>
      </w:pPr>
      <w:r>
        <w:t xml:space="preserve">Failure to adhere to any of the Service Levels mentioned </w:t>
      </w:r>
      <w:r w:rsidR="00837B87">
        <w:t xml:space="preserve">in </w:t>
      </w:r>
      <w:r w:rsidR="00837B87" w:rsidRPr="00837B87">
        <w:rPr>
          <w:b/>
        </w:rPr>
        <w:t xml:space="preserve">Clauses </w:t>
      </w:r>
      <w:r w:rsidR="0084179D">
        <w:rPr>
          <w:b/>
        </w:rPr>
        <w:fldChar w:fldCharType="begin"/>
      </w:r>
      <w:r w:rsidR="0084179D">
        <w:rPr>
          <w:b/>
        </w:rPr>
        <w:instrText xml:space="preserve"> REF _Ref334428358 \r \h </w:instrText>
      </w:r>
      <w:r w:rsidR="0084179D">
        <w:rPr>
          <w:b/>
        </w:rPr>
      </w:r>
      <w:r w:rsidR="0084179D">
        <w:rPr>
          <w:b/>
        </w:rPr>
        <w:fldChar w:fldCharType="separate"/>
      </w:r>
      <w:r w:rsidR="00162E86">
        <w:rPr>
          <w:b/>
        </w:rPr>
        <w:t>5</w:t>
      </w:r>
      <w:r w:rsidR="0084179D">
        <w:rPr>
          <w:b/>
        </w:rPr>
        <w:fldChar w:fldCharType="end"/>
      </w:r>
      <w:r w:rsidR="00837B87" w:rsidRPr="00837B87">
        <w:rPr>
          <w:b/>
        </w:rPr>
        <w:t xml:space="preserve"> and </w:t>
      </w:r>
      <w:r w:rsidR="0084179D">
        <w:rPr>
          <w:b/>
        </w:rPr>
        <w:fldChar w:fldCharType="begin"/>
      </w:r>
      <w:r w:rsidR="0084179D">
        <w:rPr>
          <w:b/>
        </w:rPr>
        <w:instrText xml:space="preserve"> REF _Ref334428376 \r \h </w:instrText>
      </w:r>
      <w:r w:rsidR="0084179D">
        <w:rPr>
          <w:b/>
        </w:rPr>
      </w:r>
      <w:r w:rsidR="0084179D">
        <w:rPr>
          <w:b/>
        </w:rPr>
        <w:fldChar w:fldCharType="separate"/>
      </w:r>
      <w:r w:rsidR="00162E86">
        <w:rPr>
          <w:b/>
        </w:rPr>
        <w:t>6</w:t>
      </w:r>
      <w:r w:rsidR="0084179D">
        <w:rPr>
          <w:b/>
        </w:rPr>
        <w:fldChar w:fldCharType="end"/>
      </w:r>
      <w:r w:rsidR="00837B87">
        <w:t xml:space="preserve"> </w:t>
      </w:r>
      <w:r>
        <w:t>will be regarded as a Service Level Failure and</w:t>
      </w:r>
      <w:r w:rsidRPr="00726405">
        <w:t xml:space="preserve"> will result in SARS levying a fi</w:t>
      </w:r>
      <w:r w:rsidR="000D1208">
        <w:t>nancial penalty set out in the T</w:t>
      </w:r>
      <w:r w:rsidRPr="00726405">
        <w:t xml:space="preserve">able </w:t>
      </w:r>
      <w:r w:rsidR="00CF2101">
        <w:t>below</w:t>
      </w:r>
      <w:r w:rsidRPr="00726405">
        <w:t>.</w:t>
      </w:r>
    </w:p>
    <w:p w14:paraId="16269D44" w14:textId="77777777" w:rsidR="005278EB" w:rsidRPr="00726405" w:rsidRDefault="005278EB" w:rsidP="005823CA">
      <w:pPr>
        <w:pStyle w:val="StyleHeading2Tahoma"/>
        <w:ind w:left="993" w:hanging="993"/>
      </w:pPr>
    </w:p>
    <w:p w14:paraId="626BE828" w14:textId="77777777" w:rsidR="005278EB" w:rsidRPr="00726405" w:rsidRDefault="00C36848" w:rsidP="00C36848">
      <w:pPr>
        <w:pStyle w:val="StyleHeading2Tahoma"/>
        <w:numPr>
          <w:ilvl w:val="1"/>
          <w:numId w:val="18"/>
        </w:numPr>
        <w:ind w:left="709" w:hanging="709"/>
      </w:pPr>
      <w:r>
        <w:t xml:space="preserve"> </w:t>
      </w:r>
      <w:r w:rsidR="005278EB" w:rsidRPr="00726405">
        <w:t xml:space="preserve">A financial penalty is not a substitute for </w:t>
      </w:r>
      <w:r w:rsidR="005278EB">
        <w:t xml:space="preserve">any </w:t>
      </w:r>
      <w:r w:rsidR="005278EB" w:rsidRPr="00726405">
        <w:t>other claims</w:t>
      </w:r>
      <w:r w:rsidR="005278EB">
        <w:t xml:space="preserve"> that SARS may have against the Service Provider in respect of breach of this Agreement</w:t>
      </w:r>
      <w:r w:rsidR="005278EB" w:rsidRPr="00726405">
        <w:t>.</w:t>
      </w:r>
    </w:p>
    <w:p w14:paraId="60B6380C" w14:textId="77777777" w:rsidR="005278EB" w:rsidRPr="00726405" w:rsidRDefault="005278EB" w:rsidP="005823CA">
      <w:pPr>
        <w:spacing w:line="360" w:lineRule="auto"/>
        <w:ind w:left="993" w:hanging="993"/>
        <w:jc w:val="both"/>
        <w:rPr>
          <w:rFonts w:ascii="Arial" w:hAnsi="Arial" w:cs="Arial"/>
          <w:sz w:val="22"/>
          <w:szCs w:val="22"/>
        </w:rPr>
      </w:pPr>
    </w:p>
    <w:p w14:paraId="49910551" w14:textId="77777777" w:rsidR="005278EB" w:rsidRDefault="005278EB" w:rsidP="005823CA">
      <w:pPr>
        <w:pStyle w:val="StyleHeading2Tahoma"/>
        <w:numPr>
          <w:ilvl w:val="1"/>
          <w:numId w:val="18"/>
        </w:numPr>
        <w:ind w:left="993" w:hanging="993"/>
      </w:pPr>
      <w:r w:rsidRPr="00726405">
        <w:t xml:space="preserve">For any </w:t>
      </w:r>
      <w:r w:rsidR="0014569A">
        <w:t xml:space="preserve">given calendar </w:t>
      </w:r>
      <w:r w:rsidRPr="00726405">
        <w:t xml:space="preserve">month, the following financial penalties will apply to any Service Level </w:t>
      </w:r>
      <w:r>
        <w:t>F</w:t>
      </w:r>
      <w:r w:rsidR="00CC77F7">
        <w:t>ailure-</w:t>
      </w:r>
    </w:p>
    <w:p w14:paraId="0B06AC80" w14:textId="77777777" w:rsidR="00CC77F7" w:rsidRDefault="00CC77F7" w:rsidP="00CC77F7">
      <w:pPr>
        <w:pStyle w:val="StyleHeading2Tahoma"/>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4394"/>
        <w:gridCol w:w="4252"/>
      </w:tblGrid>
      <w:tr w:rsidR="005278EB" w:rsidRPr="007E0557" w14:paraId="15823AC0" w14:textId="77777777" w:rsidTr="00076698">
        <w:tc>
          <w:tcPr>
            <w:tcW w:w="4394" w:type="dxa"/>
            <w:shd w:val="clear" w:color="auto" w:fill="8DB3E2"/>
          </w:tcPr>
          <w:p w14:paraId="1A14688B" w14:textId="77777777" w:rsidR="005278EB" w:rsidRPr="00AF7B17" w:rsidRDefault="005278EB" w:rsidP="005823CA">
            <w:pPr>
              <w:spacing w:line="360" w:lineRule="auto"/>
              <w:ind w:left="993" w:hanging="993"/>
              <w:jc w:val="both"/>
              <w:rPr>
                <w:rFonts w:ascii="Arial" w:hAnsi="Arial" w:cs="Arial"/>
                <w:b/>
                <w:sz w:val="22"/>
                <w:szCs w:val="22"/>
              </w:rPr>
            </w:pPr>
            <w:r w:rsidRPr="00AF7B17">
              <w:rPr>
                <w:rFonts w:ascii="Arial" w:hAnsi="Arial" w:cs="Arial"/>
                <w:b/>
                <w:sz w:val="22"/>
                <w:szCs w:val="22"/>
              </w:rPr>
              <w:t>Number of incidents</w:t>
            </w:r>
          </w:p>
        </w:tc>
        <w:tc>
          <w:tcPr>
            <w:tcW w:w="4252" w:type="dxa"/>
            <w:shd w:val="clear" w:color="auto" w:fill="8DB3E2"/>
          </w:tcPr>
          <w:p w14:paraId="1BFB5F42" w14:textId="77777777" w:rsidR="005278EB" w:rsidRPr="00AF7B17" w:rsidRDefault="005278EB" w:rsidP="005823CA">
            <w:pPr>
              <w:spacing w:line="360" w:lineRule="auto"/>
              <w:ind w:left="993" w:hanging="993"/>
              <w:jc w:val="both"/>
              <w:rPr>
                <w:rFonts w:ascii="Arial" w:hAnsi="Arial" w:cs="Arial"/>
                <w:b/>
                <w:sz w:val="22"/>
                <w:szCs w:val="22"/>
              </w:rPr>
            </w:pPr>
            <w:r w:rsidRPr="00AF7B17">
              <w:rPr>
                <w:rFonts w:ascii="Arial" w:hAnsi="Arial" w:cs="Arial"/>
                <w:b/>
                <w:sz w:val="22"/>
                <w:szCs w:val="22"/>
              </w:rPr>
              <w:t>Percentage of Penalty</w:t>
            </w:r>
          </w:p>
        </w:tc>
      </w:tr>
      <w:tr w:rsidR="005278EB" w:rsidRPr="00726405" w14:paraId="31796742" w14:textId="77777777" w:rsidTr="00076698">
        <w:tc>
          <w:tcPr>
            <w:tcW w:w="4394" w:type="dxa"/>
          </w:tcPr>
          <w:p w14:paraId="40148E13" w14:textId="77777777"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F</w:t>
            </w:r>
            <w:r>
              <w:rPr>
                <w:rFonts w:ascii="Arial" w:hAnsi="Arial" w:cs="Arial"/>
                <w:sz w:val="22"/>
                <w:szCs w:val="22"/>
              </w:rPr>
              <w:t>irst incident of Service Level F</w:t>
            </w:r>
            <w:r w:rsidRPr="00726405">
              <w:rPr>
                <w:rFonts w:ascii="Arial" w:hAnsi="Arial" w:cs="Arial"/>
                <w:sz w:val="22"/>
                <w:szCs w:val="22"/>
              </w:rPr>
              <w:t>ailure</w:t>
            </w:r>
          </w:p>
        </w:tc>
        <w:tc>
          <w:tcPr>
            <w:tcW w:w="4252" w:type="dxa"/>
          </w:tcPr>
          <w:p w14:paraId="6F9B3CD3" w14:textId="77777777" w:rsidR="005278EB" w:rsidRPr="00726405" w:rsidRDefault="00420DF4" w:rsidP="00071B81">
            <w:pPr>
              <w:spacing w:before="120" w:line="360" w:lineRule="auto"/>
              <w:ind w:left="34"/>
              <w:jc w:val="both"/>
              <w:rPr>
                <w:rFonts w:ascii="Arial" w:hAnsi="Arial" w:cs="Arial"/>
                <w:sz w:val="22"/>
                <w:szCs w:val="22"/>
              </w:rPr>
            </w:pPr>
            <w:r>
              <w:rPr>
                <w:rFonts w:ascii="Arial" w:hAnsi="Arial" w:cs="Arial"/>
                <w:sz w:val="22"/>
                <w:szCs w:val="22"/>
              </w:rPr>
              <w:t>20</w:t>
            </w:r>
            <w:r w:rsidR="005278EB" w:rsidRPr="00726405">
              <w:rPr>
                <w:rFonts w:ascii="Arial" w:hAnsi="Arial" w:cs="Arial"/>
                <w:sz w:val="22"/>
                <w:szCs w:val="22"/>
              </w:rPr>
              <w:t xml:space="preserve">% of </w:t>
            </w:r>
            <w:r w:rsidR="00071B81">
              <w:rPr>
                <w:rFonts w:ascii="Arial" w:hAnsi="Arial" w:cs="Arial"/>
                <w:sz w:val="22"/>
                <w:szCs w:val="22"/>
              </w:rPr>
              <w:t>Amount at Risk based on the</w:t>
            </w:r>
            <w:r w:rsidR="00051838">
              <w:rPr>
                <w:rFonts w:ascii="Arial" w:hAnsi="Arial" w:cs="Arial"/>
                <w:sz w:val="22"/>
                <w:szCs w:val="22"/>
              </w:rPr>
              <w:t xml:space="preserve"> total monthly invoice</w:t>
            </w:r>
            <w:r w:rsidR="00076698">
              <w:rPr>
                <w:rFonts w:ascii="Arial" w:hAnsi="Arial" w:cs="Arial"/>
                <w:sz w:val="22"/>
                <w:szCs w:val="22"/>
              </w:rPr>
              <w:t>.</w:t>
            </w:r>
          </w:p>
        </w:tc>
      </w:tr>
      <w:tr w:rsidR="005278EB" w:rsidRPr="00726405" w14:paraId="4F7FCA09" w14:textId="77777777" w:rsidTr="00076698">
        <w:tc>
          <w:tcPr>
            <w:tcW w:w="4394" w:type="dxa"/>
          </w:tcPr>
          <w:p w14:paraId="197B2B84" w14:textId="77777777"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 xml:space="preserve">Second incident of Service Level </w:t>
            </w:r>
            <w:r>
              <w:rPr>
                <w:rFonts w:ascii="Arial" w:hAnsi="Arial" w:cs="Arial"/>
                <w:sz w:val="22"/>
                <w:szCs w:val="22"/>
              </w:rPr>
              <w:t>F</w:t>
            </w:r>
            <w:r w:rsidRPr="00726405">
              <w:rPr>
                <w:rFonts w:ascii="Arial" w:hAnsi="Arial" w:cs="Arial"/>
                <w:sz w:val="22"/>
                <w:szCs w:val="22"/>
              </w:rPr>
              <w:t>ailure</w:t>
            </w:r>
          </w:p>
        </w:tc>
        <w:tc>
          <w:tcPr>
            <w:tcW w:w="4252" w:type="dxa"/>
          </w:tcPr>
          <w:p w14:paraId="254126F2" w14:textId="77777777" w:rsidR="005278EB" w:rsidRPr="00726405" w:rsidRDefault="00071B81" w:rsidP="00071B81">
            <w:pPr>
              <w:spacing w:before="120" w:line="360" w:lineRule="auto"/>
              <w:ind w:left="34"/>
              <w:jc w:val="both"/>
              <w:rPr>
                <w:rFonts w:ascii="Arial" w:hAnsi="Arial" w:cs="Arial"/>
                <w:sz w:val="22"/>
                <w:szCs w:val="22"/>
              </w:rPr>
            </w:pPr>
            <w:r>
              <w:rPr>
                <w:rFonts w:ascii="Arial" w:hAnsi="Arial" w:cs="Arial"/>
                <w:sz w:val="22"/>
                <w:szCs w:val="22"/>
              </w:rPr>
              <w:t>40</w:t>
            </w:r>
            <w:r w:rsidR="005278EB"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00051838" w:rsidRPr="00051838">
              <w:rPr>
                <w:rFonts w:ascii="Arial" w:hAnsi="Arial" w:cs="Arial"/>
                <w:sz w:val="22"/>
                <w:szCs w:val="22"/>
              </w:rPr>
              <w:t xml:space="preserve"> total </w:t>
            </w:r>
            <w:r w:rsidR="00051838">
              <w:rPr>
                <w:rFonts w:ascii="Arial" w:hAnsi="Arial" w:cs="Arial"/>
                <w:sz w:val="22"/>
                <w:szCs w:val="22"/>
              </w:rPr>
              <w:t xml:space="preserve">monthly </w:t>
            </w:r>
            <w:r w:rsidR="00051838" w:rsidRPr="00051838">
              <w:rPr>
                <w:rFonts w:ascii="Arial" w:hAnsi="Arial" w:cs="Arial"/>
                <w:sz w:val="22"/>
                <w:szCs w:val="22"/>
              </w:rPr>
              <w:t>invoice</w:t>
            </w:r>
            <w:r w:rsidR="00076698">
              <w:rPr>
                <w:rFonts w:ascii="Arial" w:hAnsi="Arial" w:cs="Arial"/>
                <w:sz w:val="22"/>
                <w:szCs w:val="22"/>
              </w:rPr>
              <w:t>.</w:t>
            </w:r>
          </w:p>
        </w:tc>
      </w:tr>
      <w:tr w:rsidR="005278EB" w:rsidRPr="00726405" w14:paraId="63C9A333" w14:textId="77777777" w:rsidTr="00076698">
        <w:tc>
          <w:tcPr>
            <w:tcW w:w="4394" w:type="dxa"/>
          </w:tcPr>
          <w:p w14:paraId="747696FB" w14:textId="77777777"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T</w:t>
            </w:r>
            <w:r>
              <w:rPr>
                <w:rFonts w:ascii="Arial" w:hAnsi="Arial" w:cs="Arial"/>
                <w:sz w:val="22"/>
                <w:szCs w:val="22"/>
              </w:rPr>
              <w:t>hird incident of Service Level F</w:t>
            </w:r>
            <w:r w:rsidRPr="00726405">
              <w:rPr>
                <w:rFonts w:ascii="Arial" w:hAnsi="Arial" w:cs="Arial"/>
                <w:sz w:val="22"/>
                <w:szCs w:val="22"/>
              </w:rPr>
              <w:t>ailure</w:t>
            </w:r>
          </w:p>
        </w:tc>
        <w:tc>
          <w:tcPr>
            <w:tcW w:w="4252" w:type="dxa"/>
          </w:tcPr>
          <w:p w14:paraId="048B019D" w14:textId="77777777" w:rsidR="005278EB" w:rsidRPr="00726405" w:rsidRDefault="00071B81" w:rsidP="00071B81">
            <w:pPr>
              <w:spacing w:before="120" w:line="360" w:lineRule="auto"/>
              <w:ind w:left="34"/>
              <w:jc w:val="both"/>
              <w:rPr>
                <w:rFonts w:ascii="Arial" w:hAnsi="Arial" w:cs="Arial"/>
                <w:sz w:val="22"/>
                <w:szCs w:val="22"/>
              </w:rPr>
            </w:pPr>
            <w:r>
              <w:rPr>
                <w:rFonts w:ascii="Arial" w:hAnsi="Arial" w:cs="Arial"/>
                <w:sz w:val="22"/>
                <w:szCs w:val="22"/>
              </w:rPr>
              <w:t>60</w:t>
            </w:r>
            <w:r w:rsidR="005278EB"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00051838" w:rsidRPr="00051838">
              <w:rPr>
                <w:rFonts w:ascii="Arial" w:hAnsi="Arial" w:cs="Arial"/>
                <w:sz w:val="22"/>
                <w:szCs w:val="22"/>
              </w:rPr>
              <w:t xml:space="preserve"> total </w:t>
            </w:r>
            <w:r w:rsidR="00051838">
              <w:rPr>
                <w:rFonts w:ascii="Arial" w:hAnsi="Arial" w:cs="Arial"/>
                <w:sz w:val="22"/>
                <w:szCs w:val="22"/>
              </w:rPr>
              <w:t xml:space="preserve">monthly </w:t>
            </w:r>
            <w:r w:rsidR="00051838" w:rsidRPr="00051838">
              <w:rPr>
                <w:rFonts w:ascii="Arial" w:hAnsi="Arial" w:cs="Arial"/>
                <w:sz w:val="22"/>
                <w:szCs w:val="22"/>
              </w:rPr>
              <w:t>invoice</w:t>
            </w:r>
            <w:r w:rsidR="00076698">
              <w:rPr>
                <w:rFonts w:ascii="Arial" w:hAnsi="Arial" w:cs="Arial"/>
                <w:sz w:val="22"/>
                <w:szCs w:val="22"/>
              </w:rPr>
              <w:t>.</w:t>
            </w:r>
            <w:r w:rsidR="00051838">
              <w:rPr>
                <w:rFonts w:ascii="Arial" w:hAnsi="Arial" w:cs="Arial"/>
                <w:sz w:val="22"/>
                <w:szCs w:val="22"/>
              </w:rPr>
              <w:t xml:space="preserve"> </w:t>
            </w:r>
          </w:p>
        </w:tc>
      </w:tr>
      <w:tr w:rsidR="005278EB" w:rsidRPr="00726405" w14:paraId="4EF568CA" w14:textId="77777777" w:rsidTr="00076698">
        <w:trPr>
          <w:trHeight w:val="501"/>
        </w:trPr>
        <w:tc>
          <w:tcPr>
            <w:tcW w:w="4394" w:type="dxa"/>
          </w:tcPr>
          <w:p w14:paraId="4986BA16" w14:textId="77777777"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 xml:space="preserve">Fourth incident of Service Level </w:t>
            </w:r>
            <w:r>
              <w:rPr>
                <w:rFonts w:ascii="Arial" w:hAnsi="Arial" w:cs="Arial"/>
                <w:sz w:val="22"/>
                <w:szCs w:val="22"/>
              </w:rPr>
              <w:t>F</w:t>
            </w:r>
            <w:r w:rsidRPr="00726405">
              <w:rPr>
                <w:rFonts w:ascii="Arial" w:hAnsi="Arial" w:cs="Arial"/>
                <w:sz w:val="22"/>
                <w:szCs w:val="22"/>
              </w:rPr>
              <w:t>ailure</w:t>
            </w:r>
          </w:p>
        </w:tc>
        <w:tc>
          <w:tcPr>
            <w:tcW w:w="4252" w:type="dxa"/>
          </w:tcPr>
          <w:p w14:paraId="509DC0AC" w14:textId="77777777" w:rsidR="005278EB" w:rsidRPr="00726405" w:rsidRDefault="00071B81" w:rsidP="00071B81">
            <w:pPr>
              <w:spacing w:before="120" w:line="360" w:lineRule="auto"/>
              <w:ind w:left="34"/>
              <w:jc w:val="both"/>
              <w:rPr>
                <w:rFonts w:ascii="Arial" w:hAnsi="Arial" w:cs="Arial"/>
                <w:sz w:val="22"/>
                <w:szCs w:val="22"/>
              </w:rPr>
            </w:pPr>
            <w:r>
              <w:rPr>
                <w:rFonts w:ascii="Arial" w:hAnsi="Arial" w:cs="Arial"/>
                <w:sz w:val="22"/>
                <w:szCs w:val="22"/>
              </w:rPr>
              <w:t>80</w:t>
            </w:r>
            <w:r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Pr="00051838">
              <w:rPr>
                <w:rFonts w:ascii="Arial" w:hAnsi="Arial" w:cs="Arial"/>
                <w:sz w:val="22"/>
                <w:szCs w:val="22"/>
              </w:rPr>
              <w:t xml:space="preserve"> total </w:t>
            </w:r>
            <w:r>
              <w:rPr>
                <w:rFonts w:ascii="Arial" w:hAnsi="Arial" w:cs="Arial"/>
                <w:sz w:val="22"/>
                <w:szCs w:val="22"/>
              </w:rPr>
              <w:t xml:space="preserve">monthly </w:t>
            </w:r>
            <w:r w:rsidRPr="00051838">
              <w:rPr>
                <w:rFonts w:ascii="Arial" w:hAnsi="Arial" w:cs="Arial"/>
                <w:sz w:val="22"/>
                <w:szCs w:val="22"/>
              </w:rPr>
              <w:t>invoice</w:t>
            </w:r>
            <w:r w:rsidR="00076698">
              <w:rPr>
                <w:rFonts w:ascii="Arial" w:hAnsi="Arial" w:cs="Arial"/>
                <w:sz w:val="22"/>
                <w:szCs w:val="22"/>
              </w:rPr>
              <w:t>.</w:t>
            </w:r>
          </w:p>
        </w:tc>
      </w:tr>
      <w:tr w:rsidR="00071B81" w:rsidRPr="00726405" w14:paraId="51515C22" w14:textId="77777777" w:rsidTr="00076698">
        <w:trPr>
          <w:trHeight w:val="501"/>
        </w:trPr>
        <w:tc>
          <w:tcPr>
            <w:tcW w:w="4394" w:type="dxa"/>
          </w:tcPr>
          <w:p w14:paraId="37C1F336" w14:textId="77777777" w:rsidR="00071B81" w:rsidRPr="00726405" w:rsidRDefault="00071B81" w:rsidP="00051838">
            <w:pPr>
              <w:spacing w:before="120" w:line="360" w:lineRule="auto"/>
              <w:ind w:left="993" w:hanging="993"/>
              <w:jc w:val="both"/>
              <w:rPr>
                <w:rFonts w:ascii="Arial" w:hAnsi="Arial" w:cs="Arial"/>
                <w:sz w:val="22"/>
                <w:szCs w:val="22"/>
              </w:rPr>
            </w:pPr>
            <w:r>
              <w:rPr>
                <w:rFonts w:ascii="Arial" w:hAnsi="Arial" w:cs="Arial"/>
                <w:sz w:val="22"/>
                <w:szCs w:val="22"/>
              </w:rPr>
              <w:t>Fif</w:t>
            </w:r>
            <w:r w:rsidRPr="00726405">
              <w:rPr>
                <w:rFonts w:ascii="Arial" w:hAnsi="Arial" w:cs="Arial"/>
                <w:sz w:val="22"/>
                <w:szCs w:val="22"/>
              </w:rPr>
              <w:t xml:space="preserve">th incident of Service Level </w:t>
            </w:r>
            <w:r>
              <w:rPr>
                <w:rFonts w:ascii="Arial" w:hAnsi="Arial" w:cs="Arial"/>
                <w:sz w:val="22"/>
                <w:szCs w:val="22"/>
              </w:rPr>
              <w:t>F</w:t>
            </w:r>
            <w:r w:rsidRPr="00726405">
              <w:rPr>
                <w:rFonts w:ascii="Arial" w:hAnsi="Arial" w:cs="Arial"/>
                <w:sz w:val="22"/>
                <w:szCs w:val="22"/>
              </w:rPr>
              <w:t>ailure</w:t>
            </w:r>
          </w:p>
        </w:tc>
        <w:tc>
          <w:tcPr>
            <w:tcW w:w="4252" w:type="dxa"/>
          </w:tcPr>
          <w:p w14:paraId="269C32B0" w14:textId="77777777" w:rsidR="00071B81" w:rsidRDefault="00071B81" w:rsidP="00051838">
            <w:pPr>
              <w:spacing w:before="120" w:line="360" w:lineRule="auto"/>
              <w:ind w:left="34"/>
              <w:jc w:val="both"/>
              <w:rPr>
                <w:rFonts w:ascii="Arial" w:hAnsi="Arial" w:cs="Arial"/>
                <w:sz w:val="22"/>
                <w:szCs w:val="22"/>
              </w:rPr>
            </w:pPr>
            <w:r>
              <w:rPr>
                <w:rFonts w:ascii="Arial" w:hAnsi="Arial" w:cs="Arial"/>
                <w:sz w:val="22"/>
                <w:szCs w:val="22"/>
              </w:rPr>
              <w:t>100</w:t>
            </w:r>
            <w:r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Pr="00051838">
              <w:rPr>
                <w:rFonts w:ascii="Arial" w:hAnsi="Arial" w:cs="Arial"/>
                <w:sz w:val="22"/>
                <w:szCs w:val="22"/>
              </w:rPr>
              <w:t xml:space="preserve"> </w:t>
            </w:r>
            <w:r w:rsidRPr="00051838">
              <w:rPr>
                <w:rFonts w:ascii="Arial" w:hAnsi="Arial" w:cs="Arial"/>
                <w:sz w:val="22"/>
                <w:szCs w:val="22"/>
              </w:rPr>
              <w:lastRenderedPageBreak/>
              <w:t xml:space="preserve">total </w:t>
            </w:r>
            <w:r>
              <w:rPr>
                <w:rFonts w:ascii="Arial" w:hAnsi="Arial" w:cs="Arial"/>
                <w:sz w:val="22"/>
                <w:szCs w:val="22"/>
              </w:rPr>
              <w:t xml:space="preserve">monthly </w:t>
            </w:r>
            <w:r w:rsidRPr="00051838">
              <w:rPr>
                <w:rFonts w:ascii="Arial" w:hAnsi="Arial" w:cs="Arial"/>
                <w:sz w:val="22"/>
                <w:szCs w:val="22"/>
              </w:rPr>
              <w:t>invoice</w:t>
            </w:r>
            <w:r>
              <w:rPr>
                <w:rFonts w:ascii="Arial" w:hAnsi="Arial" w:cs="Arial"/>
                <w:sz w:val="22"/>
                <w:szCs w:val="22"/>
              </w:rPr>
              <w:t xml:space="preserve">; alternatively </w:t>
            </w:r>
            <w:r w:rsidRPr="00726405">
              <w:rPr>
                <w:rFonts w:ascii="Arial" w:hAnsi="Arial" w:cs="Arial"/>
                <w:sz w:val="22"/>
                <w:szCs w:val="22"/>
              </w:rPr>
              <w:t xml:space="preserve">SARS reserves the right to cancel the </w:t>
            </w:r>
            <w:r>
              <w:rPr>
                <w:rFonts w:ascii="Arial" w:hAnsi="Arial" w:cs="Arial"/>
                <w:sz w:val="22"/>
                <w:szCs w:val="22"/>
              </w:rPr>
              <w:t>A</w:t>
            </w:r>
            <w:r w:rsidRPr="00726405">
              <w:rPr>
                <w:rFonts w:ascii="Arial" w:hAnsi="Arial" w:cs="Arial"/>
                <w:sz w:val="22"/>
                <w:szCs w:val="22"/>
              </w:rPr>
              <w:t>greement.</w:t>
            </w:r>
          </w:p>
        </w:tc>
      </w:tr>
    </w:tbl>
    <w:p w14:paraId="39486828" w14:textId="77777777" w:rsidR="00DB424B" w:rsidRDefault="00DB424B" w:rsidP="005823CA">
      <w:pPr>
        <w:spacing w:line="360" w:lineRule="auto"/>
        <w:ind w:left="993" w:hanging="993"/>
        <w:jc w:val="both"/>
        <w:rPr>
          <w:rFonts w:cs="Arial"/>
          <w:bCs/>
          <w:sz w:val="22"/>
          <w:szCs w:val="22"/>
        </w:rPr>
      </w:pPr>
    </w:p>
    <w:p w14:paraId="29D09E46" w14:textId="77777777" w:rsidR="005278EB" w:rsidRDefault="005278EB" w:rsidP="00AC46E3">
      <w:pPr>
        <w:pStyle w:val="StyleHeading2Tahoma"/>
        <w:numPr>
          <w:ilvl w:val="1"/>
          <w:numId w:val="18"/>
        </w:numPr>
        <w:ind w:left="709" w:hanging="709"/>
        <w:rPr>
          <w:bCs w:val="0"/>
        </w:rPr>
      </w:pPr>
      <w:r w:rsidRPr="00B424ED">
        <w:rPr>
          <w:bCs w:val="0"/>
        </w:rPr>
        <w:t>The following instances shall be excluded from</w:t>
      </w:r>
      <w:r w:rsidR="00CF2101">
        <w:rPr>
          <w:bCs w:val="0"/>
        </w:rPr>
        <w:t xml:space="preserve"> being regarded as a failure to adhere to</w:t>
      </w:r>
      <w:r>
        <w:rPr>
          <w:bCs w:val="0"/>
        </w:rPr>
        <w:t xml:space="preserve"> the agreed Services Level</w:t>
      </w:r>
      <w:r w:rsidR="00CF2101">
        <w:rPr>
          <w:bCs w:val="0"/>
        </w:rPr>
        <w:t>s</w:t>
      </w:r>
      <w:r w:rsidR="00CC77F7">
        <w:rPr>
          <w:bCs w:val="0"/>
        </w:rPr>
        <w:t>-</w:t>
      </w:r>
    </w:p>
    <w:p w14:paraId="4354B1CE" w14:textId="77777777" w:rsidR="005278EB" w:rsidRPr="00B424ED" w:rsidRDefault="005278EB" w:rsidP="005823CA">
      <w:pPr>
        <w:spacing w:line="360" w:lineRule="auto"/>
        <w:ind w:left="993" w:hanging="993"/>
        <w:jc w:val="both"/>
        <w:rPr>
          <w:rFonts w:cs="Arial"/>
          <w:bCs/>
          <w:sz w:val="22"/>
          <w:szCs w:val="22"/>
        </w:rPr>
      </w:pPr>
    </w:p>
    <w:p w14:paraId="23360587" w14:textId="77777777" w:rsidR="005278EB" w:rsidRDefault="005278EB" w:rsidP="005823CA">
      <w:pPr>
        <w:pStyle w:val="StyleHeading2Tahoma"/>
        <w:numPr>
          <w:ilvl w:val="2"/>
          <w:numId w:val="18"/>
        </w:numPr>
        <w:tabs>
          <w:tab w:val="left" w:pos="1985"/>
        </w:tabs>
        <w:ind w:hanging="447"/>
      </w:pPr>
      <w:r w:rsidRPr="00B424ED">
        <w:t xml:space="preserve">Where the Service Call is suspended in agreement with SARS; </w:t>
      </w:r>
    </w:p>
    <w:p w14:paraId="6A7ECFC7" w14:textId="77777777" w:rsidR="005278EB" w:rsidRPr="00B424ED" w:rsidRDefault="005278EB" w:rsidP="005823CA">
      <w:pPr>
        <w:pStyle w:val="StyleHeading2Tahoma"/>
        <w:ind w:left="993" w:hanging="993"/>
      </w:pPr>
    </w:p>
    <w:p w14:paraId="1DF5E6ED" w14:textId="77777777" w:rsidR="005278EB" w:rsidRDefault="005278EB" w:rsidP="005823CA">
      <w:pPr>
        <w:pStyle w:val="StyleHeading2Tahoma"/>
        <w:numPr>
          <w:ilvl w:val="2"/>
          <w:numId w:val="18"/>
        </w:numPr>
        <w:tabs>
          <w:tab w:val="left" w:pos="1985"/>
        </w:tabs>
        <w:ind w:left="1985" w:hanging="992"/>
      </w:pPr>
      <w:r w:rsidRPr="00B424ED">
        <w:t>Where the Service Call has been referred back to SARS for further clarification; or</w:t>
      </w:r>
    </w:p>
    <w:p w14:paraId="7DA8DF92" w14:textId="77777777" w:rsidR="005278EB" w:rsidRDefault="005278EB" w:rsidP="005823CA">
      <w:pPr>
        <w:pStyle w:val="StyleHeading2Tahoma"/>
        <w:ind w:left="993" w:hanging="993"/>
      </w:pPr>
    </w:p>
    <w:p w14:paraId="5295DD33" w14:textId="77777777" w:rsidR="005278EB" w:rsidRDefault="005278EB" w:rsidP="005823CA">
      <w:pPr>
        <w:pStyle w:val="StyleHeading2Tahoma"/>
        <w:numPr>
          <w:ilvl w:val="2"/>
          <w:numId w:val="18"/>
        </w:numPr>
        <w:tabs>
          <w:tab w:val="left" w:pos="1985"/>
        </w:tabs>
        <w:ind w:left="1985" w:hanging="992"/>
      </w:pPr>
      <w:r w:rsidRPr="00B424ED">
        <w:t>Where planned pre</w:t>
      </w:r>
      <w:r w:rsidR="000D1208">
        <w:t>-</w:t>
      </w:r>
      <w:r w:rsidRPr="00B424ED">
        <w:t xml:space="preserve">approved access to the </w:t>
      </w:r>
      <w:r w:rsidR="000D1208">
        <w:t xml:space="preserve">relevant </w:t>
      </w:r>
      <w:r w:rsidR="006F3580">
        <w:t>forklift</w:t>
      </w:r>
      <w:r w:rsidRPr="00B424ED">
        <w:t xml:space="preserve"> is delayed by SARS.</w:t>
      </w:r>
    </w:p>
    <w:p w14:paraId="5A53BC6D" w14:textId="77777777" w:rsidR="005278EB" w:rsidRDefault="005278EB" w:rsidP="00386CE2">
      <w:pPr>
        <w:pStyle w:val="StyleHeading2Tahoma"/>
      </w:pPr>
    </w:p>
    <w:p w14:paraId="597085B3" w14:textId="77777777" w:rsidR="005278EB" w:rsidRPr="009825D5" w:rsidRDefault="005278EB" w:rsidP="00E86353">
      <w:pPr>
        <w:pStyle w:val="StyleHeading1Tahoma"/>
      </w:pPr>
      <w:bookmarkStart w:id="30" w:name="_Ref334428581"/>
      <w:r w:rsidRPr="009825D5">
        <w:t>SERVICE CHARGES AND PAYMENT TERMS</w:t>
      </w:r>
      <w:bookmarkEnd w:id="30"/>
      <w:r w:rsidR="00C531E0">
        <w:fldChar w:fldCharType="begin"/>
      </w:r>
      <w:r w:rsidR="00E97F6A">
        <w:instrText xml:space="preserve"> </w:instrText>
      </w:r>
      <w:r w:rsidR="00E97F6A">
        <w:fldChar w:fldCharType="begin"/>
      </w:r>
      <w:r w:rsidR="00E97F6A">
        <w:instrText xml:space="preserve"> TC "</w:instrText>
      </w:r>
      <w:r w:rsidR="00E97F6A" w:rsidRPr="00D70834">
        <w:rPr>
          <w:lang w:val="en-ZA"/>
        </w:rPr>
        <w:instrText>9.   SERVICE CHARGES AND PAYMENT</w:instrText>
      </w:r>
      <w:bookmarkStart w:id="31" w:name="_Toc67558344"/>
      <w:bookmarkStart w:id="32" w:name="_Toc67576207"/>
      <w:bookmarkStart w:id="33" w:name="_Toc67652856"/>
      <w:bookmarkEnd w:id="31"/>
      <w:bookmarkEnd w:id="32"/>
      <w:bookmarkEnd w:id="33"/>
      <w:r w:rsidR="00E97F6A">
        <w:instrText xml:space="preserve">" \f C \l "1" </w:instrText>
      </w:r>
      <w:r w:rsidR="00E97F6A">
        <w:fldChar w:fldCharType="end"/>
      </w:r>
      <w:r w:rsidR="00C531E0">
        <w:instrText xml:space="preserve"> </w:instrText>
      </w:r>
      <w:r w:rsidR="00C531E0">
        <w:fldChar w:fldCharType="end"/>
      </w:r>
    </w:p>
    <w:p w14:paraId="4CC617A4" w14:textId="77777777" w:rsidR="005278EB" w:rsidRPr="009825D5" w:rsidRDefault="005278EB" w:rsidP="00E86353">
      <w:pPr>
        <w:pStyle w:val="StyleHeading1Tahoma"/>
        <w:numPr>
          <w:ilvl w:val="0"/>
          <w:numId w:val="0"/>
        </w:numPr>
        <w:ind w:left="993"/>
      </w:pPr>
    </w:p>
    <w:p w14:paraId="6685D2D5" w14:textId="77777777" w:rsidR="005278EB" w:rsidRDefault="005278EB" w:rsidP="001C6877">
      <w:pPr>
        <w:pStyle w:val="StyleHeading2Tahoma"/>
        <w:numPr>
          <w:ilvl w:val="1"/>
          <w:numId w:val="19"/>
        </w:numPr>
        <w:tabs>
          <w:tab w:val="clear" w:pos="360"/>
          <w:tab w:val="num" w:pos="709"/>
        </w:tabs>
        <w:ind w:left="709" w:hanging="709"/>
      </w:pPr>
      <w:bookmarkStart w:id="34" w:name="_Ref334428292"/>
      <w:r>
        <w:t>In respect of the S</w:t>
      </w:r>
      <w:r w:rsidRPr="009825D5">
        <w:t xml:space="preserve">ervices supplied to </w:t>
      </w:r>
      <w:r>
        <w:t>SARS in terms of this A</w:t>
      </w:r>
      <w:r w:rsidRPr="009825D5">
        <w:t xml:space="preserve">greement from time to time, </w:t>
      </w:r>
      <w:r>
        <w:t>SARS</w:t>
      </w:r>
      <w:r w:rsidRPr="009825D5">
        <w:t xml:space="preserve"> undertakes to pay to the Service Provider the service charges calculated in accordance </w:t>
      </w:r>
      <w:r w:rsidR="00CF2101">
        <w:t xml:space="preserve">with the agreed charges </w:t>
      </w:r>
      <w:r w:rsidRPr="009825D5">
        <w:t>within thirty</w:t>
      </w:r>
      <w:r>
        <w:t xml:space="preserve"> (30) days of receipt of </w:t>
      </w:r>
      <w:r w:rsidR="000D1208">
        <w:t xml:space="preserve">an </w:t>
      </w:r>
      <w:r w:rsidR="00CF2101">
        <w:t xml:space="preserve">accurate, complete </w:t>
      </w:r>
      <w:r>
        <w:t>invoice</w:t>
      </w:r>
      <w:bookmarkEnd w:id="34"/>
      <w:r w:rsidR="001002B8">
        <w:t>.</w:t>
      </w:r>
    </w:p>
    <w:p w14:paraId="36F61091" w14:textId="77777777" w:rsidR="005278EB" w:rsidRDefault="00B857A0" w:rsidP="00B857A0">
      <w:pPr>
        <w:pStyle w:val="StyleHeading2Tahoma"/>
        <w:numPr>
          <w:ilvl w:val="1"/>
          <w:numId w:val="19"/>
        </w:numPr>
        <w:tabs>
          <w:tab w:val="clear" w:pos="360"/>
          <w:tab w:val="num" w:pos="709"/>
        </w:tabs>
        <w:ind w:left="709" w:hanging="709"/>
      </w:pPr>
      <w:r>
        <w:t xml:space="preserve"> </w:t>
      </w:r>
      <w:r w:rsidR="005278EB" w:rsidRPr="00333E3E">
        <w:t>All fees, charges and disbursement</w:t>
      </w:r>
      <w:r w:rsidR="005278EB">
        <w:t>s</w:t>
      </w:r>
      <w:r w:rsidR="0019453A">
        <w:t xml:space="preserve">, as stated in </w:t>
      </w:r>
      <w:r w:rsidR="0019453A" w:rsidRPr="0019453A">
        <w:rPr>
          <w:b/>
        </w:rPr>
        <w:t xml:space="preserve">Annexure </w:t>
      </w:r>
      <w:r w:rsidR="006F3580">
        <w:rPr>
          <w:b/>
        </w:rPr>
        <w:t xml:space="preserve">… </w:t>
      </w:r>
      <w:r w:rsidR="0019453A">
        <w:t>hereto,</w:t>
      </w:r>
      <w:r w:rsidR="005278EB" w:rsidRPr="00333E3E">
        <w:t xml:space="preserve"> are quoted inclusive of VAT. </w:t>
      </w:r>
    </w:p>
    <w:p w14:paraId="18E666B1" w14:textId="77777777" w:rsidR="005278EB" w:rsidRPr="00333E3E" w:rsidRDefault="005278EB" w:rsidP="005823CA">
      <w:pPr>
        <w:pStyle w:val="StyleHeading2Tahoma"/>
        <w:ind w:left="993" w:hanging="993"/>
      </w:pPr>
    </w:p>
    <w:p w14:paraId="59FE49E0" w14:textId="77777777" w:rsidR="005278EB" w:rsidRDefault="005278EB" w:rsidP="00B857A0">
      <w:pPr>
        <w:pStyle w:val="StyleHeading2Tahoma"/>
        <w:numPr>
          <w:ilvl w:val="1"/>
          <w:numId w:val="19"/>
        </w:numPr>
        <w:tabs>
          <w:tab w:val="clear" w:pos="360"/>
          <w:tab w:val="num" w:pos="709"/>
        </w:tabs>
        <w:ind w:left="709" w:hanging="709"/>
        <w:rPr>
          <w:b/>
        </w:rPr>
      </w:pPr>
      <w:r>
        <w:t>The Service Provider</w:t>
      </w:r>
      <w:r w:rsidRPr="00B424ED">
        <w:t xml:space="preserve"> shall on the last day of the month</w:t>
      </w:r>
      <w:r>
        <w:t>,</w:t>
      </w:r>
      <w:r w:rsidRPr="00B424ED">
        <w:t xml:space="preserve"> in which the Services were rendered</w:t>
      </w:r>
      <w:r>
        <w:t>,</w:t>
      </w:r>
      <w:r w:rsidRPr="00B424ED">
        <w:t xml:space="preserve"> issue SARS with an invoice for </w:t>
      </w:r>
      <w:r>
        <w:t xml:space="preserve">the </w:t>
      </w:r>
      <w:r w:rsidRPr="00B424ED">
        <w:t>relevant month</w:t>
      </w:r>
      <w:r w:rsidR="00977873">
        <w:t xml:space="preserve">, which is accurate </w:t>
      </w:r>
      <w:r w:rsidR="00832054">
        <w:t>and</w:t>
      </w:r>
      <w:r w:rsidR="00977873">
        <w:t xml:space="preserve"> contains all relevant information as required by law</w:t>
      </w:r>
      <w:r w:rsidR="00811402">
        <w:t>.</w:t>
      </w:r>
      <w:r w:rsidRPr="00B424ED">
        <w:rPr>
          <w:b/>
        </w:rPr>
        <w:t xml:space="preserve">  </w:t>
      </w:r>
    </w:p>
    <w:p w14:paraId="0B64EB59" w14:textId="77777777" w:rsidR="00CF2101" w:rsidRDefault="00CF2101" w:rsidP="00832054">
      <w:pPr>
        <w:pStyle w:val="StyleHeading2Tahoma"/>
        <w:ind w:left="993"/>
        <w:rPr>
          <w:b/>
        </w:rPr>
      </w:pPr>
    </w:p>
    <w:p w14:paraId="39A5680F" w14:textId="77777777" w:rsidR="005278EB" w:rsidRDefault="005278EB" w:rsidP="00B857A0">
      <w:pPr>
        <w:pStyle w:val="StyleHeading2Tahoma"/>
        <w:numPr>
          <w:ilvl w:val="1"/>
          <w:numId w:val="19"/>
        </w:numPr>
        <w:tabs>
          <w:tab w:val="clear" w:pos="360"/>
          <w:tab w:val="num" w:pos="709"/>
        </w:tabs>
        <w:ind w:left="709" w:hanging="709"/>
      </w:pPr>
      <w:r w:rsidRPr="00B424ED">
        <w:t>All invoices shall be accompanied by a service report, signed off by the lo</w:t>
      </w:r>
      <w:r>
        <w:t>cal SARS Facilities Management R</w:t>
      </w:r>
      <w:r w:rsidRPr="00B424ED">
        <w:t xml:space="preserve">epresentative, detailing the </w:t>
      </w:r>
      <w:r>
        <w:t>S</w:t>
      </w:r>
      <w:r w:rsidRPr="00B424ED">
        <w:t xml:space="preserve">ervices that were rendered. </w:t>
      </w:r>
    </w:p>
    <w:p w14:paraId="1995E02B" w14:textId="77777777" w:rsidR="005278EB" w:rsidRPr="00B424ED" w:rsidRDefault="005278EB" w:rsidP="005823CA">
      <w:pPr>
        <w:pStyle w:val="StyleHeading2Tahoma"/>
        <w:ind w:left="993" w:hanging="993"/>
      </w:pPr>
      <w:r w:rsidRPr="00B424ED">
        <w:t xml:space="preserve"> </w:t>
      </w:r>
    </w:p>
    <w:p w14:paraId="25C5877F" w14:textId="77777777" w:rsidR="005278EB" w:rsidRDefault="005278EB" w:rsidP="00952CB4">
      <w:pPr>
        <w:pStyle w:val="StyleHeading2Tahoma"/>
        <w:numPr>
          <w:ilvl w:val="1"/>
          <w:numId w:val="19"/>
        </w:numPr>
        <w:tabs>
          <w:tab w:val="clear" w:pos="360"/>
          <w:tab w:val="num" w:pos="709"/>
        </w:tabs>
        <w:ind w:left="709" w:hanging="709"/>
      </w:pPr>
      <w:bookmarkStart w:id="35" w:name="_Ref334428457"/>
      <w:r w:rsidRPr="009825D5">
        <w:t>All payments in t</w:t>
      </w:r>
      <w:r>
        <w:t>erms of or arising out of this A</w:t>
      </w:r>
      <w:r w:rsidRPr="009825D5">
        <w:t>greement:-</w:t>
      </w:r>
      <w:bookmarkEnd w:id="35"/>
    </w:p>
    <w:p w14:paraId="25EBDD9E" w14:textId="77777777" w:rsidR="005278EB" w:rsidRDefault="005278EB" w:rsidP="005823CA">
      <w:pPr>
        <w:pStyle w:val="StyleHeading2Tahoma"/>
        <w:ind w:left="993" w:hanging="993"/>
      </w:pPr>
    </w:p>
    <w:p w14:paraId="64A1BF01" w14:textId="77777777" w:rsidR="005278EB" w:rsidRDefault="005278EB" w:rsidP="005823CA">
      <w:pPr>
        <w:pStyle w:val="StyleHeading2Tahoma"/>
        <w:numPr>
          <w:ilvl w:val="2"/>
          <w:numId w:val="19"/>
        </w:numPr>
        <w:tabs>
          <w:tab w:val="left" w:pos="1985"/>
        </w:tabs>
        <w:ind w:left="1985" w:hanging="992"/>
      </w:pPr>
      <w:r w:rsidRPr="009825D5">
        <w:t>shall be made free of administration cost</w:t>
      </w:r>
      <w:r w:rsidR="00977873">
        <w:t>s</w:t>
      </w:r>
      <w:r w:rsidRPr="009825D5">
        <w:t>, bank exchange, commission or</w:t>
      </w:r>
      <w:r>
        <w:t xml:space="preserve"> any </w:t>
      </w:r>
      <w:r>
        <w:lastRenderedPageBreak/>
        <w:t>other deduction to the P</w:t>
      </w:r>
      <w:r w:rsidRPr="009825D5">
        <w:t>arty thereto;  and</w:t>
      </w:r>
    </w:p>
    <w:p w14:paraId="2C296394" w14:textId="77777777" w:rsidR="005278EB" w:rsidRDefault="005278EB" w:rsidP="005823CA">
      <w:pPr>
        <w:pStyle w:val="StyleHeading2Tahoma"/>
        <w:ind w:left="993" w:hanging="993"/>
      </w:pPr>
    </w:p>
    <w:p w14:paraId="4ADDF2EA" w14:textId="77777777" w:rsidR="005278EB" w:rsidRDefault="00DB346C" w:rsidP="00CC77F7">
      <w:pPr>
        <w:pStyle w:val="StyleHeading2Tahoma"/>
        <w:numPr>
          <w:ilvl w:val="2"/>
          <w:numId w:val="19"/>
        </w:numPr>
        <w:tabs>
          <w:tab w:val="left" w:pos="1985"/>
        </w:tabs>
        <w:ind w:left="1985" w:hanging="992"/>
      </w:pPr>
      <w:r>
        <w:t xml:space="preserve">subject to </w:t>
      </w:r>
      <w:r w:rsidRPr="00A36045">
        <w:rPr>
          <w:b/>
        </w:rPr>
        <w:t xml:space="preserve">Clause </w:t>
      </w:r>
      <w:r w:rsidR="0084179D">
        <w:rPr>
          <w:b/>
        </w:rPr>
        <w:fldChar w:fldCharType="begin"/>
      </w:r>
      <w:r w:rsidR="0084179D">
        <w:rPr>
          <w:b/>
        </w:rPr>
        <w:instrText xml:space="preserve"> REF _Ref334428405 \r \h </w:instrText>
      </w:r>
      <w:r w:rsidR="0084179D">
        <w:rPr>
          <w:b/>
        </w:rPr>
      </w:r>
      <w:r w:rsidR="0084179D">
        <w:rPr>
          <w:b/>
        </w:rPr>
        <w:fldChar w:fldCharType="separate"/>
      </w:r>
      <w:r w:rsidR="00162E86">
        <w:rPr>
          <w:b/>
        </w:rPr>
        <w:t>8.7</w:t>
      </w:r>
      <w:r w:rsidR="0084179D">
        <w:rPr>
          <w:b/>
        </w:rPr>
        <w:fldChar w:fldCharType="end"/>
      </w:r>
      <w:r>
        <w:t xml:space="preserve">, </w:t>
      </w:r>
      <w:r w:rsidR="005278EB" w:rsidRPr="009825D5">
        <w:t xml:space="preserve">neither </w:t>
      </w:r>
      <w:r w:rsidR="005278EB">
        <w:t>P</w:t>
      </w:r>
      <w:r w:rsidR="005278EB" w:rsidRPr="009825D5">
        <w:t>arty shall have the right to defer, adjust or withhold any payment due to the other in t</w:t>
      </w:r>
      <w:r w:rsidR="005278EB">
        <w:t>erms of or arising out of this A</w:t>
      </w:r>
      <w:r w:rsidR="005278EB" w:rsidRPr="009825D5">
        <w:t>greement or to obtain deferment of judgment for such amounts or any execution of such judgment by reason of any set-off or counterclaim of whatsoever nature or howsoever arising.</w:t>
      </w:r>
    </w:p>
    <w:p w14:paraId="3FBCE628" w14:textId="77777777" w:rsidR="001C6877" w:rsidRPr="009825D5" w:rsidRDefault="001C6877" w:rsidP="001C6877">
      <w:pPr>
        <w:pStyle w:val="StyleHeading2Tahoma"/>
        <w:tabs>
          <w:tab w:val="left" w:pos="1985"/>
        </w:tabs>
      </w:pPr>
    </w:p>
    <w:p w14:paraId="4CD65CA1" w14:textId="77777777" w:rsidR="005278EB" w:rsidRDefault="005278EB" w:rsidP="003F57A9">
      <w:pPr>
        <w:pStyle w:val="StyleHeading2Tahoma"/>
        <w:numPr>
          <w:ilvl w:val="1"/>
          <w:numId w:val="19"/>
        </w:numPr>
        <w:tabs>
          <w:tab w:val="clear" w:pos="360"/>
          <w:tab w:val="num" w:pos="709"/>
        </w:tabs>
        <w:ind w:left="709" w:hanging="709"/>
      </w:pPr>
      <w:r>
        <w:t>SARS</w:t>
      </w:r>
      <w:r w:rsidR="00491034">
        <w:t xml:space="preserve"> may on written request</w:t>
      </w:r>
      <w:r w:rsidRPr="009825D5">
        <w:t xml:space="preserve"> reimburse the Service Provider for special or unusual expenses incurred at the South African Revenue Service's spe</w:t>
      </w:r>
      <w:r w:rsidR="00491034">
        <w:t>cific request and approved in terms of its internal procurement policy</w:t>
      </w:r>
      <w:r w:rsidRPr="009825D5">
        <w:t>.</w:t>
      </w:r>
    </w:p>
    <w:p w14:paraId="56AC6CFF" w14:textId="77777777" w:rsidR="005278EB" w:rsidRPr="00333E3E" w:rsidRDefault="005278EB" w:rsidP="005823CA">
      <w:pPr>
        <w:pStyle w:val="StyleHeading2Tahoma"/>
        <w:ind w:left="993" w:hanging="993"/>
      </w:pPr>
    </w:p>
    <w:p w14:paraId="2FDE4AAE" w14:textId="77777777" w:rsidR="008D553E" w:rsidRDefault="008D553E" w:rsidP="003F57A9">
      <w:pPr>
        <w:pStyle w:val="StyleHeading2Tahoma"/>
        <w:numPr>
          <w:ilvl w:val="1"/>
          <w:numId w:val="19"/>
        </w:numPr>
        <w:tabs>
          <w:tab w:val="clear" w:pos="360"/>
          <w:tab w:val="num" w:pos="709"/>
        </w:tabs>
        <w:ind w:left="709" w:hanging="709"/>
      </w:pPr>
      <w:bookmarkStart w:id="36" w:name="_Ref334428405"/>
      <w:r>
        <w:t>SARS may withhold payment of fees, charges and disbursements that SARS disputes in good faith or, if the disputed fees have already been paid, SARS may withhold an equal amount from a later payment, including disputes in respect of an error on an invoice or an amount paid.</w:t>
      </w:r>
      <w:bookmarkEnd w:id="36"/>
    </w:p>
    <w:p w14:paraId="7DE3B918" w14:textId="77777777" w:rsidR="008D553E" w:rsidRDefault="008D553E" w:rsidP="00DB346C">
      <w:pPr>
        <w:pStyle w:val="ListParagraph"/>
      </w:pPr>
    </w:p>
    <w:p w14:paraId="2440BD4A" w14:textId="77777777" w:rsidR="008D553E" w:rsidRDefault="008D553E" w:rsidP="0014569A">
      <w:pPr>
        <w:pStyle w:val="StyleHeading2Tahoma"/>
        <w:numPr>
          <w:ilvl w:val="2"/>
          <w:numId w:val="19"/>
        </w:numPr>
        <w:tabs>
          <w:tab w:val="clear" w:pos="1440"/>
          <w:tab w:val="num" w:pos="1985"/>
        </w:tabs>
        <w:ind w:left="1985" w:hanging="992"/>
      </w:pPr>
      <w:r>
        <w:t xml:space="preserve">SARS shall </w:t>
      </w:r>
      <w:r w:rsidR="00DB346C" w:rsidRPr="00DB346C">
        <w:t>within five (5) days of receipt of the invoice</w:t>
      </w:r>
      <w:r>
        <w:t xml:space="preserve"> notify the Service Provider </w:t>
      </w:r>
      <w:r w:rsidR="00DB346C">
        <w:t xml:space="preserve">in writing </w:t>
      </w:r>
      <w:r>
        <w:t>that it is disputing such amount providing a reasonable explanation of the rationale therefor; and the Parties shall promptly first address such dispute in accordance with this Clause.</w:t>
      </w:r>
    </w:p>
    <w:p w14:paraId="62AA8531" w14:textId="77777777" w:rsidR="00DB346C" w:rsidRDefault="00DB346C" w:rsidP="00DB346C">
      <w:pPr>
        <w:pStyle w:val="StyleHeading2Tahoma"/>
        <w:ind w:left="1985"/>
      </w:pPr>
    </w:p>
    <w:p w14:paraId="42C48350" w14:textId="77777777" w:rsidR="00DB346C" w:rsidRDefault="008D553E" w:rsidP="00DB346C">
      <w:pPr>
        <w:pStyle w:val="StyleHeading2Tahoma"/>
        <w:numPr>
          <w:ilvl w:val="2"/>
          <w:numId w:val="19"/>
        </w:numPr>
        <w:tabs>
          <w:tab w:val="clear" w:pos="1440"/>
          <w:tab w:val="num" w:pos="1985"/>
        </w:tabs>
        <w:ind w:left="1985" w:hanging="992"/>
      </w:pPr>
      <w:r>
        <w:t xml:space="preserve">If the dispute relates to only certain of the amounts included on an invoice (or equals in the case of disputed amounts that have already been paid), then SARS shall pay the undisputed amounts in accordance with </w:t>
      </w:r>
      <w:r w:rsidRPr="00DB346C">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162E86">
        <w:rPr>
          <w:b/>
        </w:rPr>
        <w:t>8.1</w:t>
      </w:r>
      <w:r w:rsidR="0084179D">
        <w:rPr>
          <w:b/>
        </w:rPr>
        <w:fldChar w:fldCharType="end"/>
      </w:r>
      <w:r w:rsidR="00DB346C">
        <w:t>.</w:t>
      </w:r>
    </w:p>
    <w:p w14:paraId="07EE7E17" w14:textId="77777777" w:rsidR="00DB346C" w:rsidRDefault="00DB346C" w:rsidP="00DB346C">
      <w:pPr>
        <w:pStyle w:val="StyleHeading2Tahoma"/>
      </w:pPr>
    </w:p>
    <w:p w14:paraId="6367ECA7" w14:textId="77777777" w:rsidR="00DB346C" w:rsidRDefault="00DB346C" w:rsidP="00DB346C">
      <w:pPr>
        <w:pStyle w:val="StyleHeading2Tahoma"/>
        <w:numPr>
          <w:ilvl w:val="2"/>
          <w:numId w:val="19"/>
        </w:numPr>
        <w:tabs>
          <w:tab w:val="clear" w:pos="1440"/>
          <w:tab w:val="num" w:pos="1985"/>
        </w:tabs>
        <w:ind w:left="1985" w:hanging="992"/>
      </w:pPr>
      <w:r>
        <w:t>If an invoice is identified as incorrect, then the Service Provider shall either issue a correct invoice if the amount has not yet been paid, or make a correction on the next invoice if the amount has been paid.</w:t>
      </w:r>
      <w:r w:rsidR="008D553E">
        <w:t xml:space="preserve"> </w:t>
      </w:r>
    </w:p>
    <w:p w14:paraId="24EEBAA1" w14:textId="77777777" w:rsidR="00DB346C" w:rsidRDefault="00DB346C" w:rsidP="00DB346C">
      <w:pPr>
        <w:pStyle w:val="StyleHeading2Tahoma"/>
        <w:ind w:left="1440"/>
      </w:pPr>
    </w:p>
    <w:p w14:paraId="757A84E8" w14:textId="77777777" w:rsidR="005278EB" w:rsidRDefault="005278EB" w:rsidP="003F57A9">
      <w:pPr>
        <w:pStyle w:val="StyleHeading2Tahoma"/>
        <w:numPr>
          <w:ilvl w:val="1"/>
          <w:numId w:val="19"/>
        </w:numPr>
        <w:tabs>
          <w:tab w:val="clear" w:pos="360"/>
          <w:tab w:val="num" w:pos="709"/>
        </w:tabs>
        <w:ind w:left="709" w:hanging="709"/>
      </w:pPr>
      <w:bookmarkStart w:id="37" w:name="_Ref334428472"/>
      <w:r w:rsidRPr="00333E3E">
        <w:t xml:space="preserve">The Parties’ senior managers (one level up from the </w:t>
      </w:r>
      <w:r w:rsidRPr="00333E3E">
        <w:rPr>
          <w:lang w:val="en-ZA"/>
        </w:rPr>
        <w:t xml:space="preserve">Service Provider’s </w:t>
      </w:r>
      <w:r w:rsidRPr="00333E3E">
        <w:t xml:space="preserve">Project Manager and </w:t>
      </w:r>
      <w:r w:rsidR="001F0159">
        <w:t xml:space="preserve">the </w:t>
      </w:r>
      <w:r w:rsidRPr="00333E3E">
        <w:t xml:space="preserve">SARS </w:t>
      </w:r>
      <w:r>
        <w:t>R</w:t>
      </w:r>
      <w:r w:rsidRPr="00333E3E">
        <w:t xml:space="preserve">epresentative) shall meet to resolve the dispute within </w:t>
      </w:r>
      <w:r w:rsidR="000D1208">
        <w:t>five</w:t>
      </w:r>
      <w:r>
        <w:t xml:space="preserve"> (</w:t>
      </w:r>
      <w:r w:rsidR="000D1208">
        <w:t>5</w:t>
      </w:r>
      <w:r w:rsidRPr="00333E3E">
        <w:t xml:space="preserve">) days of SARS giving notice of the dispute. The senior managers shall </w:t>
      </w:r>
      <w:r w:rsidR="00977873">
        <w:t xml:space="preserve">endeavour to </w:t>
      </w:r>
      <w:r w:rsidRPr="00333E3E">
        <w:t xml:space="preserve">resolve the dispute within </w:t>
      </w:r>
      <w:r w:rsidR="000D1208">
        <w:t>five</w:t>
      </w:r>
      <w:r w:rsidRPr="00333E3E">
        <w:t xml:space="preserve"> (</w:t>
      </w:r>
      <w:r w:rsidR="000D1208">
        <w:t>5</w:t>
      </w:r>
      <w:r w:rsidRPr="00333E3E">
        <w:t>) day</w:t>
      </w:r>
      <w:r w:rsidR="00977873">
        <w:t>s</w:t>
      </w:r>
      <w:r w:rsidRPr="00333E3E">
        <w:t xml:space="preserve"> of its referral to them.</w:t>
      </w:r>
      <w:bookmarkEnd w:id="37"/>
      <w:r w:rsidRPr="00333E3E">
        <w:t xml:space="preserve"> </w:t>
      </w:r>
    </w:p>
    <w:p w14:paraId="7849B0FD" w14:textId="77777777" w:rsidR="00DB424B" w:rsidRPr="00491034" w:rsidRDefault="00DB424B" w:rsidP="00491034">
      <w:pPr>
        <w:overflowPunct/>
        <w:autoSpaceDE/>
        <w:autoSpaceDN/>
        <w:adjustRightInd/>
        <w:spacing w:line="360" w:lineRule="auto"/>
        <w:jc w:val="both"/>
        <w:textAlignment w:val="auto"/>
        <w:rPr>
          <w:rFonts w:ascii="Arial" w:hAnsi="Arial" w:cs="Arial"/>
          <w:sz w:val="22"/>
          <w:szCs w:val="22"/>
        </w:rPr>
      </w:pPr>
    </w:p>
    <w:p w14:paraId="3E17CBBA" w14:textId="77777777" w:rsidR="005278EB" w:rsidRPr="00333E3E" w:rsidRDefault="005278EB" w:rsidP="003F57A9">
      <w:pPr>
        <w:pStyle w:val="StyleHeading2Tahoma"/>
        <w:numPr>
          <w:ilvl w:val="1"/>
          <w:numId w:val="19"/>
        </w:numPr>
        <w:tabs>
          <w:tab w:val="clear" w:pos="360"/>
          <w:tab w:val="num" w:pos="709"/>
        </w:tabs>
        <w:ind w:left="709" w:hanging="709"/>
      </w:pPr>
      <w:r w:rsidRPr="00333E3E">
        <w:lastRenderedPageBreak/>
        <w:t xml:space="preserve">The undisputed portion(s) of the invoice shall be payable on the terms defined in </w:t>
      </w:r>
      <w:r w:rsidR="00837B87">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162E86">
        <w:rPr>
          <w:b/>
        </w:rPr>
        <w:t>8.1</w:t>
      </w:r>
      <w:r w:rsidR="0084179D">
        <w:rPr>
          <w:b/>
        </w:rPr>
        <w:fldChar w:fldCharType="end"/>
      </w:r>
      <w:r w:rsidR="000D1208">
        <w:rPr>
          <w:b/>
        </w:rPr>
        <w:t>-</w:t>
      </w:r>
      <w:r w:rsidR="0084179D">
        <w:rPr>
          <w:b/>
        </w:rPr>
        <w:fldChar w:fldCharType="begin"/>
      </w:r>
      <w:r w:rsidR="0084179D">
        <w:rPr>
          <w:b/>
        </w:rPr>
        <w:instrText xml:space="preserve"> REF _Ref334428457 \r \h </w:instrText>
      </w:r>
      <w:r w:rsidR="0084179D">
        <w:rPr>
          <w:b/>
        </w:rPr>
      </w:r>
      <w:r w:rsidR="0084179D">
        <w:rPr>
          <w:b/>
        </w:rPr>
        <w:fldChar w:fldCharType="separate"/>
      </w:r>
      <w:r w:rsidR="00162E86">
        <w:rPr>
          <w:b/>
        </w:rPr>
        <w:t>8.5</w:t>
      </w:r>
      <w:r w:rsidR="0084179D">
        <w:rPr>
          <w:b/>
        </w:rPr>
        <w:fldChar w:fldCharType="end"/>
      </w:r>
      <w:r w:rsidRPr="00333E3E">
        <w:t>;</w:t>
      </w:r>
    </w:p>
    <w:p w14:paraId="31EF751D" w14:textId="77777777" w:rsidR="005278EB" w:rsidRDefault="005278EB" w:rsidP="005823CA">
      <w:pPr>
        <w:pStyle w:val="ListParagraph"/>
        <w:overflowPunct/>
        <w:autoSpaceDE/>
        <w:autoSpaceDN/>
        <w:adjustRightInd/>
        <w:spacing w:line="360" w:lineRule="auto"/>
        <w:ind w:left="993" w:hanging="993"/>
        <w:jc w:val="both"/>
        <w:textAlignment w:val="auto"/>
        <w:rPr>
          <w:rFonts w:ascii="Arial" w:hAnsi="Arial" w:cs="Arial"/>
          <w:sz w:val="22"/>
          <w:szCs w:val="22"/>
        </w:rPr>
      </w:pPr>
    </w:p>
    <w:p w14:paraId="4A6CAB82" w14:textId="77777777" w:rsidR="005278EB" w:rsidRDefault="005278EB" w:rsidP="003F57A9">
      <w:pPr>
        <w:pStyle w:val="StyleHeading2Tahoma"/>
        <w:numPr>
          <w:ilvl w:val="1"/>
          <w:numId w:val="19"/>
        </w:numPr>
        <w:tabs>
          <w:tab w:val="clear" w:pos="360"/>
          <w:tab w:val="num" w:pos="709"/>
        </w:tabs>
        <w:ind w:left="709" w:hanging="709"/>
      </w:pPr>
      <w:r w:rsidRPr="00333E3E">
        <w:t xml:space="preserve">Where the dispute remains unresolved after the informal procedures set out in </w:t>
      </w:r>
      <w:r w:rsidRPr="00253A1A">
        <w:rPr>
          <w:b/>
        </w:rPr>
        <w:t>Clause</w:t>
      </w:r>
      <w:r w:rsidR="00837B87">
        <w:rPr>
          <w:b/>
        </w:rPr>
        <w:t xml:space="preserve"> </w:t>
      </w:r>
      <w:r w:rsidR="0084179D">
        <w:rPr>
          <w:b/>
        </w:rPr>
        <w:fldChar w:fldCharType="begin"/>
      </w:r>
      <w:r w:rsidR="0084179D">
        <w:rPr>
          <w:b/>
        </w:rPr>
        <w:instrText xml:space="preserve"> REF _Ref334428472 \r \h </w:instrText>
      </w:r>
      <w:r w:rsidR="0084179D">
        <w:rPr>
          <w:b/>
        </w:rPr>
      </w:r>
      <w:r w:rsidR="0084179D">
        <w:rPr>
          <w:b/>
        </w:rPr>
        <w:fldChar w:fldCharType="separate"/>
      </w:r>
      <w:r w:rsidR="00162E86">
        <w:rPr>
          <w:b/>
        </w:rPr>
        <w:t>8.8</w:t>
      </w:r>
      <w:r w:rsidR="0084179D">
        <w:rPr>
          <w:b/>
        </w:rPr>
        <w:fldChar w:fldCharType="end"/>
      </w:r>
      <w:r w:rsidR="0084179D">
        <w:rPr>
          <w:b/>
        </w:rPr>
        <w:t xml:space="preserve"> </w:t>
      </w:r>
      <w:r w:rsidRPr="00333E3E">
        <w:t xml:space="preserve">above the dispute shall be dealt with in terms of the dispute resolution procedures set out in </w:t>
      </w:r>
      <w:r w:rsidRPr="00253A1A">
        <w:rPr>
          <w:b/>
        </w:rPr>
        <w:t xml:space="preserve">Clause </w:t>
      </w:r>
      <w:r w:rsidR="0084179D">
        <w:rPr>
          <w:b/>
        </w:rPr>
        <w:fldChar w:fldCharType="begin"/>
      </w:r>
      <w:r w:rsidR="0084179D">
        <w:rPr>
          <w:b/>
        </w:rPr>
        <w:instrText xml:space="preserve"> REF _Ref334428486 \r \h </w:instrText>
      </w:r>
      <w:r w:rsidR="0084179D">
        <w:rPr>
          <w:b/>
        </w:rPr>
      </w:r>
      <w:r w:rsidR="0084179D">
        <w:rPr>
          <w:b/>
        </w:rPr>
        <w:fldChar w:fldCharType="separate"/>
      </w:r>
      <w:r w:rsidR="00162E86">
        <w:rPr>
          <w:b/>
        </w:rPr>
        <w:t>28</w:t>
      </w:r>
      <w:r w:rsidR="0084179D">
        <w:rPr>
          <w:b/>
        </w:rPr>
        <w:fldChar w:fldCharType="end"/>
      </w:r>
      <w:r w:rsidRPr="00333E3E">
        <w:t xml:space="preserve"> of this Agreement.</w:t>
      </w:r>
    </w:p>
    <w:p w14:paraId="45FC6920" w14:textId="77777777" w:rsidR="00491034" w:rsidRDefault="00491034" w:rsidP="00491034">
      <w:pPr>
        <w:pStyle w:val="ListParagraph"/>
      </w:pPr>
    </w:p>
    <w:p w14:paraId="7F59D4BA" w14:textId="77777777" w:rsidR="00491034" w:rsidRDefault="006B13B0" w:rsidP="003F57A9">
      <w:pPr>
        <w:pStyle w:val="StyleHeading2Tahoma"/>
        <w:numPr>
          <w:ilvl w:val="1"/>
          <w:numId w:val="19"/>
        </w:numPr>
        <w:tabs>
          <w:tab w:val="clear" w:pos="360"/>
          <w:tab w:val="num" w:pos="709"/>
        </w:tabs>
        <w:ind w:left="709" w:hanging="709"/>
      </w:pPr>
      <w:r>
        <w:t>The fees and/ or charges will be fixed for a period of 12 (twelve) months.</w:t>
      </w:r>
    </w:p>
    <w:p w14:paraId="3442D730" w14:textId="77777777" w:rsidR="000722DB" w:rsidRPr="00333E3E" w:rsidRDefault="000722DB" w:rsidP="005823CA">
      <w:pPr>
        <w:pStyle w:val="StyleHeading2Tahoma"/>
        <w:ind w:left="993" w:hanging="993"/>
      </w:pPr>
    </w:p>
    <w:p w14:paraId="03460A68" w14:textId="77777777" w:rsidR="005278EB" w:rsidRDefault="005278EB" w:rsidP="00E86353">
      <w:pPr>
        <w:pStyle w:val="StyleHeading1Tahoma"/>
      </w:pPr>
      <w:r w:rsidRPr="005C5ADA">
        <w:t>SERVICE LEVEL MANAGEMENT</w:t>
      </w:r>
      <w:r w:rsidR="00D7456F">
        <w:fldChar w:fldCharType="begin"/>
      </w:r>
      <w:r w:rsidR="00D7456F">
        <w:instrText xml:space="preserve"> TC "</w:instrText>
      </w:r>
      <w:bookmarkStart w:id="38" w:name="_Toc67652857"/>
      <w:r w:rsidR="00D7456F" w:rsidRPr="00C95D79">
        <w:rPr>
          <w:lang w:val="en-ZA"/>
        </w:rPr>
        <w:instrText>10.   SERVICE LEVEL MANAGEMENT</w:instrText>
      </w:r>
      <w:bookmarkEnd w:id="38"/>
      <w:r w:rsidR="00D7456F">
        <w:instrText xml:space="preserve">" \f C \l "1" </w:instrText>
      </w:r>
      <w:r w:rsidR="00D7456F">
        <w:fldChar w:fldCharType="end"/>
      </w:r>
      <w:r w:rsidR="00C531E0">
        <w:fldChar w:fldCharType="begin"/>
      </w:r>
      <w:r w:rsidR="00E97F6A">
        <w:instrText xml:space="preserve"> </w:instrText>
      </w:r>
      <w:r w:rsidR="00E97F6A">
        <w:fldChar w:fldCharType="begin"/>
      </w:r>
      <w:r w:rsidR="00E97F6A">
        <w:instrText xml:space="preserve"> TC "</w:instrText>
      </w:r>
      <w:r w:rsidR="00E97F6A" w:rsidRPr="002F6DF9">
        <w:rPr>
          <w:lang w:val="en-ZA"/>
        </w:rPr>
        <w:instrText>10.   SERVICE LEVEL MANAGEMENT</w:instrText>
      </w:r>
      <w:bookmarkStart w:id="39" w:name="_Toc67558345"/>
      <w:bookmarkStart w:id="40" w:name="_Toc67576208"/>
      <w:bookmarkStart w:id="41" w:name="_Toc67652858"/>
      <w:bookmarkEnd w:id="39"/>
      <w:bookmarkEnd w:id="40"/>
      <w:bookmarkEnd w:id="41"/>
      <w:r w:rsidR="00E97F6A">
        <w:instrText xml:space="preserve">" \f C \l "1" </w:instrText>
      </w:r>
      <w:r w:rsidR="00E97F6A">
        <w:fldChar w:fldCharType="end"/>
      </w:r>
      <w:r w:rsidR="00C531E0">
        <w:instrText xml:space="preserve"> </w:instrText>
      </w:r>
      <w:r w:rsidR="00C531E0">
        <w:fldChar w:fldCharType="end"/>
      </w:r>
    </w:p>
    <w:p w14:paraId="3109F393" w14:textId="77777777" w:rsidR="005278EB" w:rsidRDefault="005278EB" w:rsidP="00E86353">
      <w:pPr>
        <w:pStyle w:val="StyleHeading1Tahoma"/>
        <w:numPr>
          <w:ilvl w:val="0"/>
          <w:numId w:val="0"/>
        </w:numPr>
        <w:ind w:left="993"/>
      </w:pPr>
    </w:p>
    <w:p w14:paraId="65D2264B" w14:textId="77777777" w:rsidR="005278EB" w:rsidRPr="00546911" w:rsidRDefault="005278EB" w:rsidP="003F57A9">
      <w:pPr>
        <w:pStyle w:val="StyleHeading2Tahoma"/>
        <w:numPr>
          <w:ilvl w:val="1"/>
          <w:numId w:val="20"/>
        </w:numPr>
        <w:ind w:left="709" w:hanging="709"/>
        <w:rPr>
          <w:caps/>
        </w:rPr>
      </w:pPr>
      <w:r>
        <w:t>In order to manage the S</w:t>
      </w:r>
      <w:r w:rsidRPr="00546911">
        <w:t xml:space="preserve">ervices provided by the </w:t>
      </w:r>
      <w:r>
        <w:t>S</w:t>
      </w:r>
      <w:r w:rsidRPr="00546911">
        <w:t xml:space="preserve">ervice </w:t>
      </w:r>
      <w:r>
        <w:t>Provider to SARS, the P</w:t>
      </w:r>
      <w:r w:rsidRPr="00546911">
        <w:t xml:space="preserve">arties agree that meetings between the </w:t>
      </w:r>
      <w:r>
        <w:t>P</w:t>
      </w:r>
      <w:r w:rsidRPr="00546911">
        <w:t>arties will be arranged on the following basis:</w:t>
      </w:r>
    </w:p>
    <w:p w14:paraId="4A13FE8F" w14:textId="77777777" w:rsidR="00A50674" w:rsidRPr="00546911" w:rsidRDefault="00A50674" w:rsidP="00386CE2">
      <w:pPr>
        <w:pStyle w:val="StyleHeading1Tahoma"/>
        <w:numPr>
          <w:ilvl w:val="0"/>
          <w:numId w:val="0"/>
        </w:numPr>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1701"/>
        <w:gridCol w:w="2977"/>
        <w:gridCol w:w="2126"/>
      </w:tblGrid>
      <w:tr w:rsidR="005278EB" w:rsidRPr="007E0557" w14:paraId="6F115852" w14:textId="77777777" w:rsidTr="00547F98">
        <w:trPr>
          <w:trHeight w:val="756"/>
        </w:trPr>
        <w:tc>
          <w:tcPr>
            <w:tcW w:w="1842" w:type="dxa"/>
            <w:shd w:val="clear" w:color="auto" w:fill="8DB3E2"/>
            <w:vAlign w:val="center"/>
          </w:tcPr>
          <w:p w14:paraId="7C19A2B1" w14:textId="77777777" w:rsidR="005278EB" w:rsidRPr="007E0557" w:rsidRDefault="005278EB" w:rsidP="005823CA">
            <w:pPr>
              <w:spacing w:line="360" w:lineRule="auto"/>
              <w:ind w:left="993" w:hanging="993"/>
              <w:rPr>
                <w:rFonts w:ascii="Arial" w:hAnsi="Arial" w:cs="Arial"/>
                <w:b/>
                <w:bCs/>
                <w:kern w:val="32"/>
                <w:sz w:val="22"/>
                <w:szCs w:val="22"/>
              </w:rPr>
            </w:pPr>
            <w:r w:rsidRPr="007E0557">
              <w:rPr>
                <w:rFonts w:ascii="Arial" w:hAnsi="Arial" w:cs="Arial"/>
                <w:b/>
                <w:sz w:val="22"/>
                <w:szCs w:val="22"/>
              </w:rPr>
              <w:t>Meeting</w:t>
            </w:r>
          </w:p>
        </w:tc>
        <w:tc>
          <w:tcPr>
            <w:tcW w:w="1701" w:type="dxa"/>
            <w:shd w:val="clear" w:color="auto" w:fill="8DB3E2"/>
            <w:vAlign w:val="center"/>
          </w:tcPr>
          <w:p w14:paraId="7E834BF8" w14:textId="77777777" w:rsidR="005278EB" w:rsidRPr="007E0557" w:rsidRDefault="005278EB" w:rsidP="005823CA">
            <w:pPr>
              <w:spacing w:line="360" w:lineRule="auto"/>
              <w:ind w:left="993" w:hanging="993"/>
              <w:rPr>
                <w:rFonts w:ascii="Arial" w:hAnsi="Arial" w:cs="Arial"/>
                <w:b/>
                <w:bCs/>
                <w:kern w:val="32"/>
                <w:sz w:val="22"/>
                <w:szCs w:val="22"/>
              </w:rPr>
            </w:pPr>
            <w:r w:rsidRPr="007E0557">
              <w:rPr>
                <w:rFonts w:ascii="Arial" w:hAnsi="Arial" w:cs="Arial"/>
                <w:b/>
                <w:sz w:val="22"/>
                <w:szCs w:val="22"/>
              </w:rPr>
              <w:t>Frequency</w:t>
            </w:r>
          </w:p>
        </w:tc>
        <w:tc>
          <w:tcPr>
            <w:tcW w:w="2977" w:type="dxa"/>
            <w:shd w:val="clear" w:color="auto" w:fill="8DB3E2"/>
            <w:vAlign w:val="center"/>
          </w:tcPr>
          <w:p w14:paraId="0E066A0C" w14:textId="77777777" w:rsidR="005278EB" w:rsidRPr="007E0557" w:rsidRDefault="005278EB" w:rsidP="005823CA">
            <w:pPr>
              <w:spacing w:line="360" w:lineRule="auto"/>
              <w:ind w:left="993" w:hanging="993"/>
              <w:rPr>
                <w:rFonts w:ascii="Arial" w:hAnsi="Arial" w:cs="Arial"/>
                <w:b/>
                <w:sz w:val="22"/>
                <w:szCs w:val="22"/>
              </w:rPr>
            </w:pPr>
            <w:r w:rsidRPr="007E0557">
              <w:rPr>
                <w:rFonts w:ascii="Arial" w:hAnsi="Arial" w:cs="Arial"/>
                <w:b/>
                <w:sz w:val="22"/>
                <w:szCs w:val="22"/>
              </w:rPr>
              <w:t>SARS Representative</w:t>
            </w:r>
          </w:p>
        </w:tc>
        <w:tc>
          <w:tcPr>
            <w:tcW w:w="2126" w:type="dxa"/>
            <w:shd w:val="clear" w:color="auto" w:fill="8DB3E2"/>
            <w:vAlign w:val="center"/>
          </w:tcPr>
          <w:p w14:paraId="271F1911" w14:textId="77777777" w:rsidR="005278EB" w:rsidRPr="007E0557" w:rsidRDefault="005278EB" w:rsidP="005823CA">
            <w:pPr>
              <w:spacing w:line="360" w:lineRule="auto"/>
              <w:ind w:left="34"/>
              <w:rPr>
                <w:rFonts w:ascii="Arial" w:hAnsi="Arial" w:cs="Arial"/>
                <w:b/>
                <w:sz w:val="22"/>
                <w:szCs w:val="22"/>
              </w:rPr>
            </w:pPr>
            <w:r w:rsidRPr="007E0557">
              <w:rPr>
                <w:rFonts w:ascii="Arial" w:hAnsi="Arial" w:cs="Arial"/>
                <w:b/>
                <w:sz w:val="22"/>
                <w:szCs w:val="22"/>
              </w:rPr>
              <w:t>Service Provider Representative</w:t>
            </w:r>
          </w:p>
        </w:tc>
      </w:tr>
      <w:tr w:rsidR="005278EB" w:rsidRPr="007E0557" w14:paraId="0862043F" w14:textId="77777777" w:rsidTr="00547F98">
        <w:trPr>
          <w:trHeight w:val="774"/>
        </w:trPr>
        <w:tc>
          <w:tcPr>
            <w:tcW w:w="1842" w:type="dxa"/>
            <w:vAlign w:val="center"/>
          </w:tcPr>
          <w:p w14:paraId="07763602" w14:textId="77777777" w:rsidR="005278EB" w:rsidRPr="007E0557" w:rsidRDefault="005278EB" w:rsidP="005823CA">
            <w:pPr>
              <w:spacing w:line="360" w:lineRule="auto"/>
              <w:jc w:val="both"/>
              <w:rPr>
                <w:rFonts w:ascii="Arial" w:hAnsi="Arial" w:cs="Arial"/>
                <w:b/>
                <w:sz w:val="22"/>
                <w:szCs w:val="22"/>
              </w:rPr>
            </w:pPr>
            <w:r w:rsidRPr="007E0557">
              <w:rPr>
                <w:rFonts w:ascii="Arial" w:hAnsi="Arial" w:cs="Arial"/>
                <w:b/>
                <w:sz w:val="22"/>
                <w:szCs w:val="22"/>
              </w:rPr>
              <w:t>Service Relationship</w:t>
            </w:r>
          </w:p>
          <w:p w14:paraId="5D0293B6" w14:textId="77777777" w:rsidR="005278EB" w:rsidRPr="007E0557" w:rsidRDefault="005278EB" w:rsidP="005823CA">
            <w:pPr>
              <w:spacing w:line="360" w:lineRule="auto"/>
              <w:ind w:left="993" w:hanging="993"/>
              <w:jc w:val="both"/>
              <w:rPr>
                <w:rFonts w:ascii="Arial" w:hAnsi="Arial" w:cs="Arial"/>
                <w:b/>
                <w:bCs/>
                <w:smallCaps/>
                <w:kern w:val="32"/>
                <w:sz w:val="22"/>
                <w:szCs w:val="22"/>
              </w:rPr>
            </w:pPr>
            <w:r w:rsidRPr="007E0557">
              <w:rPr>
                <w:rFonts w:ascii="Arial" w:hAnsi="Arial" w:cs="Arial"/>
                <w:b/>
                <w:sz w:val="22"/>
                <w:szCs w:val="22"/>
              </w:rPr>
              <w:t>Review</w:t>
            </w:r>
          </w:p>
        </w:tc>
        <w:tc>
          <w:tcPr>
            <w:tcW w:w="1701" w:type="dxa"/>
            <w:vAlign w:val="center"/>
          </w:tcPr>
          <w:p w14:paraId="46E994AB" w14:textId="77777777" w:rsidR="005278EB" w:rsidRPr="007E0557" w:rsidRDefault="005278EB" w:rsidP="005823CA">
            <w:pPr>
              <w:spacing w:line="360" w:lineRule="auto"/>
              <w:ind w:left="993" w:hanging="993"/>
              <w:jc w:val="both"/>
              <w:rPr>
                <w:rFonts w:ascii="Arial" w:hAnsi="Arial" w:cs="Arial"/>
                <w:sz w:val="22"/>
                <w:szCs w:val="22"/>
              </w:rPr>
            </w:pPr>
            <w:r w:rsidRPr="007E0557">
              <w:rPr>
                <w:rFonts w:ascii="Arial" w:hAnsi="Arial" w:cs="Arial"/>
                <w:sz w:val="22"/>
                <w:szCs w:val="22"/>
              </w:rPr>
              <w:t>Annually</w:t>
            </w:r>
          </w:p>
        </w:tc>
        <w:tc>
          <w:tcPr>
            <w:tcW w:w="2977" w:type="dxa"/>
            <w:vAlign w:val="center"/>
          </w:tcPr>
          <w:p w14:paraId="09F93F03" w14:textId="77777777" w:rsidR="005278EB" w:rsidRPr="007E0557" w:rsidRDefault="005278EB" w:rsidP="005823CA">
            <w:pPr>
              <w:spacing w:line="360" w:lineRule="auto"/>
              <w:ind w:left="993" w:hanging="993"/>
              <w:jc w:val="both"/>
              <w:rPr>
                <w:rFonts w:ascii="Arial" w:hAnsi="Arial" w:cs="Arial"/>
                <w:sz w:val="22"/>
                <w:szCs w:val="22"/>
              </w:rPr>
            </w:pPr>
            <w:r>
              <w:rPr>
                <w:rFonts w:ascii="Arial" w:hAnsi="Arial" w:cs="Arial"/>
                <w:sz w:val="22"/>
                <w:szCs w:val="22"/>
              </w:rPr>
              <w:t xml:space="preserve">National Facilities Manager and </w:t>
            </w:r>
          </w:p>
          <w:p w14:paraId="39F3163B" w14:textId="77777777" w:rsidR="005278EB" w:rsidRPr="007E0557" w:rsidRDefault="005278EB" w:rsidP="005823CA">
            <w:pPr>
              <w:spacing w:line="360" w:lineRule="auto"/>
              <w:ind w:left="993" w:hanging="993"/>
              <w:jc w:val="both"/>
              <w:rPr>
                <w:rFonts w:ascii="Arial" w:hAnsi="Arial" w:cs="Arial"/>
                <w:sz w:val="22"/>
                <w:szCs w:val="22"/>
              </w:rPr>
            </w:pPr>
            <w:r w:rsidRPr="007E0557">
              <w:rPr>
                <w:rFonts w:ascii="Arial" w:hAnsi="Arial" w:cs="Arial"/>
                <w:sz w:val="22"/>
                <w:szCs w:val="22"/>
              </w:rPr>
              <w:t>National F</w:t>
            </w:r>
            <w:r>
              <w:rPr>
                <w:rFonts w:ascii="Arial" w:hAnsi="Arial" w:cs="Arial"/>
                <w:sz w:val="22"/>
                <w:szCs w:val="22"/>
              </w:rPr>
              <w:t xml:space="preserve">inancial </w:t>
            </w:r>
            <w:r w:rsidRPr="007E0557">
              <w:rPr>
                <w:rFonts w:ascii="Arial" w:hAnsi="Arial" w:cs="Arial"/>
                <w:sz w:val="22"/>
                <w:szCs w:val="22"/>
              </w:rPr>
              <w:t>M</w:t>
            </w:r>
            <w:r>
              <w:rPr>
                <w:rFonts w:ascii="Arial" w:hAnsi="Arial" w:cs="Arial"/>
                <w:sz w:val="22"/>
                <w:szCs w:val="22"/>
              </w:rPr>
              <w:t>anager</w:t>
            </w:r>
          </w:p>
        </w:tc>
        <w:tc>
          <w:tcPr>
            <w:tcW w:w="2126" w:type="dxa"/>
            <w:vAlign w:val="center"/>
          </w:tcPr>
          <w:p w14:paraId="3DA89B7E" w14:textId="77777777" w:rsidR="005278EB" w:rsidRPr="007E0557" w:rsidRDefault="00AA5BFC" w:rsidP="00AA5BFC">
            <w:pPr>
              <w:spacing w:line="360" w:lineRule="auto"/>
              <w:ind w:left="993" w:hanging="993"/>
              <w:jc w:val="both"/>
              <w:rPr>
                <w:rFonts w:ascii="Arial" w:hAnsi="Arial" w:cs="Arial"/>
                <w:bCs/>
                <w:smallCaps/>
                <w:kern w:val="32"/>
                <w:sz w:val="22"/>
                <w:szCs w:val="22"/>
              </w:rPr>
            </w:pPr>
            <w:r>
              <w:rPr>
                <w:rFonts w:ascii="Arial" w:hAnsi="Arial" w:cs="Arial"/>
                <w:sz w:val="22"/>
                <w:szCs w:val="22"/>
              </w:rPr>
              <w:t xml:space="preserve">Project </w:t>
            </w:r>
            <w:r w:rsidR="005278EB" w:rsidRPr="007E0557">
              <w:rPr>
                <w:rFonts w:ascii="Arial" w:hAnsi="Arial" w:cs="Arial"/>
                <w:sz w:val="22"/>
                <w:szCs w:val="22"/>
              </w:rPr>
              <w:t>Manager</w:t>
            </w:r>
          </w:p>
        </w:tc>
      </w:tr>
      <w:tr w:rsidR="005278EB" w:rsidRPr="007E0557" w14:paraId="29ACDD4E" w14:textId="77777777" w:rsidTr="00547F98">
        <w:trPr>
          <w:trHeight w:val="557"/>
        </w:trPr>
        <w:tc>
          <w:tcPr>
            <w:tcW w:w="1842" w:type="dxa"/>
            <w:vAlign w:val="center"/>
          </w:tcPr>
          <w:p w14:paraId="3349A5B3" w14:textId="77777777" w:rsidR="005278EB" w:rsidRPr="007E0557" w:rsidRDefault="005278EB" w:rsidP="005823CA">
            <w:pPr>
              <w:spacing w:line="360" w:lineRule="auto"/>
              <w:ind w:left="993" w:hanging="993"/>
              <w:jc w:val="both"/>
              <w:rPr>
                <w:rFonts w:ascii="Arial" w:hAnsi="Arial" w:cs="Arial"/>
                <w:b/>
                <w:sz w:val="22"/>
                <w:szCs w:val="22"/>
              </w:rPr>
            </w:pPr>
            <w:r w:rsidRPr="007E0557">
              <w:rPr>
                <w:rFonts w:ascii="Arial" w:hAnsi="Arial" w:cs="Arial"/>
                <w:b/>
                <w:sz w:val="22"/>
                <w:szCs w:val="22"/>
              </w:rPr>
              <w:t>Service Review</w:t>
            </w:r>
          </w:p>
        </w:tc>
        <w:tc>
          <w:tcPr>
            <w:tcW w:w="1701" w:type="dxa"/>
            <w:vAlign w:val="center"/>
          </w:tcPr>
          <w:p w14:paraId="2B66A270" w14:textId="77777777" w:rsidR="005278EB" w:rsidRPr="007E0557" w:rsidRDefault="005278EB" w:rsidP="005823CA">
            <w:pPr>
              <w:spacing w:line="360" w:lineRule="auto"/>
              <w:ind w:left="993" w:hanging="993"/>
              <w:jc w:val="both"/>
              <w:rPr>
                <w:rFonts w:ascii="Arial" w:hAnsi="Arial" w:cs="Arial"/>
                <w:sz w:val="22"/>
                <w:szCs w:val="22"/>
              </w:rPr>
            </w:pPr>
            <w:r w:rsidRPr="007E0557">
              <w:rPr>
                <w:rFonts w:ascii="Arial" w:hAnsi="Arial" w:cs="Arial"/>
                <w:sz w:val="22"/>
                <w:szCs w:val="22"/>
              </w:rPr>
              <w:t>Monthly</w:t>
            </w:r>
          </w:p>
        </w:tc>
        <w:tc>
          <w:tcPr>
            <w:tcW w:w="2977" w:type="dxa"/>
            <w:vAlign w:val="center"/>
          </w:tcPr>
          <w:p w14:paraId="1B72776F" w14:textId="77777777" w:rsidR="005278EB" w:rsidRPr="007E0557" w:rsidRDefault="005278EB" w:rsidP="005823CA">
            <w:pPr>
              <w:spacing w:line="360" w:lineRule="auto"/>
              <w:ind w:left="34"/>
              <w:jc w:val="both"/>
              <w:rPr>
                <w:rFonts w:ascii="Arial" w:hAnsi="Arial" w:cs="Arial"/>
                <w:sz w:val="22"/>
                <w:szCs w:val="22"/>
              </w:rPr>
            </w:pPr>
            <w:r w:rsidRPr="007E0557">
              <w:rPr>
                <w:rFonts w:ascii="Arial" w:hAnsi="Arial" w:cs="Arial"/>
                <w:sz w:val="22"/>
                <w:szCs w:val="22"/>
              </w:rPr>
              <w:t>SARS Regional Facilities Management</w:t>
            </w:r>
          </w:p>
        </w:tc>
        <w:tc>
          <w:tcPr>
            <w:tcW w:w="2126" w:type="dxa"/>
            <w:vAlign w:val="center"/>
          </w:tcPr>
          <w:p w14:paraId="115CA183" w14:textId="77777777" w:rsidR="005278EB" w:rsidRPr="007E0557" w:rsidRDefault="00AA5BFC" w:rsidP="005823CA">
            <w:pPr>
              <w:spacing w:line="360" w:lineRule="auto"/>
              <w:ind w:left="993" w:hanging="993"/>
              <w:jc w:val="both"/>
              <w:rPr>
                <w:rFonts w:ascii="Arial" w:hAnsi="Arial" w:cs="Arial"/>
                <w:bCs/>
                <w:smallCaps/>
                <w:kern w:val="32"/>
                <w:sz w:val="22"/>
                <w:szCs w:val="22"/>
              </w:rPr>
            </w:pPr>
            <w:r>
              <w:rPr>
                <w:rFonts w:ascii="Arial" w:hAnsi="Arial" w:cs="Arial"/>
                <w:sz w:val="22"/>
                <w:szCs w:val="22"/>
              </w:rPr>
              <w:t>Project</w:t>
            </w:r>
            <w:r w:rsidRPr="007E0557">
              <w:rPr>
                <w:rFonts w:ascii="Arial" w:hAnsi="Arial" w:cs="Arial"/>
                <w:sz w:val="22"/>
                <w:szCs w:val="22"/>
              </w:rPr>
              <w:t xml:space="preserve"> </w:t>
            </w:r>
            <w:r w:rsidR="005278EB" w:rsidRPr="007E0557">
              <w:rPr>
                <w:rFonts w:ascii="Arial" w:hAnsi="Arial" w:cs="Arial"/>
                <w:sz w:val="22"/>
                <w:szCs w:val="22"/>
              </w:rPr>
              <w:t>Manager</w:t>
            </w:r>
          </w:p>
        </w:tc>
      </w:tr>
    </w:tbl>
    <w:p w14:paraId="67B2D472" w14:textId="77777777" w:rsidR="005278EB" w:rsidRDefault="005278EB" w:rsidP="00E86353">
      <w:pPr>
        <w:pStyle w:val="StyleHeading1Tahoma"/>
        <w:numPr>
          <w:ilvl w:val="0"/>
          <w:numId w:val="0"/>
        </w:numPr>
        <w:ind w:left="993"/>
      </w:pPr>
    </w:p>
    <w:p w14:paraId="528D14D2" w14:textId="77777777" w:rsidR="005278EB" w:rsidRDefault="005278EB" w:rsidP="003F57A9">
      <w:pPr>
        <w:pStyle w:val="StyleHeading2Tahoma"/>
        <w:numPr>
          <w:ilvl w:val="1"/>
          <w:numId w:val="20"/>
        </w:numPr>
        <w:ind w:left="709" w:hanging="709"/>
      </w:pPr>
      <w:bookmarkStart w:id="42" w:name="_Ref334428501"/>
      <w:r>
        <w:t xml:space="preserve">During the monthly </w:t>
      </w:r>
      <w:r w:rsidR="009A1209">
        <w:t>Service R</w:t>
      </w:r>
      <w:r>
        <w:t>eview meeting the performance of the Service Provider will be discussed.</w:t>
      </w:r>
      <w:bookmarkEnd w:id="42"/>
    </w:p>
    <w:p w14:paraId="09649C5A" w14:textId="77777777" w:rsidR="008C3CE3" w:rsidRDefault="008C3CE3" w:rsidP="00025063">
      <w:pPr>
        <w:pStyle w:val="StyleHeading2Tahoma"/>
      </w:pPr>
    </w:p>
    <w:p w14:paraId="73CED6EC" w14:textId="77777777" w:rsidR="008C3CE3" w:rsidRDefault="008C3CE3" w:rsidP="003F57A9">
      <w:pPr>
        <w:pStyle w:val="StyleHeading2Tahoma"/>
        <w:numPr>
          <w:ilvl w:val="1"/>
          <w:numId w:val="20"/>
        </w:numPr>
        <w:ind w:left="709" w:hanging="709"/>
      </w:pPr>
      <w:proofErr w:type="gramStart"/>
      <w:r>
        <w:t>In the event that</w:t>
      </w:r>
      <w:proofErr w:type="gramEnd"/>
      <w:r>
        <w:t xml:space="preserve"> SARS is dissatisfied with the </w:t>
      </w:r>
      <w:r w:rsidR="00025063">
        <w:t xml:space="preserve">overall </w:t>
      </w:r>
      <w:r>
        <w:t xml:space="preserve">execution </w:t>
      </w:r>
      <w:r w:rsidR="002F723D">
        <w:t>of the</w:t>
      </w:r>
      <w:r>
        <w:t xml:space="preserve"> Services</w:t>
      </w:r>
      <w:r w:rsidR="00025063">
        <w:t xml:space="preserve"> based on multiple Service Level failures</w:t>
      </w:r>
      <w:r>
        <w:t xml:space="preserve">, such dissatisfaction will be communicated to the Service Provider’s Project Manager at a meeting held between the Parties in terms of </w:t>
      </w:r>
      <w:r w:rsidRPr="00025063">
        <w:rPr>
          <w:b/>
        </w:rPr>
        <w:t xml:space="preserve">Clause </w:t>
      </w:r>
      <w:r w:rsidR="0084179D">
        <w:rPr>
          <w:b/>
        </w:rPr>
        <w:fldChar w:fldCharType="begin"/>
      </w:r>
      <w:r w:rsidR="0084179D">
        <w:rPr>
          <w:b/>
        </w:rPr>
        <w:instrText xml:space="preserve"> REF _Ref334428501 \r \h </w:instrText>
      </w:r>
      <w:r w:rsidR="0084179D">
        <w:rPr>
          <w:b/>
        </w:rPr>
      </w:r>
      <w:r w:rsidR="0084179D">
        <w:rPr>
          <w:b/>
        </w:rPr>
        <w:fldChar w:fldCharType="separate"/>
      </w:r>
      <w:r w:rsidR="00162E86">
        <w:rPr>
          <w:b/>
        </w:rPr>
        <w:t>9.2</w:t>
      </w:r>
      <w:r w:rsidR="0084179D">
        <w:rPr>
          <w:b/>
        </w:rPr>
        <w:fldChar w:fldCharType="end"/>
      </w:r>
      <w:r>
        <w:t xml:space="preserve">.  Should the Service Provider be unable to </w:t>
      </w:r>
      <w:r w:rsidR="00025063">
        <w:t xml:space="preserve">improve its performance and </w:t>
      </w:r>
      <w:r>
        <w:t>execute the Services at a level acceptable to SARS</w:t>
      </w:r>
      <w:r w:rsidR="002F723D">
        <w:t>, during</w:t>
      </w:r>
      <w:r w:rsidR="00025063">
        <w:t xml:space="preserve"> </w:t>
      </w:r>
      <w:r>
        <w:t xml:space="preserve">the month following </w:t>
      </w:r>
      <w:r w:rsidR="00025063">
        <w:t>such</w:t>
      </w:r>
      <w:r>
        <w:t xml:space="preserve"> monthly Service Review meeting, SARS reserves the right to </w:t>
      </w:r>
      <w:r w:rsidR="00025063" w:rsidRPr="00025063">
        <w:t xml:space="preserve">terminate the Agreement based on malperformance, as provided for in </w:t>
      </w:r>
      <w:r w:rsidR="00025063" w:rsidRPr="002F723D">
        <w:rPr>
          <w:b/>
        </w:rPr>
        <w:t xml:space="preserve">Clause </w:t>
      </w:r>
      <w:r w:rsidR="0084179D">
        <w:rPr>
          <w:b/>
        </w:rPr>
        <w:fldChar w:fldCharType="begin"/>
      </w:r>
      <w:r w:rsidR="0084179D">
        <w:rPr>
          <w:b/>
        </w:rPr>
        <w:instrText xml:space="preserve"> REF _Ref334428520 \r \h </w:instrText>
      </w:r>
      <w:r w:rsidR="0084179D">
        <w:rPr>
          <w:b/>
        </w:rPr>
      </w:r>
      <w:r w:rsidR="0084179D">
        <w:rPr>
          <w:b/>
        </w:rPr>
        <w:fldChar w:fldCharType="separate"/>
      </w:r>
      <w:r w:rsidR="00162E86">
        <w:rPr>
          <w:b/>
        </w:rPr>
        <w:t>22.2</w:t>
      </w:r>
      <w:r w:rsidR="0084179D">
        <w:rPr>
          <w:b/>
        </w:rPr>
        <w:fldChar w:fldCharType="end"/>
      </w:r>
      <w:r w:rsidRPr="00025063">
        <w:t>.</w:t>
      </w:r>
      <w:r w:rsidR="00081BD2">
        <w:t xml:space="preserve">  </w:t>
      </w:r>
      <w:r w:rsidR="00025063">
        <w:t xml:space="preserve">Service Credits will continue to accrue to SARS in respect of any </w:t>
      </w:r>
      <w:r w:rsidR="00081BD2">
        <w:t>Service Level Failures</w:t>
      </w:r>
      <w:r w:rsidR="00025063">
        <w:t xml:space="preserve"> during such remedial period/s or during any notice period/s</w:t>
      </w:r>
      <w:r w:rsidR="00081BD2">
        <w:t>.</w:t>
      </w:r>
    </w:p>
    <w:p w14:paraId="61181EB5" w14:textId="77777777" w:rsidR="00DB424B" w:rsidRDefault="00DB424B" w:rsidP="00DB424B">
      <w:pPr>
        <w:pStyle w:val="StyleHeading2Tahoma"/>
      </w:pPr>
    </w:p>
    <w:p w14:paraId="755EF312" w14:textId="77777777" w:rsidR="00013029" w:rsidRDefault="00081BD2" w:rsidP="003F57A9">
      <w:pPr>
        <w:pStyle w:val="StyleHeading2Tahoma"/>
        <w:numPr>
          <w:ilvl w:val="1"/>
          <w:numId w:val="20"/>
        </w:numPr>
        <w:ind w:left="709" w:hanging="709"/>
      </w:pPr>
      <w:r>
        <w:lastRenderedPageBreak/>
        <w:t xml:space="preserve">Where SARS </w:t>
      </w:r>
      <w:r w:rsidR="00013029">
        <w:t xml:space="preserve">is of the opinion </w:t>
      </w:r>
      <w:r>
        <w:t xml:space="preserve">that the Service Provider is failing to meet its </w:t>
      </w:r>
      <w:r w:rsidR="00025063">
        <w:t xml:space="preserve">obligations in terms of adhering to the </w:t>
      </w:r>
      <w:r>
        <w:t>Preventative Maintenance Schedule</w:t>
      </w:r>
      <w:r w:rsidR="002F723D">
        <w:t xml:space="preserve"> or prescribed</w:t>
      </w:r>
      <w:r>
        <w:t xml:space="preserve"> Response and Resolution times</w:t>
      </w:r>
      <w:r w:rsidR="00365575">
        <w:t>,</w:t>
      </w:r>
      <w:r>
        <w:t xml:space="preserve"> </w:t>
      </w:r>
      <w:r w:rsidRPr="00081BD2">
        <w:t xml:space="preserve">or </w:t>
      </w:r>
      <w:r w:rsidR="002F723D">
        <w:t xml:space="preserve">where </w:t>
      </w:r>
      <w:r w:rsidRPr="00081BD2">
        <w:t xml:space="preserve">the Service Provider is of the opinion that SARS is not fulfilling its responsibilities in terms of </w:t>
      </w:r>
      <w:r w:rsidRPr="002F723D">
        <w:rPr>
          <w:b/>
        </w:rPr>
        <w:t xml:space="preserve">Clause </w:t>
      </w:r>
      <w:r w:rsidR="00716AD4">
        <w:rPr>
          <w:b/>
        </w:rPr>
        <w:t>13</w:t>
      </w:r>
      <w:r w:rsidR="002F723D" w:rsidRPr="00365575">
        <w:t>,</w:t>
      </w:r>
      <w:r>
        <w:t xml:space="preserve"> </w:t>
      </w:r>
      <w:r w:rsidR="002F723D">
        <w:t>such non-compliance</w:t>
      </w:r>
      <w:r>
        <w:t xml:space="preserve"> </w:t>
      </w:r>
      <w:r w:rsidR="00013029">
        <w:t>shal</w:t>
      </w:r>
      <w:r>
        <w:t xml:space="preserve">l be </w:t>
      </w:r>
      <w:r w:rsidR="002F723D">
        <w:t xml:space="preserve">reported and </w:t>
      </w:r>
      <w:r>
        <w:t>esca</w:t>
      </w:r>
      <w:r w:rsidR="00013029">
        <w:t>la</w:t>
      </w:r>
      <w:r>
        <w:t xml:space="preserve">ted </w:t>
      </w:r>
      <w:r w:rsidR="002F723D">
        <w:t>(if necessary) through the escalation channels as set out below</w:t>
      </w:r>
      <w:r>
        <w:t xml:space="preserve">. </w:t>
      </w:r>
    </w:p>
    <w:p w14:paraId="569FFA44" w14:textId="77777777" w:rsidR="00013029" w:rsidRDefault="00013029" w:rsidP="002F723D">
      <w:pPr>
        <w:pStyle w:val="ListParagraph"/>
      </w:pPr>
    </w:p>
    <w:p w14:paraId="5250DEF0" w14:textId="77777777" w:rsidR="00C2667D" w:rsidRDefault="00C2667D" w:rsidP="002F723D">
      <w:pPr>
        <w:pStyle w:val="StyleHeading2Tahoma"/>
        <w:numPr>
          <w:ilvl w:val="2"/>
          <w:numId w:val="20"/>
        </w:numPr>
        <w:tabs>
          <w:tab w:val="num" w:pos="1440"/>
          <w:tab w:val="left" w:pos="1985"/>
        </w:tabs>
      </w:pPr>
      <w:r>
        <w:t xml:space="preserve">The Service Provider’s escalation </w:t>
      </w:r>
      <w:r w:rsidR="002F723D">
        <w:t>channels</w:t>
      </w:r>
      <w:r>
        <w:t>:</w:t>
      </w:r>
    </w:p>
    <w:p w14:paraId="03858E09" w14:textId="77777777" w:rsidR="00974125" w:rsidRDefault="00974125" w:rsidP="00C2667D">
      <w:pPr>
        <w:pStyle w:val="StyleHeading2Tahoma"/>
        <w:ind w:left="993"/>
      </w:pPr>
    </w:p>
    <w:tbl>
      <w:tblPr>
        <w:tblW w:w="8647" w:type="dxa"/>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119"/>
        <w:gridCol w:w="3260"/>
      </w:tblGrid>
      <w:tr w:rsidR="00C2667D" w14:paraId="327092B2" w14:textId="77777777" w:rsidTr="00922BA5">
        <w:trPr>
          <w:trHeight w:val="307"/>
        </w:trPr>
        <w:tc>
          <w:tcPr>
            <w:tcW w:w="2268"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35A69183" w14:textId="77777777" w:rsidR="00C2667D" w:rsidRDefault="00C2667D" w:rsidP="00922BA5">
            <w:pPr>
              <w:spacing w:line="360" w:lineRule="auto"/>
              <w:ind w:left="176"/>
              <w:jc w:val="both"/>
              <w:rPr>
                <w:rFonts w:ascii="Arial" w:hAnsi="Arial" w:cs="Arial"/>
                <w:b/>
                <w:sz w:val="22"/>
                <w:szCs w:val="22"/>
              </w:rPr>
            </w:pPr>
            <w:r>
              <w:rPr>
                <w:rFonts w:ascii="Arial" w:hAnsi="Arial" w:cs="Arial"/>
                <w:b/>
                <w:sz w:val="22"/>
                <w:szCs w:val="22"/>
              </w:rPr>
              <w:t>Escalation</w:t>
            </w:r>
          </w:p>
        </w:tc>
        <w:tc>
          <w:tcPr>
            <w:tcW w:w="3119"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522928CD" w14:textId="77777777" w:rsidR="00C2667D" w:rsidRDefault="00C2667D" w:rsidP="00922BA5">
            <w:pPr>
              <w:spacing w:line="360" w:lineRule="auto"/>
              <w:jc w:val="both"/>
              <w:rPr>
                <w:rFonts w:ascii="Arial" w:hAnsi="Arial" w:cs="Arial"/>
                <w:b/>
                <w:sz w:val="22"/>
                <w:szCs w:val="22"/>
              </w:rPr>
            </w:pPr>
            <w:r>
              <w:rPr>
                <w:rFonts w:ascii="Arial" w:hAnsi="Arial" w:cs="Arial"/>
                <w:b/>
                <w:sz w:val="22"/>
                <w:szCs w:val="22"/>
              </w:rPr>
              <w:t>Contact Name</w:t>
            </w:r>
          </w:p>
        </w:tc>
        <w:tc>
          <w:tcPr>
            <w:tcW w:w="3260"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100F34FD" w14:textId="77777777" w:rsidR="00C2667D" w:rsidRDefault="00C2667D" w:rsidP="00922BA5">
            <w:pPr>
              <w:spacing w:line="360" w:lineRule="auto"/>
              <w:jc w:val="both"/>
              <w:rPr>
                <w:rFonts w:ascii="Arial" w:hAnsi="Arial" w:cs="Arial"/>
                <w:b/>
                <w:sz w:val="22"/>
                <w:szCs w:val="22"/>
              </w:rPr>
            </w:pPr>
            <w:r>
              <w:rPr>
                <w:rFonts w:ascii="Arial" w:hAnsi="Arial" w:cs="Arial"/>
                <w:b/>
                <w:sz w:val="22"/>
                <w:szCs w:val="22"/>
              </w:rPr>
              <w:t>Contact Number</w:t>
            </w:r>
          </w:p>
        </w:tc>
      </w:tr>
      <w:tr w:rsidR="00C2667D" w14:paraId="333F1BD6" w14:textId="77777777" w:rsidTr="00922BA5">
        <w:trPr>
          <w:trHeight w:val="454"/>
        </w:trPr>
        <w:tc>
          <w:tcPr>
            <w:tcW w:w="2268" w:type="dxa"/>
            <w:tcBorders>
              <w:top w:val="single" w:sz="4" w:space="0" w:color="auto"/>
              <w:left w:val="single" w:sz="4" w:space="0" w:color="auto"/>
              <w:bottom w:val="single" w:sz="4" w:space="0" w:color="auto"/>
              <w:right w:val="single" w:sz="4" w:space="0" w:color="auto"/>
            </w:tcBorders>
            <w:vAlign w:val="center"/>
            <w:hideMark/>
          </w:tcPr>
          <w:p w14:paraId="23B886C4" w14:textId="77777777" w:rsidR="00C2667D" w:rsidRDefault="00C2667D" w:rsidP="00922BA5">
            <w:pPr>
              <w:spacing w:line="360" w:lineRule="auto"/>
              <w:ind w:left="176"/>
              <w:jc w:val="both"/>
              <w:rPr>
                <w:rFonts w:ascii="Arial" w:hAnsi="Arial" w:cs="Arial"/>
                <w:sz w:val="22"/>
                <w:szCs w:val="22"/>
              </w:rPr>
            </w:pPr>
            <w:r>
              <w:rPr>
                <w:rFonts w:ascii="Arial" w:hAnsi="Arial" w:cs="Arial"/>
                <w:sz w:val="22"/>
                <w:szCs w:val="22"/>
              </w:rPr>
              <w:t>Helpdesk</w:t>
            </w:r>
          </w:p>
        </w:tc>
        <w:tc>
          <w:tcPr>
            <w:tcW w:w="3119" w:type="dxa"/>
            <w:tcBorders>
              <w:top w:val="single" w:sz="4" w:space="0" w:color="auto"/>
              <w:left w:val="single" w:sz="4" w:space="0" w:color="auto"/>
              <w:bottom w:val="single" w:sz="4" w:space="0" w:color="auto"/>
              <w:right w:val="single" w:sz="4" w:space="0" w:color="auto"/>
            </w:tcBorders>
            <w:vAlign w:val="center"/>
          </w:tcPr>
          <w:p w14:paraId="7916C758" w14:textId="77777777" w:rsidR="00C2667D" w:rsidRDefault="00C2667D" w:rsidP="00A03EB1">
            <w:pPr>
              <w:spacing w:line="360" w:lineRule="auto"/>
              <w:jc w:val="both"/>
              <w:rPr>
                <w:rFonts w:ascii="Arial" w:hAnsi="Arial" w:cs="Arial"/>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14:paraId="79EA795F" w14:textId="77777777" w:rsidR="00C2667D" w:rsidRDefault="00C2667D" w:rsidP="00922BA5">
            <w:pPr>
              <w:spacing w:line="360" w:lineRule="auto"/>
              <w:jc w:val="both"/>
              <w:rPr>
                <w:rFonts w:ascii="Arial" w:hAnsi="Arial" w:cs="Arial"/>
                <w:sz w:val="22"/>
                <w:szCs w:val="22"/>
              </w:rPr>
            </w:pPr>
          </w:p>
        </w:tc>
      </w:tr>
      <w:tr w:rsidR="00C2667D" w14:paraId="12232E8F" w14:textId="77777777" w:rsidTr="00922BA5">
        <w:trPr>
          <w:trHeight w:val="472"/>
        </w:trPr>
        <w:tc>
          <w:tcPr>
            <w:tcW w:w="2268" w:type="dxa"/>
            <w:tcBorders>
              <w:top w:val="single" w:sz="4" w:space="0" w:color="auto"/>
              <w:left w:val="single" w:sz="4" w:space="0" w:color="auto"/>
              <w:bottom w:val="single" w:sz="4" w:space="0" w:color="auto"/>
              <w:right w:val="single" w:sz="4" w:space="0" w:color="auto"/>
            </w:tcBorders>
            <w:vAlign w:val="center"/>
            <w:hideMark/>
          </w:tcPr>
          <w:p w14:paraId="171BB0FE" w14:textId="77777777" w:rsidR="00C2667D" w:rsidRDefault="00C2667D" w:rsidP="00922BA5">
            <w:pPr>
              <w:spacing w:line="360" w:lineRule="auto"/>
              <w:ind w:left="176"/>
              <w:jc w:val="both"/>
              <w:rPr>
                <w:rFonts w:ascii="Arial" w:hAnsi="Arial" w:cs="Arial"/>
                <w:sz w:val="22"/>
                <w:szCs w:val="22"/>
              </w:rPr>
            </w:pPr>
            <w:r>
              <w:rPr>
                <w:rFonts w:ascii="Arial" w:hAnsi="Arial" w:cs="Arial"/>
                <w:sz w:val="22"/>
                <w:szCs w:val="22"/>
              </w:rPr>
              <w:t>Service Manager</w:t>
            </w:r>
          </w:p>
        </w:tc>
        <w:tc>
          <w:tcPr>
            <w:tcW w:w="3119" w:type="dxa"/>
            <w:tcBorders>
              <w:top w:val="single" w:sz="4" w:space="0" w:color="auto"/>
              <w:left w:val="single" w:sz="4" w:space="0" w:color="auto"/>
              <w:bottom w:val="single" w:sz="4" w:space="0" w:color="auto"/>
              <w:right w:val="single" w:sz="4" w:space="0" w:color="auto"/>
            </w:tcBorders>
            <w:vAlign w:val="center"/>
          </w:tcPr>
          <w:p w14:paraId="1C61C85B" w14:textId="77777777" w:rsidR="00C2667D" w:rsidRDefault="00C2667D" w:rsidP="00922BA5">
            <w:pPr>
              <w:spacing w:line="360" w:lineRule="auto"/>
              <w:jc w:val="both"/>
              <w:rPr>
                <w:rFonts w:ascii="Arial" w:hAnsi="Arial" w:cs="Arial"/>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14:paraId="6E501ADB" w14:textId="77777777" w:rsidR="00C2667D" w:rsidRDefault="00C2667D" w:rsidP="00922BA5">
            <w:pPr>
              <w:spacing w:line="360" w:lineRule="auto"/>
              <w:jc w:val="both"/>
              <w:rPr>
                <w:rFonts w:ascii="Arial" w:hAnsi="Arial" w:cs="Arial"/>
                <w:sz w:val="22"/>
                <w:szCs w:val="22"/>
              </w:rPr>
            </w:pPr>
          </w:p>
        </w:tc>
      </w:tr>
    </w:tbl>
    <w:p w14:paraId="6ABDE61C" w14:textId="77777777" w:rsidR="00C2667D" w:rsidRDefault="00C2667D" w:rsidP="002F723D">
      <w:pPr>
        <w:pStyle w:val="StyleHeading2Tahoma"/>
        <w:ind w:left="993"/>
      </w:pPr>
    </w:p>
    <w:p w14:paraId="1231A8ED" w14:textId="77777777" w:rsidR="00C2667D" w:rsidRDefault="00C2667D" w:rsidP="002F723D">
      <w:pPr>
        <w:pStyle w:val="StyleHeading2Tahoma"/>
        <w:numPr>
          <w:ilvl w:val="2"/>
          <w:numId w:val="20"/>
        </w:numPr>
        <w:tabs>
          <w:tab w:val="num" w:pos="1440"/>
          <w:tab w:val="left" w:pos="1985"/>
        </w:tabs>
        <w:ind w:left="1985" w:hanging="992"/>
      </w:pPr>
      <w:r>
        <w:t xml:space="preserve">The SARS escalation </w:t>
      </w:r>
      <w:r w:rsidR="002F723D">
        <w:t>channels</w:t>
      </w:r>
      <w:r w:rsidR="00365575">
        <w:t xml:space="preserve"> read with </w:t>
      </w:r>
      <w:r w:rsidR="00365575" w:rsidRPr="00365575">
        <w:rPr>
          <w:b/>
        </w:rPr>
        <w:t xml:space="preserve">Annexure </w:t>
      </w:r>
      <w:r w:rsidR="006F3580">
        <w:rPr>
          <w:b/>
        </w:rPr>
        <w:t>…</w:t>
      </w:r>
      <w:r w:rsidR="00212ED7">
        <w:t>-</w:t>
      </w:r>
    </w:p>
    <w:p w14:paraId="162A3D07" w14:textId="77777777" w:rsidR="00C2667D" w:rsidRDefault="00C2667D" w:rsidP="00C2667D">
      <w:pPr>
        <w:pStyle w:val="StyleHeading2Tahoma"/>
        <w:ind w:left="993"/>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118"/>
        <w:gridCol w:w="3260"/>
      </w:tblGrid>
      <w:tr w:rsidR="00C2667D" w14:paraId="5AECA008" w14:textId="77777777" w:rsidTr="00922BA5">
        <w:tc>
          <w:tcPr>
            <w:tcW w:w="2268" w:type="dxa"/>
            <w:tcBorders>
              <w:top w:val="single" w:sz="4" w:space="0" w:color="auto"/>
              <w:left w:val="single" w:sz="4" w:space="0" w:color="auto"/>
              <w:bottom w:val="single" w:sz="4" w:space="0" w:color="auto"/>
              <w:right w:val="single" w:sz="4" w:space="0" w:color="auto"/>
            </w:tcBorders>
            <w:shd w:val="clear" w:color="auto" w:fill="8DB3E2"/>
            <w:vAlign w:val="center"/>
          </w:tcPr>
          <w:p w14:paraId="6D740078" w14:textId="77777777" w:rsidR="00C2667D" w:rsidRDefault="00C2667D" w:rsidP="00922BA5">
            <w:pPr>
              <w:spacing w:line="360" w:lineRule="auto"/>
              <w:jc w:val="both"/>
              <w:rPr>
                <w:rFonts w:ascii="Arial"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1642EE03" w14:textId="77777777" w:rsidR="00C2667D" w:rsidRDefault="00C2667D" w:rsidP="00922BA5">
            <w:pPr>
              <w:spacing w:line="360" w:lineRule="auto"/>
              <w:jc w:val="both"/>
              <w:rPr>
                <w:rFonts w:ascii="Arial" w:hAnsi="Arial" w:cs="Arial"/>
                <w:b/>
                <w:smallCaps/>
                <w:sz w:val="22"/>
                <w:szCs w:val="22"/>
              </w:rPr>
            </w:pPr>
            <w:r>
              <w:rPr>
                <w:rFonts w:ascii="Arial" w:hAnsi="Arial" w:cs="Arial"/>
                <w:b/>
                <w:sz w:val="22"/>
                <w:szCs w:val="22"/>
              </w:rPr>
              <w:t>Primary Number</w:t>
            </w:r>
          </w:p>
        </w:tc>
        <w:tc>
          <w:tcPr>
            <w:tcW w:w="3260"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20B1AAA8" w14:textId="77777777" w:rsidR="00C2667D" w:rsidRDefault="00C2667D" w:rsidP="00922BA5">
            <w:pPr>
              <w:spacing w:line="360" w:lineRule="auto"/>
              <w:jc w:val="both"/>
              <w:rPr>
                <w:rFonts w:ascii="Arial" w:hAnsi="Arial" w:cs="Arial"/>
                <w:b/>
                <w:smallCaps/>
                <w:sz w:val="22"/>
                <w:szCs w:val="22"/>
              </w:rPr>
            </w:pPr>
            <w:r>
              <w:rPr>
                <w:rFonts w:ascii="Arial" w:hAnsi="Arial" w:cs="Arial"/>
                <w:b/>
                <w:sz w:val="22"/>
                <w:szCs w:val="22"/>
              </w:rPr>
              <w:t>Alternative Number</w:t>
            </w:r>
          </w:p>
        </w:tc>
      </w:tr>
      <w:tr w:rsidR="00C2667D" w14:paraId="776B85BA" w14:textId="77777777" w:rsidTr="00922BA5">
        <w:trPr>
          <w:trHeight w:val="424"/>
        </w:trPr>
        <w:tc>
          <w:tcPr>
            <w:tcW w:w="2268" w:type="dxa"/>
            <w:tcBorders>
              <w:top w:val="single" w:sz="4" w:space="0" w:color="auto"/>
              <w:left w:val="single" w:sz="4" w:space="0" w:color="auto"/>
              <w:bottom w:val="single" w:sz="4" w:space="0" w:color="auto"/>
              <w:right w:val="single" w:sz="4" w:space="0" w:color="auto"/>
            </w:tcBorders>
            <w:vAlign w:val="center"/>
            <w:hideMark/>
          </w:tcPr>
          <w:p w14:paraId="42C44B2B" w14:textId="77777777" w:rsidR="00C2667D" w:rsidRDefault="00C2667D" w:rsidP="00922BA5">
            <w:pPr>
              <w:spacing w:line="360" w:lineRule="auto"/>
              <w:jc w:val="both"/>
              <w:rPr>
                <w:rFonts w:ascii="Arial" w:hAnsi="Arial" w:cs="Arial"/>
                <w:sz w:val="22"/>
                <w:szCs w:val="22"/>
              </w:rPr>
            </w:pPr>
            <w:r>
              <w:rPr>
                <w:rFonts w:ascii="Arial" w:hAnsi="Arial" w:cs="Arial"/>
                <w:sz w:val="22"/>
                <w:szCs w:val="22"/>
              </w:rPr>
              <w:t>Escalation #1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F84788C" w14:textId="77777777" w:rsidR="00C2667D" w:rsidRDefault="00C2667D" w:rsidP="00922BA5">
            <w:pPr>
              <w:spacing w:line="360" w:lineRule="auto"/>
              <w:jc w:val="both"/>
              <w:rPr>
                <w:rFonts w:ascii="Arial" w:hAnsi="Arial" w:cs="Arial"/>
                <w:smallCaps/>
                <w:sz w:val="22"/>
                <w:szCs w:val="22"/>
              </w:rPr>
            </w:pPr>
            <w:r>
              <w:rPr>
                <w:rFonts w:ascii="Arial" w:hAnsi="Arial" w:cs="Arial"/>
                <w:sz w:val="22"/>
                <w:szCs w:val="22"/>
              </w:rPr>
              <w:t>Regional Facilities Manager</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811A173" w14:textId="77777777" w:rsidR="00C2667D" w:rsidRDefault="00C2667D" w:rsidP="00922BA5">
            <w:pPr>
              <w:spacing w:line="360" w:lineRule="auto"/>
              <w:jc w:val="both"/>
              <w:rPr>
                <w:rFonts w:ascii="Arial" w:hAnsi="Arial" w:cs="Arial"/>
                <w:smallCaps/>
                <w:sz w:val="22"/>
                <w:szCs w:val="22"/>
              </w:rPr>
            </w:pPr>
            <w:r>
              <w:rPr>
                <w:rFonts w:ascii="Arial" w:hAnsi="Arial" w:cs="Arial"/>
                <w:sz w:val="22"/>
                <w:szCs w:val="22"/>
              </w:rPr>
              <w:t>Helpdesk</w:t>
            </w:r>
          </w:p>
        </w:tc>
      </w:tr>
    </w:tbl>
    <w:p w14:paraId="72F61F50" w14:textId="77777777" w:rsidR="005278EB" w:rsidRDefault="005278EB" w:rsidP="00E86353">
      <w:pPr>
        <w:pStyle w:val="StyleHeading1Tahoma"/>
        <w:numPr>
          <w:ilvl w:val="0"/>
          <w:numId w:val="0"/>
        </w:numPr>
      </w:pPr>
    </w:p>
    <w:p w14:paraId="671C2BE2" w14:textId="77777777" w:rsidR="0019453A" w:rsidRDefault="0019453A" w:rsidP="00E86353">
      <w:pPr>
        <w:pStyle w:val="StyleHeading1Tahoma"/>
        <w:numPr>
          <w:ilvl w:val="0"/>
          <w:numId w:val="0"/>
        </w:numPr>
      </w:pPr>
    </w:p>
    <w:p w14:paraId="3ECC65A0" w14:textId="77777777" w:rsidR="0019453A" w:rsidRDefault="0019453A" w:rsidP="00E86353">
      <w:pPr>
        <w:pStyle w:val="StyleHeading1Tahoma"/>
        <w:numPr>
          <w:ilvl w:val="0"/>
          <w:numId w:val="0"/>
        </w:numPr>
      </w:pPr>
    </w:p>
    <w:p w14:paraId="426393E0" w14:textId="77777777" w:rsidR="0019453A" w:rsidRDefault="0019453A" w:rsidP="00E86353">
      <w:pPr>
        <w:pStyle w:val="StyleHeading1Tahoma"/>
        <w:numPr>
          <w:ilvl w:val="0"/>
          <w:numId w:val="0"/>
        </w:numPr>
      </w:pPr>
    </w:p>
    <w:p w14:paraId="012CCFAC" w14:textId="77777777" w:rsidR="006F3580" w:rsidRDefault="006F3580" w:rsidP="00E86353">
      <w:pPr>
        <w:pStyle w:val="StyleHeading1Tahoma"/>
        <w:numPr>
          <w:ilvl w:val="0"/>
          <w:numId w:val="0"/>
        </w:numPr>
      </w:pPr>
    </w:p>
    <w:p w14:paraId="2F279E0D" w14:textId="77777777" w:rsidR="006F3580" w:rsidRDefault="006F3580" w:rsidP="00E86353">
      <w:pPr>
        <w:pStyle w:val="StyleHeading1Tahoma"/>
        <w:numPr>
          <w:ilvl w:val="0"/>
          <w:numId w:val="0"/>
        </w:numPr>
      </w:pPr>
    </w:p>
    <w:p w14:paraId="1DE724C7" w14:textId="77777777" w:rsidR="006F3580" w:rsidRDefault="006F3580" w:rsidP="00E86353">
      <w:pPr>
        <w:pStyle w:val="StyleHeading1Tahoma"/>
        <w:numPr>
          <w:ilvl w:val="0"/>
          <w:numId w:val="0"/>
        </w:numPr>
      </w:pPr>
    </w:p>
    <w:p w14:paraId="477AB348" w14:textId="77777777" w:rsidR="0019453A" w:rsidRPr="005C5ADA" w:rsidRDefault="0019453A" w:rsidP="00E86353">
      <w:pPr>
        <w:pStyle w:val="StyleHeading1Tahoma"/>
        <w:numPr>
          <w:ilvl w:val="0"/>
          <w:numId w:val="0"/>
        </w:numPr>
      </w:pPr>
    </w:p>
    <w:p w14:paraId="493CB034" w14:textId="77777777" w:rsidR="005278EB" w:rsidRPr="00FE1358" w:rsidRDefault="00AD349C" w:rsidP="00E86353">
      <w:pPr>
        <w:pStyle w:val="StyleHeading1Tahoma"/>
      </w:pPr>
      <w:bookmarkStart w:id="43" w:name="_Ref334429015"/>
      <w:r>
        <w:t xml:space="preserve"> </w:t>
      </w:r>
      <w:r w:rsidR="005278EB" w:rsidRPr="00FE1358">
        <w:t>THE SERVICE PROVIDER’S CALL LOGGING PROCEDURE</w:t>
      </w:r>
      <w:bookmarkEnd w:id="43"/>
      <w:r w:rsidR="00D7456F">
        <w:fldChar w:fldCharType="begin"/>
      </w:r>
      <w:r w:rsidR="00D7456F">
        <w:instrText xml:space="preserve"> TC "</w:instrText>
      </w:r>
      <w:bookmarkStart w:id="44" w:name="_Toc67652859"/>
      <w:r w:rsidR="00D7456F" w:rsidRPr="00303829">
        <w:rPr>
          <w:lang w:val="en-ZA"/>
        </w:rPr>
        <w:instrText>11.   THE SERVICE PROVIDER'S CALL LOGGING PROCEDURE</w:instrText>
      </w:r>
      <w:bookmarkEnd w:id="44"/>
      <w:r w:rsidR="00D7456F">
        <w:instrText xml:space="preserve">" \f C \l "1" </w:instrText>
      </w:r>
      <w:r w:rsidR="00D7456F">
        <w:fldChar w:fldCharType="end"/>
      </w:r>
      <w:r w:rsidR="00C531E0">
        <w:fldChar w:fldCharType="begin"/>
      </w:r>
      <w:r w:rsidR="005B6636">
        <w:instrText xml:space="preserve"> </w:instrText>
      </w:r>
      <w:r w:rsidR="005B6636">
        <w:fldChar w:fldCharType="begin"/>
      </w:r>
      <w:r w:rsidR="005B6636">
        <w:instrText xml:space="preserve"> TC "</w:instrText>
      </w:r>
      <w:r w:rsidR="005B6636" w:rsidRPr="00C57315">
        <w:rPr>
          <w:lang w:val="en-ZA"/>
        </w:rPr>
        <w:instrText>11.   THE SERVICE PROVIDERS' CALL LOGGING PROCEDURE</w:instrText>
      </w:r>
      <w:bookmarkStart w:id="45" w:name="_Toc67558346"/>
      <w:bookmarkStart w:id="46" w:name="_Toc67576209"/>
      <w:bookmarkStart w:id="47" w:name="_Toc67652860"/>
      <w:bookmarkEnd w:id="45"/>
      <w:bookmarkEnd w:id="46"/>
      <w:bookmarkEnd w:id="47"/>
      <w:r w:rsidR="005B6636">
        <w:instrText xml:space="preserve">" \f C \l "1" </w:instrText>
      </w:r>
      <w:r w:rsidR="005B6636">
        <w:fldChar w:fldCharType="end"/>
      </w:r>
      <w:r w:rsidR="00C531E0">
        <w:instrText xml:space="preserve"> </w:instrText>
      </w:r>
      <w:r w:rsidR="00C531E0">
        <w:fldChar w:fldCharType="end"/>
      </w:r>
    </w:p>
    <w:p w14:paraId="3840915C" w14:textId="77777777" w:rsidR="005278EB" w:rsidRDefault="005278EB" w:rsidP="005823CA">
      <w:pPr>
        <w:pStyle w:val="BodyText2"/>
        <w:spacing w:line="360" w:lineRule="auto"/>
        <w:ind w:left="993" w:hanging="993"/>
        <w:rPr>
          <w:rFonts w:ascii="Arial" w:hAnsi="Arial" w:cs="Arial"/>
          <w:sz w:val="22"/>
          <w:szCs w:val="22"/>
        </w:rPr>
      </w:pPr>
    </w:p>
    <w:p w14:paraId="2015416D" w14:textId="77777777" w:rsidR="005278EB" w:rsidRDefault="005278EB" w:rsidP="00386CE2">
      <w:pPr>
        <w:pStyle w:val="BodyText2"/>
        <w:spacing w:line="360" w:lineRule="auto"/>
        <w:ind w:left="0"/>
        <w:rPr>
          <w:rFonts w:ascii="Arial" w:hAnsi="Arial" w:cs="Arial"/>
          <w:sz w:val="22"/>
          <w:szCs w:val="22"/>
        </w:rPr>
      </w:pPr>
      <w:r w:rsidRPr="00477FC6">
        <w:rPr>
          <w:rFonts w:ascii="Arial" w:hAnsi="Arial" w:cs="Arial"/>
          <w:sz w:val="22"/>
          <w:szCs w:val="22"/>
        </w:rPr>
        <w:t>The following procedures need to be followed by SARS to report</w:t>
      </w:r>
      <w:r>
        <w:rPr>
          <w:rFonts w:ascii="Arial" w:hAnsi="Arial" w:cs="Arial"/>
          <w:sz w:val="22"/>
          <w:szCs w:val="22"/>
        </w:rPr>
        <w:t xml:space="preserve"> </w:t>
      </w:r>
      <w:r w:rsidR="006F3580">
        <w:rPr>
          <w:rFonts w:ascii="Arial" w:hAnsi="Arial" w:cs="Arial"/>
          <w:sz w:val="22"/>
          <w:szCs w:val="22"/>
        </w:rPr>
        <w:t>Forklift</w:t>
      </w:r>
      <w:r>
        <w:rPr>
          <w:rFonts w:ascii="Arial" w:hAnsi="Arial" w:cs="Arial"/>
          <w:sz w:val="22"/>
          <w:szCs w:val="22"/>
        </w:rPr>
        <w:t xml:space="preserve"> related </w:t>
      </w:r>
      <w:r w:rsidR="00811402" w:rsidRPr="00477FC6">
        <w:rPr>
          <w:rFonts w:ascii="Arial" w:hAnsi="Arial" w:cs="Arial"/>
          <w:sz w:val="22"/>
          <w:szCs w:val="22"/>
        </w:rPr>
        <w:t>faul</w:t>
      </w:r>
      <w:r w:rsidR="00811402">
        <w:rPr>
          <w:rFonts w:ascii="Arial" w:hAnsi="Arial" w:cs="Arial"/>
          <w:sz w:val="22"/>
          <w:szCs w:val="22"/>
        </w:rPr>
        <w:t>t</w:t>
      </w:r>
      <w:r w:rsidR="00811402" w:rsidRPr="00477FC6">
        <w:rPr>
          <w:rFonts w:ascii="Arial" w:hAnsi="Arial" w:cs="Arial"/>
          <w:sz w:val="22"/>
          <w:szCs w:val="22"/>
        </w:rPr>
        <w:t>s</w:t>
      </w:r>
      <w:r w:rsidRPr="00783694">
        <w:t xml:space="preserve"> </w:t>
      </w:r>
      <w:r w:rsidRPr="00783694">
        <w:rPr>
          <w:rFonts w:ascii="Arial" w:hAnsi="Arial" w:cs="Arial"/>
          <w:sz w:val="22"/>
          <w:szCs w:val="22"/>
        </w:rPr>
        <w:t>and/or</w:t>
      </w:r>
      <w:r w:rsidRPr="00B424ED">
        <w:t xml:space="preserve"> </w:t>
      </w:r>
      <w:r>
        <w:rPr>
          <w:rFonts w:ascii="Arial" w:hAnsi="Arial" w:cs="Arial"/>
          <w:sz w:val="22"/>
          <w:szCs w:val="22"/>
        </w:rPr>
        <w:t>problems</w:t>
      </w:r>
      <w:r w:rsidRPr="00477FC6">
        <w:rPr>
          <w:rFonts w:ascii="Arial" w:hAnsi="Arial" w:cs="Arial"/>
          <w:sz w:val="22"/>
          <w:szCs w:val="22"/>
        </w:rPr>
        <w:t xml:space="preserve">. Adherence to these procedures will ensure the best possible response and </w:t>
      </w:r>
      <w:r>
        <w:rPr>
          <w:rFonts w:ascii="Arial" w:hAnsi="Arial" w:cs="Arial"/>
          <w:sz w:val="22"/>
          <w:szCs w:val="22"/>
        </w:rPr>
        <w:t xml:space="preserve">turnaround times for </w:t>
      </w:r>
      <w:r w:rsidRPr="00477FC6">
        <w:rPr>
          <w:rFonts w:ascii="Arial" w:hAnsi="Arial" w:cs="Arial"/>
          <w:sz w:val="22"/>
          <w:szCs w:val="22"/>
        </w:rPr>
        <w:t xml:space="preserve">the </w:t>
      </w:r>
      <w:r>
        <w:rPr>
          <w:rFonts w:ascii="Arial" w:hAnsi="Arial" w:cs="Arial"/>
          <w:sz w:val="22"/>
          <w:szCs w:val="22"/>
        </w:rPr>
        <w:t xml:space="preserve">resolution of all </w:t>
      </w:r>
      <w:r w:rsidRPr="00477FC6">
        <w:rPr>
          <w:rFonts w:ascii="Arial" w:hAnsi="Arial" w:cs="Arial"/>
          <w:sz w:val="22"/>
          <w:szCs w:val="22"/>
        </w:rPr>
        <w:t>fault</w:t>
      </w:r>
      <w:r w:rsidR="00977873">
        <w:rPr>
          <w:rFonts w:ascii="Arial" w:hAnsi="Arial" w:cs="Arial"/>
          <w:sz w:val="22"/>
          <w:szCs w:val="22"/>
        </w:rPr>
        <w:t>s</w:t>
      </w:r>
      <w:r w:rsidRPr="00783694">
        <w:t xml:space="preserve"> </w:t>
      </w:r>
      <w:r w:rsidRPr="00783694">
        <w:rPr>
          <w:rFonts w:ascii="Arial" w:hAnsi="Arial" w:cs="Arial"/>
          <w:sz w:val="22"/>
          <w:szCs w:val="22"/>
        </w:rPr>
        <w:t>and/or</w:t>
      </w:r>
      <w:r w:rsidRPr="00B424ED">
        <w:t xml:space="preserve"> </w:t>
      </w:r>
      <w:r>
        <w:rPr>
          <w:rFonts w:ascii="Arial" w:hAnsi="Arial" w:cs="Arial"/>
          <w:sz w:val="22"/>
          <w:szCs w:val="22"/>
        </w:rPr>
        <w:t xml:space="preserve">problems relating to </w:t>
      </w:r>
      <w:r w:rsidRPr="00477FC6">
        <w:rPr>
          <w:rFonts w:ascii="Arial" w:hAnsi="Arial" w:cs="Arial"/>
          <w:sz w:val="22"/>
          <w:szCs w:val="22"/>
        </w:rPr>
        <w:t xml:space="preserve">the </w:t>
      </w:r>
      <w:r>
        <w:rPr>
          <w:rFonts w:ascii="Arial" w:hAnsi="Arial" w:cs="Arial"/>
          <w:sz w:val="22"/>
          <w:szCs w:val="22"/>
        </w:rPr>
        <w:t xml:space="preserve">relevant </w:t>
      </w:r>
      <w:r w:rsidR="006F3580">
        <w:rPr>
          <w:rFonts w:ascii="Arial" w:hAnsi="Arial" w:cs="Arial"/>
          <w:sz w:val="22"/>
          <w:szCs w:val="22"/>
        </w:rPr>
        <w:t>Forklift</w:t>
      </w:r>
      <w:r w:rsidRPr="00477FC6">
        <w:rPr>
          <w:rFonts w:ascii="Arial" w:hAnsi="Arial" w:cs="Arial"/>
          <w:sz w:val="22"/>
          <w:szCs w:val="22"/>
        </w:rPr>
        <w:t>.</w:t>
      </w:r>
    </w:p>
    <w:p w14:paraId="6A7BC59E" w14:textId="77777777" w:rsidR="00C14C65" w:rsidRPr="00477FC6" w:rsidRDefault="00C14C65" w:rsidP="00386CE2">
      <w:pPr>
        <w:pStyle w:val="BodyText2"/>
        <w:spacing w:line="360" w:lineRule="auto"/>
        <w:ind w:left="0"/>
        <w:rPr>
          <w:rFonts w:ascii="Arial" w:hAnsi="Arial" w:cs="Arial"/>
          <w:sz w:val="22"/>
          <w:szCs w:val="22"/>
        </w:rPr>
      </w:pPr>
    </w:p>
    <w:p w14:paraId="29592221" w14:textId="77777777" w:rsidR="005278EB" w:rsidRDefault="005278EB" w:rsidP="003F57A9">
      <w:pPr>
        <w:pStyle w:val="StyleHeading2Tahoma"/>
        <w:numPr>
          <w:ilvl w:val="1"/>
          <w:numId w:val="21"/>
        </w:numPr>
        <w:tabs>
          <w:tab w:val="clear" w:pos="795"/>
          <w:tab w:val="num" w:pos="709"/>
        </w:tabs>
        <w:ind w:left="709" w:hanging="709"/>
      </w:pPr>
      <w:r>
        <w:t>The SARS Regional Facilities Manager or SARS designated helpdesk support staff will c</w:t>
      </w:r>
      <w:r w:rsidRPr="00477FC6">
        <w:t xml:space="preserve">ontact </w:t>
      </w:r>
      <w:r>
        <w:t xml:space="preserve">the Service Provider’s </w:t>
      </w:r>
      <w:r w:rsidRPr="00B1534E">
        <w:t>Service Centre</w:t>
      </w:r>
      <w:r w:rsidRPr="00477FC6">
        <w:t xml:space="preserve"> </w:t>
      </w:r>
      <w:r>
        <w:t xml:space="preserve">via the SARS Facilities Helpdesk </w:t>
      </w:r>
      <w:r w:rsidRPr="00477FC6">
        <w:t>by means of any of the following methods:</w:t>
      </w:r>
    </w:p>
    <w:p w14:paraId="5B7F1CC2" w14:textId="77777777" w:rsidR="00781D5C" w:rsidRPr="00477FC6" w:rsidRDefault="00781D5C" w:rsidP="00781D5C">
      <w:pPr>
        <w:pStyle w:val="StyleHeading2Tahoma"/>
        <w:ind w:left="993"/>
      </w:pPr>
    </w:p>
    <w:p w14:paraId="367F3756" w14:textId="77777777" w:rsidR="005278EB" w:rsidRPr="00477FC6" w:rsidRDefault="005278EB" w:rsidP="005823CA">
      <w:pPr>
        <w:pStyle w:val="StyleHeading2Tahoma"/>
        <w:ind w:left="993"/>
      </w:pPr>
      <w:r w:rsidRPr="00B94F36">
        <w:rPr>
          <w:rFonts w:cs="Times New Roman"/>
          <w:highlight w:val="lightGray"/>
        </w:rPr>
        <w:lastRenderedPageBreak/>
        <w:sym w:font="Wingdings" w:char="F028"/>
      </w:r>
      <w:r>
        <w:rPr>
          <w:rFonts w:cs="Times New Roman"/>
        </w:rPr>
        <w:tab/>
      </w:r>
      <w:r w:rsidR="00977873">
        <w:rPr>
          <w:rFonts w:cs="Times New Roman"/>
        </w:rPr>
        <w:t xml:space="preserve">During </w:t>
      </w:r>
      <w:r>
        <w:t>Service Hours:</w:t>
      </w:r>
      <w:r w:rsidR="0050132E">
        <w:t xml:space="preserve"> </w:t>
      </w:r>
      <w:r w:rsidR="001002B8">
        <w:t>………………..</w:t>
      </w:r>
    </w:p>
    <w:p w14:paraId="497AB78E" w14:textId="77777777" w:rsidR="005278EB" w:rsidRPr="00477FC6" w:rsidRDefault="005278EB" w:rsidP="005823CA">
      <w:pPr>
        <w:tabs>
          <w:tab w:val="left" w:pos="5640"/>
        </w:tabs>
        <w:suppressAutoHyphens/>
        <w:spacing w:line="360" w:lineRule="auto"/>
        <w:ind w:left="993" w:hanging="993"/>
        <w:jc w:val="both"/>
        <w:rPr>
          <w:rFonts w:ascii="Arial" w:hAnsi="Arial" w:cs="Arial"/>
          <w:spacing w:val="-3"/>
          <w:sz w:val="22"/>
          <w:szCs w:val="22"/>
        </w:rPr>
      </w:pPr>
    </w:p>
    <w:p w14:paraId="03E0B036" w14:textId="77777777" w:rsidR="005278EB" w:rsidRPr="00477FC6" w:rsidRDefault="005278EB" w:rsidP="005823CA">
      <w:pPr>
        <w:pStyle w:val="StyleHeading2Tahoma"/>
        <w:ind w:left="993"/>
      </w:pPr>
      <w:r w:rsidRPr="00B94F36">
        <w:rPr>
          <w:rFonts w:cs="Times New Roman"/>
          <w:highlight w:val="lightGray"/>
        </w:rPr>
        <w:sym w:font="Wingdings" w:char="F028"/>
      </w:r>
      <w:r>
        <w:rPr>
          <w:rFonts w:cs="Times New Roman"/>
        </w:rPr>
        <w:tab/>
      </w:r>
      <w:r>
        <w:t>After Service Hours:</w:t>
      </w:r>
      <w:r w:rsidR="001002B8">
        <w:t xml:space="preserve"> …………………..</w:t>
      </w:r>
    </w:p>
    <w:p w14:paraId="5DD4B120" w14:textId="77777777" w:rsidR="005278EB" w:rsidRPr="00477FC6" w:rsidRDefault="005278EB" w:rsidP="005823CA">
      <w:pPr>
        <w:tabs>
          <w:tab w:val="left" w:pos="5640"/>
        </w:tabs>
        <w:suppressAutoHyphens/>
        <w:spacing w:line="360" w:lineRule="auto"/>
        <w:ind w:left="993" w:hanging="993"/>
        <w:jc w:val="both"/>
        <w:rPr>
          <w:rFonts w:ascii="Arial" w:hAnsi="Arial" w:cs="Arial"/>
          <w:spacing w:val="-3"/>
          <w:sz w:val="22"/>
          <w:szCs w:val="22"/>
        </w:rPr>
      </w:pPr>
    </w:p>
    <w:p w14:paraId="439C0A97" w14:textId="77777777" w:rsidR="005278EB" w:rsidRPr="00477FC6" w:rsidRDefault="005278EB" w:rsidP="005823CA">
      <w:pPr>
        <w:pStyle w:val="StyleHeading2Tahoma"/>
        <w:ind w:left="993"/>
        <w:rPr>
          <w:b/>
        </w:rPr>
      </w:pPr>
      <w:r w:rsidRPr="00B94F36">
        <w:rPr>
          <w:rFonts w:cs="Times New Roman"/>
          <w:b/>
          <w:highlight w:val="lightGray"/>
        </w:rPr>
        <w:sym w:font="Wingdings" w:char="F02A"/>
      </w:r>
      <w:r>
        <w:rPr>
          <w:rFonts w:cs="Times New Roman"/>
          <w:b/>
        </w:rPr>
        <w:tab/>
      </w:r>
      <w:r>
        <w:t>Per email during Service Hours:</w:t>
      </w:r>
      <w:r w:rsidRPr="00477FC6">
        <w:t xml:space="preserve"> </w:t>
      </w:r>
      <w:r w:rsidR="001002B8">
        <w:t>…………..@...................</w:t>
      </w:r>
    </w:p>
    <w:p w14:paraId="544F2742" w14:textId="77777777" w:rsidR="005278EB" w:rsidRPr="005C2221" w:rsidRDefault="005278EB" w:rsidP="005823CA">
      <w:pPr>
        <w:spacing w:line="360" w:lineRule="auto"/>
        <w:ind w:left="993" w:hanging="993"/>
        <w:jc w:val="both"/>
        <w:rPr>
          <w:rFonts w:cs="Arial"/>
          <w:b/>
          <w:sz w:val="22"/>
          <w:szCs w:val="22"/>
        </w:rPr>
      </w:pPr>
    </w:p>
    <w:p w14:paraId="7BA1F819" w14:textId="77777777" w:rsidR="005278EB" w:rsidRDefault="005278EB" w:rsidP="003F57A9">
      <w:pPr>
        <w:pStyle w:val="StyleHeading2Tahoma"/>
        <w:numPr>
          <w:ilvl w:val="1"/>
          <w:numId w:val="21"/>
        </w:numPr>
        <w:tabs>
          <w:tab w:val="clear" w:pos="795"/>
          <w:tab w:val="num" w:pos="709"/>
        </w:tabs>
        <w:ind w:left="709" w:hanging="709"/>
      </w:pPr>
      <w:r>
        <w:t xml:space="preserve">The </w:t>
      </w:r>
      <w:r w:rsidRPr="00B424ED">
        <w:t>Se</w:t>
      </w:r>
      <w:r>
        <w:t>rvice Provider</w:t>
      </w:r>
      <w:r w:rsidRPr="00B424ED">
        <w:t xml:space="preserve"> will require the following information from SARS in order to re</w:t>
      </w:r>
      <w:r w:rsidR="00212ED7">
        <w:t>solve the Service Call-</w:t>
      </w:r>
    </w:p>
    <w:p w14:paraId="0FB7D138" w14:textId="77777777" w:rsidR="00781D5C" w:rsidRDefault="00781D5C" w:rsidP="00781D5C">
      <w:pPr>
        <w:pStyle w:val="StyleHeading2Tahoma"/>
        <w:ind w:left="993"/>
      </w:pPr>
    </w:p>
    <w:p w14:paraId="19E207D2" w14:textId="77777777" w:rsidR="000722DB" w:rsidRDefault="000722DB" w:rsidP="000722DB">
      <w:pPr>
        <w:pStyle w:val="StyleHeading2Tahoma"/>
        <w:ind w:left="993"/>
      </w:pPr>
    </w:p>
    <w:p w14:paraId="0F52B8CB" w14:textId="77777777" w:rsidR="005278EB" w:rsidRDefault="005278EB" w:rsidP="005823CA">
      <w:pPr>
        <w:pStyle w:val="StyleHeading2Tahoma"/>
        <w:numPr>
          <w:ilvl w:val="2"/>
          <w:numId w:val="21"/>
        </w:numPr>
        <w:tabs>
          <w:tab w:val="left" w:pos="1985"/>
        </w:tabs>
        <w:ind w:hanging="447"/>
      </w:pPr>
      <w:r w:rsidRPr="00B424ED">
        <w:t>Site where the fault and/</w:t>
      </w:r>
      <w:r w:rsidR="00977873">
        <w:t xml:space="preserve">or </w:t>
      </w:r>
      <w:r w:rsidRPr="00B424ED">
        <w:t>problem ar</w:t>
      </w:r>
      <w:r w:rsidR="00977873">
        <w:t>o</w:t>
      </w:r>
      <w:r w:rsidRPr="00B424ED">
        <w:t>se</w:t>
      </w:r>
      <w:r>
        <w:t xml:space="preserve"> </w:t>
      </w:r>
      <w:r w:rsidRPr="00B424ED">
        <w:t>(compulsory)</w:t>
      </w:r>
      <w:r>
        <w:t>;</w:t>
      </w:r>
    </w:p>
    <w:p w14:paraId="7387EB61" w14:textId="77777777" w:rsidR="005278EB" w:rsidRPr="00B424ED" w:rsidRDefault="005278EB" w:rsidP="005823CA">
      <w:pPr>
        <w:pStyle w:val="StyleHeading2Tahoma"/>
        <w:ind w:left="993" w:hanging="993"/>
      </w:pPr>
    </w:p>
    <w:p w14:paraId="405DEBD0" w14:textId="77777777" w:rsidR="005278EB" w:rsidRDefault="006F3580" w:rsidP="005823CA">
      <w:pPr>
        <w:pStyle w:val="StyleHeading2Tahoma"/>
        <w:numPr>
          <w:ilvl w:val="2"/>
          <w:numId w:val="21"/>
        </w:numPr>
        <w:tabs>
          <w:tab w:val="left" w:pos="1985"/>
        </w:tabs>
        <w:ind w:hanging="447"/>
      </w:pPr>
      <w:r>
        <w:t>Forklift</w:t>
      </w:r>
      <w:r w:rsidR="005278EB" w:rsidRPr="00B424ED">
        <w:t xml:space="preserve"> model number</w:t>
      </w:r>
      <w:r w:rsidR="005278EB" w:rsidRPr="00B424ED">
        <w:rPr>
          <w:b/>
        </w:rPr>
        <w:t xml:space="preserve"> </w:t>
      </w:r>
      <w:r w:rsidR="005278EB" w:rsidRPr="00B424ED">
        <w:t>(optional)</w:t>
      </w:r>
      <w:r w:rsidR="005278EB">
        <w:t>;</w:t>
      </w:r>
    </w:p>
    <w:p w14:paraId="6E2C62E7" w14:textId="77777777" w:rsidR="005278EB" w:rsidRPr="00B424ED" w:rsidRDefault="005278EB" w:rsidP="005823CA">
      <w:pPr>
        <w:pStyle w:val="StyleHeading2Tahoma"/>
        <w:ind w:left="993" w:hanging="993"/>
      </w:pPr>
    </w:p>
    <w:p w14:paraId="37DB17AD" w14:textId="77777777" w:rsidR="005278EB" w:rsidRDefault="006F3580" w:rsidP="005823CA">
      <w:pPr>
        <w:pStyle w:val="StyleHeading2Tahoma"/>
        <w:numPr>
          <w:ilvl w:val="2"/>
          <w:numId w:val="21"/>
        </w:numPr>
        <w:tabs>
          <w:tab w:val="left" w:pos="1985"/>
        </w:tabs>
        <w:ind w:hanging="447"/>
      </w:pPr>
      <w:r>
        <w:t>Forklift</w:t>
      </w:r>
      <w:r w:rsidR="005278EB" w:rsidRPr="00B424ED">
        <w:t xml:space="preserve"> </w:t>
      </w:r>
      <w:r w:rsidR="00C955A3">
        <w:t>s</w:t>
      </w:r>
      <w:r w:rsidR="005278EB" w:rsidRPr="00B424ED">
        <w:t>erial</w:t>
      </w:r>
      <w:r w:rsidR="005278EB">
        <w:t xml:space="preserve"> </w:t>
      </w:r>
      <w:r w:rsidR="00C955A3">
        <w:t>n</w:t>
      </w:r>
      <w:r w:rsidR="005278EB">
        <w:t>umber</w:t>
      </w:r>
      <w:r w:rsidR="005278EB" w:rsidRPr="00B424ED">
        <w:t xml:space="preserve"> (optional)</w:t>
      </w:r>
      <w:r w:rsidR="005278EB">
        <w:t>;</w:t>
      </w:r>
    </w:p>
    <w:p w14:paraId="6B282714" w14:textId="77777777" w:rsidR="005278EB" w:rsidRPr="00B424ED" w:rsidRDefault="005278EB" w:rsidP="005823CA">
      <w:pPr>
        <w:pStyle w:val="StyleHeading2Tahoma"/>
        <w:ind w:left="993" w:hanging="993"/>
      </w:pPr>
    </w:p>
    <w:p w14:paraId="7E70254B" w14:textId="77777777" w:rsidR="005278EB" w:rsidRDefault="005278EB" w:rsidP="005823CA">
      <w:pPr>
        <w:pStyle w:val="StyleHeading2Tahoma"/>
        <w:numPr>
          <w:ilvl w:val="2"/>
          <w:numId w:val="21"/>
        </w:numPr>
        <w:tabs>
          <w:tab w:val="left" w:pos="1985"/>
        </w:tabs>
        <w:ind w:hanging="447"/>
      </w:pPr>
      <w:r w:rsidRPr="00B424ED">
        <w:t xml:space="preserve">Full description of the </w:t>
      </w:r>
      <w:r>
        <w:t xml:space="preserve">fault and/or </w:t>
      </w:r>
      <w:r w:rsidRPr="00B424ED">
        <w:t xml:space="preserve">problem </w:t>
      </w:r>
      <w:r>
        <w:t>(</w:t>
      </w:r>
      <w:r w:rsidRPr="00B424ED">
        <w:t>compulsory)</w:t>
      </w:r>
      <w:r>
        <w:t>;</w:t>
      </w:r>
    </w:p>
    <w:p w14:paraId="2F53B857" w14:textId="77777777" w:rsidR="005278EB" w:rsidRPr="00B424ED" w:rsidRDefault="005278EB" w:rsidP="005823CA">
      <w:pPr>
        <w:pStyle w:val="StyleHeading2Tahoma"/>
        <w:ind w:left="993" w:hanging="993"/>
      </w:pPr>
    </w:p>
    <w:p w14:paraId="39D3B274" w14:textId="77777777" w:rsidR="005278EB" w:rsidRDefault="005278EB" w:rsidP="005823CA">
      <w:pPr>
        <w:pStyle w:val="StyleHeading2Tahoma"/>
        <w:numPr>
          <w:ilvl w:val="2"/>
          <w:numId w:val="21"/>
        </w:numPr>
        <w:tabs>
          <w:tab w:val="left" w:pos="1985"/>
        </w:tabs>
        <w:ind w:hanging="447"/>
      </w:pPr>
      <w:r w:rsidRPr="00B424ED">
        <w:t xml:space="preserve">First </w:t>
      </w:r>
      <w:r w:rsidR="00C955A3">
        <w:t>n</w:t>
      </w:r>
      <w:r w:rsidRPr="00B424ED">
        <w:t xml:space="preserve">ame </w:t>
      </w:r>
      <w:r>
        <w:t xml:space="preserve">of the Service Call logger </w:t>
      </w:r>
      <w:r w:rsidRPr="00B424ED">
        <w:t>(compulsory)</w:t>
      </w:r>
      <w:r>
        <w:t>;</w:t>
      </w:r>
    </w:p>
    <w:p w14:paraId="0971E59C" w14:textId="77777777" w:rsidR="005278EB" w:rsidRPr="00B424ED" w:rsidRDefault="005278EB" w:rsidP="005823CA">
      <w:pPr>
        <w:pStyle w:val="StyleHeading2Tahoma"/>
        <w:ind w:left="993" w:hanging="993"/>
      </w:pPr>
    </w:p>
    <w:p w14:paraId="71824080" w14:textId="77777777" w:rsidR="005278EB" w:rsidRDefault="005278EB" w:rsidP="005823CA">
      <w:pPr>
        <w:pStyle w:val="StyleHeading2Tahoma"/>
        <w:numPr>
          <w:ilvl w:val="2"/>
          <w:numId w:val="21"/>
        </w:numPr>
        <w:tabs>
          <w:tab w:val="left" w:pos="1985"/>
        </w:tabs>
        <w:ind w:hanging="447"/>
      </w:pPr>
      <w:r w:rsidRPr="00B424ED">
        <w:t xml:space="preserve">Last </w:t>
      </w:r>
      <w:r w:rsidR="00C955A3">
        <w:t>n</w:t>
      </w:r>
      <w:r w:rsidRPr="00B424ED">
        <w:t xml:space="preserve">ame </w:t>
      </w:r>
      <w:r>
        <w:t xml:space="preserve">of the Service Call logger </w:t>
      </w:r>
      <w:r w:rsidRPr="00B424ED">
        <w:t>(compulsory)</w:t>
      </w:r>
      <w:r>
        <w:t>;</w:t>
      </w:r>
    </w:p>
    <w:p w14:paraId="2CF15C7F" w14:textId="77777777" w:rsidR="005278EB" w:rsidRPr="00B424ED" w:rsidRDefault="005278EB" w:rsidP="005823CA">
      <w:pPr>
        <w:pStyle w:val="StyleHeading2Tahoma"/>
        <w:ind w:left="993" w:hanging="993"/>
      </w:pPr>
    </w:p>
    <w:p w14:paraId="4276407D" w14:textId="77777777" w:rsidR="005278EB" w:rsidRDefault="005278EB" w:rsidP="005823CA">
      <w:pPr>
        <w:pStyle w:val="StyleHeading2Tahoma"/>
        <w:numPr>
          <w:ilvl w:val="2"/>
          <w:numId w:val="21"/>
        </w:numPr>
        <w:tabs>
          <w:tab w:val="left" w:pos="1985"/>
        </w:tabs>
        <w:ind w:hanging="447"/>
      </w:pPr>
      <w:r w:rsidRPr="00B424ED">
        <w:t xml:space="preserve">Land </w:t>
      </w:r>
      <w:r w:rsidR="00C955A3">
        <w:t>l</w:t>
      </w:r>
      <w:r w:rsidRPr="00B424ED">
        <w:t xml:space="preserve">ine </w:t>
      </w:r>
      <w:r w:rsidR="00C955A3">
        <w:t>n</w:t>
      </w:r>
      <w:r w:rsidRPr="00B424ED">
        <w:t>umber (compulsory)</w:t>
      </w:r>
      <w:r>
        <w:t>;</w:t>
      </w:r>
    </w:p>
    <w:p w14:paraId="4D94D8C5" w14:textId="77777777" w:rsidR="005278EB" w:rsidRPr="00B424ED" w:rsidRDefault="005278EB" w:rsidP="005823CA">
      <w:pPr>
        <w:pStyle w:val="StyleHeading2Tahoma"/>
        <w:ind w:left="993" w:hanging="993"/>
      </w:pPr>
    </w:p>
    <w:p w14:paraId="624CE3D7" w14:textId="77777777" w:rsidR="005278EB" w:rsidRPr="00B424ED" w:rsidRDefault="005278EB" w:rsidP="00C14C65">
      <w:pPr>
        <w:pStyle w:val="StyleHeading2Tahoma"/>
        <w:numPr>
          <w:ilvl w:val="2"/>
          <w:numId w:val="21"/>
        </w:numPr>
        <w:tabs>
          <w:tab w:val="left" w:pos="1985"/>
        </w:tabs>
        <w:ind w:hanging="447"/>
      </w:pPr>
      <w:r w:rsidRPr="00B424ED">
        <w:t xml:space="preserve">Cell </w:t>
      </w:r>
      <w:r w:rsidR="00C955A3">
        <w:t>n</w:t>
      </w:r>
      <w:r w:rsidRPr="00B424ED">
        <w:t>umber (compulsory)</w:t>
      </w:r>
      <w:r>
        <w:t>;</w:t>
      </w:r>
    </w:p>
    <w:p w14:paraId="3ACDACFC" w14:textId="77777777" w:rsidR="005278EB" w:rsidRDefault="005278EB" w:rsidP="005823CA">
      <w:pPr>
        <w:pStyle w:val="StyleHeading2Tahoma"/>
        <w:numPr>
          <w:ilvl w:val="2"/>
          <w:numId w:val="21"/>
        </w:numPr>
        <w:tabs>
          <w:tab w:val="left" w:pos="1985"/>
        </w:tabs>
        <w:ind w:hanging="447"/>
      </w:pPr>
      <w:r w:rsidRPr="00B424ED">
        <w:t>Fax number (compulsory)</w:t>
      </w:r>
      <w:r>
        <w:t>;</w:t>
      </w:r>
    </w:p>
    <w:p w14:paraId="7F721F60" w14:textId="77777777" w:rsidR="005278EB" w:rsidRPr="00B424ED" w:rsidRDefault="005278EB" w:rsidP="005823CA">
      <w:pPr>
        <w:pStyle w:val="StyleHeading2Tahoma"/>
        <w:ind w:left="993" w:hanging="993"/>
      </w:pPr>
    </w:p>
    <w:p w14:paraId="582AB24A" w14:textId="77777777" w:rsidR="005278EB" w:rsidRDefault="005278EB" w:rsidP="005823CA">
      <w:pPr>
        <w:pStyle w:val="StyleHeading2Tahoma"/>
        <w:numPr>
          <w:ilvl w:val="2"/>
          <w:numId w:val="21"/>
        </w:numPr>
        <w:tabs>
          <w:tab w:val="left" w:pos="1985"/>
        </w:tabs>
        <w:ind w:hanging="447"/>
      </w:pPr>
      <w:r w:rsidRPr="00B424ED">
        <w:t>Email address (compulsory)</w:t>
      </w:r>
      <w:r>
        <w:t>; and</w:t>
      </w:r>
    </w:p>
    <w:p w14:paraId="7906AA01" w14:textId="77777777" w:rsidR="005278EB" w:rsidRPr="00B424ED" w:rsidRDefault="005278EB" w:rsidP="005823CA">
      <w:pPr>
        <w:pStyle w:val="StyleHeading2Tahoma"/>
        <w:ind w:left="993" w:hanging="993"/>
      </w:pPr>
    </w:p>
    <w:p w14:paraId="0FB4E280" w14:textId="77777777" w:rsidR="005278EB" w:rsidRDefault="005278EB" w:rsidP="00386CE2">
      <w:pPr>
        <w:pStyle w:val="StyleHeading2Tahoma"/>
        <w:numPr>
          <w:ilvl w:val="2"/>
          <w:numId w:val="21"/>
        </w:numPr>
        <w:tabs>
          <w:tab w:val="left" w:pos="1985"/>
        </w:tabs>
        <w:ind w:hanging="447"/>
      </w:pPr>
      <w:r>
        <w:t xml:space="preserve">Full </w:t>
      </w:r>
      <w:r w:rsidR="00C955A3">
        <w:t>p</w:t>
      </w:r>
      <w:r>
        <w:t xml:space="preserve">hysical </w:t>
      </w:r>
      <w:r w:rsidR="00C955A3">
        <w:t>a</w:t>
      </w:r>
      <w:r>
        <w:t>ddress</w:t>
      </w:r>
      <w:r w:rsidRPr="00B424ED">
        <w:t xml:space="preserve"> (optional)</w:t>
      </w:r>
      <w:r>
        <w:t>.</w:t>
      </w:r>
    </w:p>
    <w:p w14:paraId="2961FEF9" w14:textId="77777777" w:rsidR="00C14C65" w:rsidRDefault="00C14C65" w:rsidP="00C14C65">
      <w:pPr>
        <w:pStyle w:val="ListParagraph"/>
      </w:pPr>
    </w:p>
    <w:p w14:paraId="2F7F7252" w14:textId="77777777" w:rsidR="00C14C65" w:rsidRPr="00B424ED" w:rsidRDefault="00C14C65" w:rsidP="00C14C65">
      <w:pPr>
        <w:pStyle w:val="StyleHeading2Tahoma"/>
        <w:tabs>
          <w:tab w:val="left" w:pos="1985"/>
        </w:tabs>
        <w:ind w:left="1440"/>
      </w:pPr>
    </w:p>
    <w:p w14:paraId="475181CA" w14:textId="77777777" w:rsidR="005278EB" w:rsidRDefault="005278EB" w:rsidP="003F57A9">
      <w:pPr>
        <w:pStyle w:val="StyleHeading2Tahoma"/>
        <w:numPr>
          <w:ilvl w:val="1"/>
          <w:numId w:val="21"/>
        </w:numPr>
        <w:tabs>
          <w:tab w:val="clear" w:pos="795"/>
          <w:tab w:val="num" w:pos="709"/>
        </w:tabs>
        <w:ind w:left="709" w:hanging="709"/>
      </w:pPr>
      <w:r w:rsidRPr="00B424ED">
        <w:t>On receipt</w:t>
      </w:r>
      <w:r>
        <w:t xml:space="preserve"> </w:t>
      </w:r>
      <w:r w:rsidR="00977873">
        <w:t xml:space="preserve">of the Service Call </w:t>
      </w:r>
      <w:r>
        <w:t xml:space="preserve">the </w:t>
      </w:r>
      <w:r w:rsidRPr="00B424ED">
        <w:t>Se</w:t>
      </w:r>
      <w:r>
        <w:t>rvice Provider</w:t>
      </w:r>
      <w:r w:rsidRPr="00B424ED">
        <w:t xml:space="preserve"> will </w:t>
      </w:r>
      <w:r w:rsidR="00212ED7" w:rsidRPr="00B424ED">
        <w:t>analyse</w:t>
      </w:r>
      <w:r w:rsidR="00212ED7">
        <w:t xml:space="preserve"> the fault and/or problem and-</w:t>
      </w:r>
    </w:p>
    <w:p w14:paraId="1CECFF99" w14:textId="77777777" w:rsidR="005278EB" w:rsidRDefault="005278EB" w:rsidP="005823CA">
      <w:pPr>
        <w:pStyle w:val="StyleHeading2Tahoma"/>
        <w:ind w:left="993" w:hanging="993"/>
      </w:pPr>
    </w:p>
    <w:p w14:paraId="4B16428F" w14:textId="77777777" w:rsidR="005278EB" w:rsidRDefault="00977873" w:rsidP="00C955A3">
      <w:pPr>
        <w:pStyle w:val="StyleHeading2Tahoma"/>
        <w:numPr>
          <w:ilvl w:val="2"/>
          <w:numId w:val="21"/>
        </w:numPr>
        <w:tabs>
          <w:tab w:val="clear" w:pos="1440"/>
          <w:tab w:val="num" w:pos="1985"/>
        </w:tabs>
        <w:ind w:left="1985" w:hanging="992"/>
      </w:pPr>
      <w:r>
        <w:lastRenderedPageBreak/>
        <w:t xml:space="preserve">For </w:t>
      </w:r>
      <w:r w:rsidR="006F3580">
        <w:t>forklift</w:t>
      </w:r>
      <w:r>
        <w:t>s that are still under w</w:t>
      </w:r>
      <w:r w:rsidR="005278EB" w:rsidRPr="00B424ED">
        <w:t xml:space="preserve">arranty repair, will repair the </w:t>
      </w:r>
      <w:r w:rsidR="006F3580">
        <w:t>Forklift</w:t>
      </w:r>
      <w:r>
        <w:t>; and</w:t>
      </w:r>
    </w:p>
    <w:p w14:paraId="300447B5" w14:textId="77777777" w:rsidR="005278EB" w:rsidRPr="00B424ED" w:rsidRDefault="005278EB" w:rsidP="005823CA">
      <w:pPr>
        <w:pStyle w:val="StyleHeading2Tahoma"/>
        <w:ind w:left="993" w:hanging="993"/>
      </w:pPr>
    </w:p>
    <w:p w14:paraId="2F3FC9D7" w14:textId="77777777" w:rsidR="005278EB" w:rsidRDefault="00977873" w:rsidP="005823CA">
      <w:pPr>
        <w:pStyle w:val="StyleHeading2Tahoma"/>
        <w:numPr>
          <w:ilvl w:val="2"/>
          <w:numId w:val="21"/>
        </w:numPr>
        <w:tabs>
          <w:tab w:val="clear" w:pos="1440"/>
          <w:tab w:val="num" w:pos="1985"/>
        </w:tabs>
        <w:ind w:left="1985" w:hanging="992"/>
      </w:pPr>
      <w:r>
        <w:t xml:space="preserve">For </w:t>
      </w:r>
      <w:r w:rsidR="005278EB">
        <w:t>Break and Fix repair, resolve</w:t>
      </w:r>
      <w:r w:rsidR="005278EB" w:rsidRPr="00B424ED">
        <w:t xml:space="preserve"> the Service Call </w:t>
      </w:r>
      <w:r w:rsidR="005278EB">
        <w:t xml:space="preserve">within the timelines set out </w:t>
      </w:r>
      <w:r w:rsidR="005278EB" w:rsidRPr="00B157D1">
        <w:rPr>
          <w:b/>
        </w:rPr>
        <w:t>Cla</w:t>
      </w:r>
      <w:r w:rsidR="005278EB">
        <w:rPr>
          <w:b/>
        </w:rPr>
        <w:t>us</w:t>
      </w:r>
      <w:r w:rsidR="005278EB" w:rsidRPr="00B157D1">
        <w:rPr>
          <w:b/>
        </w:rPr>
        <w:t xml:space="preserve">e </w:t>
      </w:r>
      <w:r w:rsidR="0084179D">
        <w:rPr>
          <w:b/>
        </w:rPr>
        <w:fldChar w:fldCharType="begin"/>
      </w:r>
      <w:r w:rsidR="0084179D">
        <w:rPr>
          <w:b/>
        </w:rPr>
        <w:instrText xml:space="preserve"> REF _Ref334428551 \r \h </w:instrText>
      </w:r>
      <w:r w:rsidR="0084179D">
        <w:rPr>
          <w:b/>
        </w:rPr>
      </w:r>
      <w:r w:rsidR="0084179D">
        <w:rPr>
          <w:b/>
        </w:rPr>
        <w:fldChar w:fldCharType="separate"/>
      </w:r>
      <w:r w:rsidR="00162E86">
        <w:rPr>
          <w:bCs w:val="0"/>
          <w:lang w:val="en-US"/>
        </w:rPr>
        <w:t>Error! Reference source not found.</w:t>
      </w:r>
      <w:r w:rsidR="0084179D">
        <w:rPr>
          <w:b/>
        </w:rPr>
        <w:fldChar w:fldCharType="end"/>
      </w:r>
      <w:r w:rsidR="005278EB">
        <w:t>.</w:t>
      </w:r>
    </w:p>
    <w:p w14:paraId="3D2F03D7" w14:textId="77777777" w:rsidR="006F005A" w:rsidRDefault="006F005A" w:rsidP="005823CA">
      <w:pPr>
        <w:pStyle w:val="StyleHeading2Tahoma"/>
        <w:ind w:left="993" w:hanging="993"/>
      </w:pPr>
    </w:p>
    <w:p w14:paraId="4FB31490" w14:textId="77777777" w:rsidR="005278EB" w:rsidRDefault="005278EB" w:rsidP="003F57A9">
      <w:pPr>
        <w:pStyle w:val="StyleHeading2Tahoma"/>
        <w:numPr>
          <w:ilvl w:val="1"/>
          <w:numId w:val="21"/>
        </w:numPr>
        <w:tabs>
          <w:tab w:val="clear" w:pos="795"/>
          <w:tab w:val="num" w:pos="709"/>
        </w:tabs>
        <w:ind w:left="709" w:hanging="709"/>
      </w:pPr>
      <w:r w:rsidRPr="00B424ED">
        <w:t xml:space="preserve">All communication will be sent to the </w:t>
      </w:r>
      <w:r w:rsidR="00977873">
        <w:t>email address</w:t>
      </w:r>
      <w:r w:rsidRPr="00B424ED">
        <w:t xml:space="preserve"> </w:t>
      </w:r>
      <w:r>
        <w:t xml:space="preserve">of the Service Call logger as </w:t>
      </w:r>
      <w:r w:rsidRPr="00B424ED">
        <w:t xml:space="preserve">supplied when logging the call. </w:t>
      </w:r>
    </w:p>
    <w:p w14:paraId="2428C0C4" w14:textId="77777777" w:rsidR="005278EB" w:rsidRPr="00B424ED" w:rsidRDefault="005278EB" w:rsidP="005823CA">
      <w:pPr>
        <w:pStyle w:val="StyleHeading2Tahoma"/>
        <w:ind w:left="993" w:hanging="993"/>
      </w:pPr>
    </w:p>
    <w:p w14:paraId="4A77DA9F" w14:textId="77777777" w:rsidR="005278EB" w:rsidRPr="0030134C" w:rsidRDefault="00BC53CC" w:rsidP="003F57A9">
      <w:pPr>
        <w:pStyle w:val="StyleHeading2Tahoma"/>
        <w:numPr>
          <w:ilvl w:val="1"/>
          <w:numId w:val="21"/>
        </w:numPr>
        <w:tabs>
          <w:tab w:val="clear" w:pos="795"/>
          <w:tab w:val="num" w:pos="709"/>
        </w:tabs>
        <w:ind w:left="709" w:hanging="709"/>
        <w:rPr>
          <w:spacing w:val="-3"/>
        </w:rPr>
      </w:pPr>
      <w:r>
        <w:t>It should be noted that</w:t>
      </w:r>
      <w:r w:rsidR="005278EB">
        <w:t>-</w:t>
      </w:r>
    </w:p>
    <w:p w14:paraId="730AE12C" w14:textId="77777777" w:rsidR="005278EB" w:rsidRPr="00B424ED" w:rsidRDefault="005278EB" w:rsidP="005823CA">
      <w:pPr>
        <w:pStyle w:val="StyleHeading2Tahoma"/>
        <w:ind w:left="993" w:hanging="993"/>
        <w:rPr>
          <w:spacing w:val="-3"/>
        </w:rPr>
      </w:pPr>
    </w:p>
    <w:p w14:paraId="036D45E8" w14:textId="77777777" w:rsidR="005278EB" w:rsidRDefault="005278EB" w:rsidP="005823CA">
      <w:pPr>
        <w:pStyle w:val="StyleHeading2Tahoma"/>
        <w:numPr>
          <w:ilvl w:val="2"/>
          <w:numId w:val="21"/>
        </w:numPr>
        <w:tabs>
          <w:tab w:val="clear" w:pos="1440"/>
          <w:tab w:val="num" w:pos="1985"/>
        </w:tabs>
        <w:ind w:left="1985" w:hanging="992"/>
      </w:pPr>
      <w:r w:rsidRPr="00B424ED">
        <w:t>All faults and/or problems must be reported to the S</w:t>
      </w:r>
      <w:r>
        <w:t>ervice Provider</w:t>
      </w:r>
      <w:r w:rsidRPr="00B424ED">
        <w:t xml:space="preserve"> Service Centre. Only logged </w:t>
      </w:r>
      <w:r w:rsidR="00977873">
        <w:t>c</w:t>
      </w:r>
      <w:r w:rsidRPr="00B424ED">
        <w:t xml:space="preserve">alls will constitute a </w:t>
      </w:r>
      <w:r w:rsidR="00977873">
        <w:t>Service C</w:t>
      </w:r>
      <w:r w:rsidRPr="00B424ED">
        <w:t>all.  Faults and/or problems communicated directly to an engineer or other service personnel will not be recognized as an official call until logged with the Service Centre.</w:t>
      </w:r>
    </w:p>
    <w:p w14:paraId="121F7E92" w14:textId="77777777" w:rsidR="005278EB" w:rsidRPr="00B424ED" w:rsidRDefault="005278EB" w:rsidP="005823CA">
      <w:pPr>
        <w:pStyle w:val="StyleHeading2Tahoma"/>
        <w:tabs>
          <w:tab w:val="num" w:pos="1985"/>
        </w:tabs>
        <w:ind w:left="1985" w:hanging="992"/>
      </w:pPr>
    </w:p>
    <w:p w14:paraId="5D475DBC" w14:textId="77777777" w:rsidR="005278EB" w:rsidRDefault="005278EB" w:rsidP="005823CA">
      <w:pPr>
        <w:pStyle w:val="StyleHeading2Tahoma"/>
        <w:numPr>
          <w:ilvl w:val="2"/>
          <w:numId w:val="21"/>
        </w:numPr>
        <w:tabs>
          <w:tab w:val="clear" w:pos="1440"/>
          <w:tab w:val="num" w:pos="1985"/>
        </w:tabs>
        <w:ind w:left="1985" w:hanging="992"/>
      </w:pPr>
      <w:r w:rsidRPr="00B424ED">
        <w:t>A reference number will be assigned when a Service Call is logged with the Se</w:t>
      </w:r>
      <w:r>
        <w:t>rvice Provider</w:t>
      </w:r>
      <w:r w:rsidRPr="00B424ED">
        <w:t xml:space="preserve"> Service Centre</w:t>
      </w:r>
      <w:r>
        <w:t xml:space="preserve">, which </w:t>
      </w:r>
      <w:r w:rsidRPr="00B424ED">
        <w:t xml:space="preserve">will assist with any further enquiries regarding the progress or status of </w:t>
      </w:r>
      <w:r>
        <w:t>the</w:t>
      </w:r>
      <w:r w:rsidRPr="00B424ED">
        <w:t xml:space="preserve"> </w:t>
      </w:r>
      <w:r>
        <w:t>S</w:t>
      </w:r>
      <w:r w:rsidRPr="00B424ED">
        <w:t>ervice</w:t>
      </w:r>
      <w:r>
        <w:t xml:space="preserve"> Call</w:t>
      </w:r>
      <w:r w:rsidRPr="00B424ED">
        <w:t>.</w:t>
      </w:r>
    </w:p>
    <w:p w14:paraId="15E3E611" w14:textId="77777777" w:rsidR="005278EB" w:rsidRPr="00B424ED" w:rsidRDefault="005278EB" w:rsidP="005823CA">
      <w:pPr>
        <w:pStyle w:val="StyleHeading2Tahoma"/>
        <w:tabs>
          <w:tab w:val="num" w:pos="1985"/>
        </w:tabs>
        <w:ind w:left="1985" w:hanging="992"/>
      </w:pPr>
    </w:p>
    <w:p w14:paraId="62FDDBD0" w14:textId="77777777" w:rsidR="00D9387A" w:rsidRDefault="005278EB" w:rsidP="00F07745">
      <w:pPr>
        <w:pStyle w:val="StyleHeading2Tahoma"/>
        <w:numPr>
          <w:ilvl w:val="2"/>
          <w:numId w:val="21"/>
        </w:numPr>
        <w:tabs>
          <w:tab w:val="clear" w:pos="1440"/>
          <w:tab w:val="num" w:pos="1985"/>
        </w:tabs>
        <w:ind w:left="1985" w:hanging="992"/>
      </w:pPr>
      <w:r>
        <w:t>Telephonic</w:t>
      </w:r>
      <w:r w:rsidRPr="00B424ED">
        <w:t xml:space="preserve"> assistance may be provided by a qualified technician in order to attempt to rectify the </w:t>
      </w:r>
      <w:r>
        <w:t xml:space="preserve">fault and/or </w:t>
      </w:r>
      <w:r w:rsidRPr="00B424ED">
        <w:t xml:space="preserve">problem.  </w:t>
      </w:r>
    </w:p>
    <w:p w14:paraId="3FE698E6" w14:textId="77777777" w:rsidR="00C14C65" w:rsidRDefault="00C14C65" w:rsidP="00C14C65">
      <w:pPr>
        <w:pStyle w:val="StyleHeading2Tahoma"/>
      </w:pPr>
    </w:p>
    <w:p w14:paraId="0C847D55" w14:textId="77777777" w:rsidR="00D9387A" w:rsidRDefault="00D9387A" w:rsidP="005823CA">
      <w:pPr>
        <w:pStyle w:val="StyleHeading2Tahoma"/>
        <w:numPr>
          <w:ilvl w:val="2"/>
          <w:numId w:val="21"/>
        </w:numPr>
        <w:tabs>
          <w:tab w:val="clear" w:pos="1440"/>
          <w:tab w:val="num" w:pos="1985"/>
        </w:tabs>
        <w:ind w:left="1985" w:hanging="992"/>
      </w:pPr>
      <w:r w:rsidRPr="00BD1337">
        <w:t xml:space="preserve">The Service Provider must record all details relating to a Service Call (defined in </w:t>
      </w:r>
      <w:r w:rsidRPr="000D1208">
        <w:rPr>
          <w:b/>
        </w:rPr>
        <w:t xml:space="preserve">Clause </w:t>
      </w:r>
      <w:r w:rsidR="0084179D">
        <w:rPr>
          <w:b/>
        </w:rPr>
        <w:fldChar w:fldCharType="begin"/>
      </w:r>
      <w:r w:rsidR="0084179D">
        <w:rPr>
          <w:b/>
        </w:rPr>
        <w:instrText xml:space="preserve"> REF _Ref334428566 \r \h </w:instrText>
      </w:r>
      <w:r w:rsidR="0084179D">
        <w:rPr>
          <w:b/>
        </w:rPr>
      </w:r>
      <w:r w:rsidR="0084179D">
        <w:rPr>
          <w:b/>
        </w:rPr>
        <w:fldChar w:fldCharType="separate"/>
      </w:r>
      <w:r w:rsidR="00162E86">
        <w:rPr>
          <w:bCs w:val="0"/>
          <w:lang w:val="en-US"/>
        </w:rPr>
        <w:t>Error! Reference source not found.</w:t>
      </w:r>
      <w:r w:rsidR="0084179D">
        <w:rPr>
          <w:b/>
        </w:rPr>
        <w:fldChar w:fldCharType="end"/>
      </w:r>
      <w:r w:rsidRPr="00BD1337">
        <w:t xml:space="preserve"> </w:t>
      </w:r>
      <w:r>
        <w:t>above</w:t>
      </w:r>
      <w:r w:rsidRPr="00BD1337">
        <w:t xml:space="preserve">) in a logbook which will be kept at the </w:t>
      </w:r>
      <w:r w:rsidR="000D1208">
        <w:t xml:space="preserve">relevant </w:t>
      </w:r>
      <w:r w:rsidRPr="00BD1337">
        <w:t xml:space="preserve">SARS Facilities Office for the Service Provider’s technicians.  </w:t>
      </w:r>
    </w:p>
    <w:p w14:paraId="51C8EE2F" w14:textId="77777777" w:rsidR="00D9387A" w:rsidRDefault="00D9387A" w:rsidP="005823CA">
      <w:pPr>
        <w:pStyle w:val="ListParagraph"/>
        <w:tabs>
          <w:tab w:val="num" w:pos="1985"/>
        </w:tabs>
        <w:spacing w:line="360" w:lineRule="auto"/>
        <w:ind w:left="1985" w:hanging="992"/>
      </w:pPr>
    </w:p>
    <w:p w14:paraId="246665C8" w14:textId="77777777" w:rsidR="005278EB" w:rsidRDefault="005278EB" w:rsidP="00386CE2">
      <w:pPr>
        <w:pStyle w:val="StyleHeading2Tahoma"/>
        <w:numPr>
          <w:ilvl w:val="2"/>
          <w:numId w:val="21"/>
        </w:numPr>
        <w:tabs>
          <w:tab w:val="clear" w:pos="1440"/>
          <w:tab w:val="num" w:pos="1985"/>
        </w:tabs>
        <w:ind w:left="1985" w:hanging="992"/>
      </w:pPr>
      <w:r w:rsidRPr="00B424ED">
        <w:t xml:space="preserve">If a Service Call causes </w:t>
      </w:r>
      <w:r>
        <w:t xml:space="preserve">the </w:t>
      </w:r>
      <w:r w:rsidRPr="00B424ED">
        <w:t>S</w:t>
      </w:r>
      <w:r>
        <w:t>ervice Provider</w:t>
      </w:r>
      <w:r w:rsidRPr="00B424ED">
        <w:t xml:space="preserve"> to start the repair of a </w:t>
      </w:r>
      <w:r w:rsidR="006F3580">
        <w:t>Forklift</w:t>
      </w:r>
      <w:r w:rsidRPr="00B424ED">
        <w:t xml:space="preserve"> otherwise covered under Limited Warranty and </w:t>
      </w:r>
      <w:r>
        <w:t xml:space="preserve">the </w:t>
      </w:r>
      <w:r w:rsidRPr="00B424ED">
        <w:t>Se</w:t>
      </w:r>
      <w:r>
        <w:t>rvice Provider</w:t>
      </w:r>
      <w:r w:rsidRPr="00B424ED">
        <w:t xml:space="preserve"> reasonably determines that the </w:t>
      </w:r>
      <w:r w:rsidR="006F3580">
        <w:t>Forklift</w:t>
      </w:r>
      <w:r w:rsidRPr="00B424ED">
        <w:t xml:space="preserve"> is not defective and that the fault and/or problem giving rise to </w:t>
      </w:r>
      <w:r>
        <w:t xml:space="preserve">the </w:t>
      </w:r>
      <w:r w:rsidRPr="00B424ED">
        <w:t>Service Call was the result of user error, hardware,</w:t>
      </w:r>
      <w:r>
        <w:t xml:space="preserve"> electrical spikes</w:t>
      </w:r>
      <w:r w:rsidRPr="00B424ED">
        <w:t xml:space="preserve"> or any other components by a party other than</w:t>
      </w:r>
      <w:r>
        <w:t xml:space="preserve"> the </w:t>
      </w:r>
      <w:r w:rsidRPr="00B424ED">
        <w:t>Service</w:t>
      </w:r>
      <w:r>
        <w:t xml:space="preserve"> Provider</w:t>
      </w:r>
      <w:r w:rsidRPr="00B424ED">
        <w:t>, SARS will be invoiced accordingly.</w:t>
      </w:r>
    </w:p>
    <w:p w14:paraId="075B61EE" w14:textId="77777777" w:rsidR="0019453A" w:rsidRDefault="0019453A" w:rsidP="0019453A">
      <w:pPr>
        <w:pStyle w:val="StyleHeading2Tahoma"/>
      </w:pPr>
    </w:p>
    <w:p w14:paraId="57C8AABF" w14:textId="77777777" w:rsidR="005278EB" w:rsidRDefault="005278EB" w:rsidP="005823CA">
      <w:pPr>
        <w:pStyle w:val="StyleHeading2Tahoma"/>
        <w:numPr>
          <w:ilvl w:val="2"/>
          <w:numId w:val="21"/>
        </w:numPr>
        <w:tabs>
          <w:tab w:val="clear" w:pos="1440"/>
          <w:tab w:val="num" w:pos="1985"/>
        </w:tabs>
        <w:ind w:left="1985" w:hanging="992"/>
      </w:pPr>
      <w:r>
        <w:t xml:space="preserve">If a Service Call is subsequently determined to have arisen as a result of the </w:t>
      </w:r>
      <w:r>
        <w:lastRenderedPageBreak/>
        <w:t xml:space="preserve">Service Provider’s negligence on previous break and fix repair work on a </w:t>
      </w:r>
      <w:r w:rsidR="000D1208">
        <w:t xml:space="preserve">specific </w:t>
      </w:r>
      <w:r w:rsidR="006F3580">
        <w:t>Forklift</w:t>
      </w:r>
      <w:r>
        <w:t xml:space="preserve"> or failure to conduct the relevant preventative maintenance on a specific </w:t>
      </w:r>
      <w:r w:rsidR="006F3580">
        <w:t>Forklift</w:t>
      </w:r>
      <w:r>
        <w:t xml:space="preserve">, SARS shall not be invoiced and the cost will be borne by the Service Provider. </w:t>
      </w:r>
    </w:p>
    <w:p w14:paraId="484B3F92" w14:textId="77777777" w:rsidR="00BC10E0" w:rsidRDefault="00BC10E0" w:rsidP="00013029">
      <w:pPr>
        <w:pStyle w:val="StyleHeading2Tahoma"/>
        <w:ind w:left="993"/>
      </w:pPr>
    </w:p>
    <w:p w14:paraId="09D2AA3F" w14:textId="77777777" w:rsidR="005278EB" w:rsidRPr="009825D5" w:rsidRDefault="005278EB" w:rsidP="00E86353">
      <w:pPr>
        <w:pStyle w:val="StyleHeading1Tahoma"/>
      </w:pPr>
      <w:bookmarkStart w:id="48" w:name="_Toc296601357"/>
      <w:bookmarkEnd w:id="14"/>
      <w:r w:rsidRPr="009825D5">
        <w:t>PERSONNEL</w:t>
      </w:r>
      <w:bookmarkEnd w:id="48"/>
      <w:r w:rsidR="00AD349C">
        <w:fldChar w:fldCharType="begin"/>
      </w:r>
      <w:r w:rsidR="00AD349C">
        <w:instrText xml:space="preserve"> TC "</w:instrText>
      </w:r>
      <w:bookmarkStart w:id="49" w:name="_Toc67652861"/>
      <w:r w:rsidR="00AD349C" w:rsidRPr="0082773C">
        <w:rPr>
          <w:lang w:val="en-ZA"/>
        </w:rPr>
        <w:instrText>12.   PERSONNEL</w:instrText>
      </w:r>
      <w:bookmarkEnd w:id="49"/>
      <w:r w:rsidR="00AD349C">
        <w:instrText xml:space="preserve">" \f C \l "1" </w:instrText>
      </w:r>
      <w:r w:rsidR="00AD349C">
        <w:fldChar w:fldCharType="end"/>
      </w:r>
      <w:r w:rsidR="00C531E0">
        <w:fldChar w:fldCharType="begin"/>
      </w:r>
      <w:r w:rsidR="004B4B12">
        <w:fldChar w:fldCharType="begin"/>
      </w:r>
      <w:r w:rsidR="004B4B12">
        <w:instrText xml:space="preserve"> TC "</w:instrText>
      </w:r>
      <w:r w:rsidR="004B4B12" w:rsidRPr="00362179">
        <w:rPr>
          <w:lang w:val="en-ZA"/>
        </w:rPr>
        <w:instrText>11.   PERSONNEL</w:instrText>
      </w:r>
      <w:bookmarkStart w:id="50" w:name="_Toc67487012"/>
      <w:bookmarkStart w:id="51" w:name="_Toc67487050"/>
      <w:bookmarkStart w:id="52" w:name="_Toc67487258"/>
      <w:bookmarkStart w:id="53" w:name="_Toc67558347"/>
      <w:bookmarkStart w:id="54" w:name="_Toc67576211"/>
      <w:bookmarkStart w:id="55" w:name="_Toc67652862"/>
      <w:bookmarkEnd w:id="50"/>
      <w:bookmarkEnd w:id="51"/>
      <w:bookmarkEnd w:id="52"/>
      <w:bookmarkEnd w:id="53"/>
      <w:bookmarkEnd w:id="54"/>
      <w:bookmarkEnd w:id="55"/>
      <w:r w:rsidR="004B4B12">
        <w:instrText xml:space="preserve">" \f C \l "1" </w:instrText>
      </w:r>
      <w:r w:rsidR="004B4B12">
        <w:fldChar w:fldCharType="end"/>
      </w:r>
      <w:r w:rsidR="004B4B12">
        <w:fldChar w:fldCharType="begin"/>
      </w:r>
      <w:r w:rsidR="004B4B12">
        <w:instrText xml:space="preserve"> TC "</w:instrText>
      </w:r>
      <w:r w:rsidR="004B4B12" w:rsidRPr="00362179">
        <w:rPr>
          <w:lang w:val="en-ZA"/>
        </w:rPr>
        <w:instrText>11.   PERSONNEL</w:instrText>
      </w:r>
      <w:bookmarkStart w:id="56" w:name="_Toc67487013"/>
      <w:bookmarkStart w:id="57" w:name="_Toc67487051"/>
      <w:bookmarkStart w:id="58" w:name="_Toc67487259"/>
      <w:bookmarkStart w:id="59" w:name="_Toc67558348"/>
      <w:bookmarkStart w:id="60" w:name="_Toc67576212"/>
      <w:bookmarkStart w:id="61" w:name="_Toc67652863"/>
      <w:bookmarkEnd w:id="56"/>
      <w:bookmarkEnd w:id="57"/>
      <w:bookmarkEnd w:id="58"/>
      <w:bookmarkEnd w:id="59"/>
      <w:bookmarkEnd w:id="60"/>
      <w:bookmarkEnd w:id="61"/>
      <w:r w:rsidR="004B4B12">
        <w:instrText xml:space="preserve">" \f C \l "1" </w:instrText>
      </w:r>
      <w:r w:rsidR="004B4B12">
        <w:fldChar w:fldCharType="end"/>
      </w:r>
      <w:r w:rsidR="00C531E0">
        <w:fldChar w:fldCharType="end"/>
      </w:r>
    </w:p>
    <w:p w14:paraId="71D9DD12" w14:textId="77777777" w:rsidR="005278EB" w:rsidRPr="009825D5" w:rsidRDefault="005278EB" w:rsidP="00E86353">
      <w:pPr>
        <w:pStyle w:val="StyleHeading1Tahoma"/>
        <w:numPr>
          <w:ilvl w:val="0"/>
          <w:numId w:val="0"/>
        </w:numPr>
        <w:ind w:left="993"/>
      </w:pPr>
    </w:p>
    <w:p w14:paraId="4E02DF7E" w14:textId="77777777" w:rsidR="005278EB" w:rsidRDefault="005278EB" w:rsidP="00CF2CEF">
      <w:pPr>
        <w:pStyle w:val="StyleHeading2Tahoma"/>
        <w:numPr>
          <w:ilvl w:val="1"/>
          <w:numId w:val="25"/>
        </w:numPr>
        <w:tabs>
          <w:tab w:val="clear" w:pos="795"/>
          <w:tab w:val="left" w:pos="709"/>
        </w:tabs>
        <w:ind w:left="709" w:hanging="709"/>
      </w:pPr>
      <w:r w:rsidRPr="009825D5">
        <w:t>The Service Provider undertakes to make available from time to time personnel as may be required fo</w:t>
      </w:r>
      <w:r>
        <w:t>r the purpose of rendering the S</w:t>
      </w:r>
      <w:r w:rsidRPr="009825D5">
        <w:t xml:space="preserve">ervices to </w:t>
      </w:r>
      <w:r>
        <w:t>SARS</w:t>
      </w:r>
      <w:r w:rsidRPr="009825D5">
        <w:t xml:space="preserve"> according to the level</w:t>
      </w:r>
      <w:r>
        <w:t xml:space="preserve">s </w:t>
      </w:r>
      <w:r w:rsidRPr="009825D5">
        <w:t xml:space="preserve">of service required </w:t>
      </w:r>
      <w:r>
        <w:t>in terms of this A</w:t>
      </w:r>
      <w:r w:rsidRPr="009825D5">
        <w:t>greement.</w:t>
      </w:r>
    </w:p>
    <w:p w14:paraId="5F44CA99" w14:textId="77777777" w:rsidR="00AE6067" w:rsidRDefault="00AE6067" w:rsidP="00AE6067">
      <w:pPr>
        <w:pStyle w:val="StyleHeading2Tahoma"/>
        <w:ind w:left="993"/>
      </w:pPr>
    </w:p>
    <w:p w14:paraId="6D1D4A03" w14:textId="77777777" w:rsidR="005278EB" w:rsidRDefault="005278EB" w:rsidP="00CF2CEF">
      <w:pPr>
        <w:pStyle w:val="StyleHeading2Tahoma"/>
        <w:numPr>
          <w:ilvl w:val="1"/>
          <w:numId w:val="25"/>
        </w:numPr>
        <w:tabs>
          <w:tab w:val="clear" w:pos="795"/>
          <w:tab w:val="num" w:pos="709"/>
        </w:tabs>
        <w:ind w:left="709" w:hanging="709"/>
      </w:pPr>
      <w:r w:rsidRPr="009825D5">
        <w:t>The Service Provider shall be solely responsible for their personnel at all times</w:t>
      </w:r>
      <w:r>
        <w:t xml:space="preserve"> and nothing contained in this A</w:t>
      </w:r>
      <w:r w:rsidRPr="009825D5">
        <w:t xml:space="preserve">greement may be construed as constituting any relationship between the contracting </w:t>
      </w:r>
      <w:r>
        <w:t>Parties other than for the S</w:t>
      </w:r>
      <w:r w:rsidRPr="009825D5">
        <w:t>ervice</w:t>
      </w:r>
      <w:r>
        <w:t>s</w:t>
      </w:r>
      <w:r w:rsidRPr="009825D5">
        <w:t xml:space="preserve"> provided.</w:t>
      </w:r>
    </w:p>
    <w:p w14:paraId="17AD4DA7" w14:textId="77777777" w:rsidR="005278EB" w:rsidRDefault="005278EB" w:rsidP="005823CA">
      <w:pPr>
        <w:pStyle w:val="StyleHeading2Tahoma"/>
        <w:ind w:left="993" w:hanging="993"/>
      </w:pPr>
    </w:p>
    <w:p w14:paraId="6E88BD2E" w14:textId="77777777" w:rsidR="005278EB" w:rsidRPr="009825D5" w:rsidRDefault="005278EB" w:rsidP="00CF2CEF">
      <w:pPr>
        <w:pStyle w:val="StyleHeading2Tahoma"/>
        <w:numPr>
          <w:ilvl w:val="1"/>
          <w:numId w:val="25"/>
        </w:numPr>
        <w:tabs>
          <w:tab w:val="clear" w:pos="795"/>
          <w:tab w:val="num" w:pos="709"/>
        </w:tabs>
        <w:ind w:left="709" w:hanging="709"/>
      </w:pPr>
      <w:r w:rsidRPr="009825D5">
        <w:t>For the purpose of liaising from time to time with the Service Provider regarding any of their personnel, the Ser</w:t>
      </w:r>
      <w:r>
        <w:t xml:space="preserve">vice Provider shall appoint a </w:t>
      </w:r>
      <w:r w:rsidR="007B45F9">
        <w:t>Project Manager</w:t>
      </w:r>
      <w:r w:rsidRPr="009825D5">
        <w:t xml:space="preserve"> and provide </w:t>
      </w:r>
      <w:r>
        <w:t>SARS</w:t>
      </w:r>
      <w:r w:rsidRPr="009825D5">
        <w:t xml:space="preserve"> with the</w:t>
      </w:r>
      <w:r w:rsidR="007B45F9">
        <w:t>ir</w:t>
      </w:r>
      <w:r w:rsidRPr="009825D5">
        <w:t xml:space="preserve"> relevant contact details within seven</w:t>
      </w:r>
      <w:r>
        <w:t xml:space="preserve"> (7)</w:t>
      </w:r>
      <w:r w:rsidRPr="009825D5">
        <w:t xml:space="preserve"> days after the </w:t>
      </w:r>
      <w:r w:rsidR="00837B87">
        <w:t>C</w:t>
      </w:r>
      <w:r>
        <w:t>ommenc</w:t>
      </w:r>
      <w:r w:rsidRPr="009825D5">
        <w:t>e</w:t>
      </w:r>
      <w:r>
        <w:t>ment</w:t>
      </w:r>
      <w:r w:rsidRPr="009825D5">
        <w:t xml:space="preserve"> </w:t>
      </w:r>
      <w:r w:rsidR="00837B87">
        <w:t>D</w:t>
      </w:r>
      <w:r w:rsidRPr="009825D5">
        <w:t>ate.  Any complaints, queries, requests, notices or like information relating to any of the Service Provider’s personnel which may in any way be reasonably regarded as material to the Service Provider's responsibility for their personnel shall be communicated</w:t>
      </w:r>
      <w:r w:rsidR="00F204FC">
        <w:t xml:space="preserve"> by SARS</w:t>
      </w:r>
      <w:r w:rsidRPr="009825D5">
        <w:t xml:space="preserve"> in writing to the </w:t>
      </w:r>
      <w:r w:rsidR="00F204FC">
        <w:t>Service Provider’s</w:t>
      </w:r>
      <w:r w:rsidR="00F204FC" w:rsidRPr="007B73A9">
        <w:t xml:space="preserve"> </w:t>
      </w:r>
      <w:r w:rsidR="007B45F9">
        <w:t>Project Manager</w:t>
      </w:r>
      <w:r w:rsidR="00F204FC">
        <w:t>.</w:t>
      </w:r>
      <w:r w:rsidRPr="009825D5">
        <w:t xml:space="preserve"> </w:t>
      </w:r>
      <w:r w:rsidR="00F204FC">
        <w:t>T</w:t>
      </w:r>
      <w:r w:rsidRPr="009825D5">
        <w:t xml:space="preserve">he Service Provider undertakes to take such action as may be appropriate in a timely manner upon receiving such notice. </w:t>
      </w:r>
    </w:p>
    <w:p w14:paraId="0ECE92C9" w14:textId="77777777" w:rsidR="005278EB" w:rsidRDefault="005278EB" w:rsidP="005823CA">
      <w:pPr>
        <w:pStyle w:val="StyleHeading2Tahoma"/>
        <w:ind w:left="993" w:hanging="993"/>
      </w:pPr>
    </w:p>
    <w:p w14:paraId="25E1F346" w14:textId="77777777" w:rsidR="005278EB" w:rsidRPr="009825D5" w:rsidRDefault="005278EB" w:rsidP="00E86353">
      <w:pPr>
        <w:pStyle w:val="StyleHeading1Tahoma"/>
      </w:pPr>
      <w:bookmarkStart w:id="62" w:name="_Toc462664220"/>
      <w:bookmarkStart w:id="63" w:name="_Toc472413036"/>
      <w:bookmarkStart w:id="64" w:name="_Toc501264312"/>
      <w:bookmarkStart w:id="65" w:name="_Toc52683439"/>
      <w:bookmarkStart w:id="66" w:name="_Toc296601359"/>
      <w:r w:rsidRPr="009825D5">
        <w:t>Changes to THE Service Level Agreement</w:t>
      </w:r>
      <w:bookmarkEnd w:id="62"/>
      <w:bookmarkEnd w:id="63"/>
      <w:bookmarkEnd w:id="64"/>
      <w:bookmarkEnd w:id="65"/>
      <w:bookmarkEnd w:id="66"/>
      <w:r w:rsidR="00AD349C">
        <w:fldChar w:fldCharType="begin"/>
      </w:r>
      <w:r w:rsidR="00AD349C">
        <w:instrText xml:space="preserve"> TC "</w:instrText>
      </w:r>
      <w:bookmarkStart w:id="67" w:name="_Toc67652864"/>
      <w:r w:rsidR="00AD349C" w:rsidRPr="004363E0">
        <w:rPr>
          <w:lang w:val="en-ZA"/>
        </w:rPr>
        <w:instrText>13.   CHANGES TO SERVICE LEVEL AGREEMENT</w:instrText>
      </w:r>
      <w:bookmarkEnd w:id="67"/>
      <w:r w:rsidR="00AD349C">
        <w:instrText xml:space="preserve">" \f C \l "1" </w:instrText>
      </w:r>
      <w:r w:rsidR="00AD349C">
        <w:fldChar w:fldCharType="end"/>
      </w:r>
    </w:p>
    <w:p w14:paraId="683E9E7E" w14:textId="77777777" w:rsidR="005278EB" w:rsidRPr="009825D5" w:rsidRDefault="005278EB" w:rsidP="005823CA">
      <w:pPr>
        <w:widowControl w:val="0"/>
        <w:spacing w:line="360" w:lineRule="auto"/>
        <w:ind w:left="993" w:hanging="993"/>
        <w:jc w:val="both"/>
        <w:rPr>
          <w:rFonts w:ascii="Arial" w:hAnsi="Arial" w:cs="Arial"/>
          <w:sz w:val="22"/>
          <w:szCs w:val="22"/>
        </w:rPr>
      </w:pPr>
    </w:p>
    <w:p w14:paraId="45532E5A" w14:textId="77777777" w:rsidR="005278EB" w:rsidRDefault="005278EB" w:rsidP="005823CA">
      <w:pPr>
        <w:pStyle w:val="StyleHeading2Tahoma"/>
        <w:numPr>
          <w:ilvl w:val="1"/>
          <w:numId w:val="15"/>
        </w:numPr>
        <w:tabs>
          <w:tab w:val="clear" w:pos="795"/>
          <w:tab w:val="num" w:pos="709"/>
        </w:tabs>
        <w:ind w:left="993" w:hanging="993"/>
        <w:rPr>
          <w:u w:val="single"/>
        </w:rPr>
      </w:pPr>
      <w:bookmarkStart w:id="68" w:name="_Toc462664222"/>
      <w:bookmarkStart w:id="69" w:name="_Toc472413038"/>
      <w:bookmarkStart w:id="70" w:name="_Toc501264314"/>
      <w:bookmarkStart w:id="71" w:name="_Toc52683441"/>
      <w:bookmarkStart w:id="72" w:name="_Ref330201334"/>
      <w:r w:rsidRPr="00333E3E">
        <w:rPr>
          <w:u w:val="single"/>
        </w:rPr>
        <w:t>Amendment to Agreement</w:t>
      </w:r>
      <w:bookmarkEnd w:id="68"/>
      <w:bookmarkEnd w:id="69"/>
      <w:bookmarkEnd w:id="70"/>
      <w:bookmarkEnd w:id="71"/>
      <w:bookmarkEnd w:id="72"/>
    </w:p>
    <w:p w14:paraId="2325FFB9" w14:textId="77777777" w:rsidR="005278EB" w:rsidRDefault="005278EB" w:rsidP="005823CA">
      <w:pPr>
        <w:pStyle w:val="StyleHeading2Tahoma"/>
        <w:ind w:left="993" w:hanging="993"/>
        <w:rPr>
          <w:u w:val="single"/>
        </w:rPr>
      </w:pPr>
    </w:p>
    <w:p w14:paraId="03D02B8F" w14:textId="77777777" w:rsidR="0019453A" w:rsidRDefault="005278EB" w:rsidP="00C14C65">
      <w:pPr>
        <w:pStyle w:val="StyleHeading2Tahoma"/>
        <w:ind w:left="993"/>
      </w:pPr>
      <w:r w:rsidRPr="009825D5">
        <w:t>Any amendment to th</w:t>
      </w:r>
      <w:r>
        <w:t>e terms and conditions of this A</w:t>
      </w:r>
      <w:r w:rsidRPr="009825D5">
        <w:t xml:space="preserve">greement must be approved by </w:t>
      </w:r>
      <w:r w:rsidR="00F204FC">
        <w:t xml:space="preserve">both </w:t>
      </w:r>
      <w:r w:rsidRPr="009825D5">
        <w:t xml:space="preserve">the Service Provider and </w:t>
      </w:r>
      <w:r>
        <w:t>SARS. The amendment of th</w:t>
      </w:r>
      <w:r w:rsidR="00F204FC">
        <w:t>is</w:t>
      </w:r>
      <w:r>
        <w:t xml:space="preserve"> A</w:t>
      </w:r>
      <w:r w:rsidRPr="009825D5">
        <w:t>greement w</w:t>
      </w:r>
      <w:r w:rsidR="00F204FC">
        <w:t>ill</w:t>
      </w:r>
      <w:r w:rsidRPr="009825D5">
        <w:t xml:space="preserve"> take place </w:t>
      </w:r>
      <w:r w:rsidR="00F204FC">
        <w:t xml:space="preserve">in the form of </w:t>
      </w:r>
      <w:r w:rsidRPr="009825D5">
        <w:t xml:space="preserve">an addendum </w:t>
      </w:r>
      <w:r w:rsidR="00F204FC">
        <w:t xml:space="preserve">which will be </w:t>
      </w:r>
      <w:r w:rsidRPr="009825D5">
        <w:t>r</w:t>
      </w:r>
      <w:r>
        <w:t>ecorded as an Appendix to this A</w:t>
      </w:r>
      <w:r w:rsidRPr="009825D5">
        <w:t>greement</w:t>
      </w:r>
      <w:r w:rsidR="00F204FC">
        <w:t xml:space="preserve"> and which must be duly signed by both Parties’ </w:t>
      </w:r>
      <w:r w:rsidR="007B45F9">
        <w:t>A</w:t>
      </w:r>
      <w:r w:rsidR="00F204FC">
        <w:t xml:space="preserve">uthorised </w:t>
      </w:r>
      <w:r w:rsidR="007B45F9">
        <w:t>R</w:t>
      </w:r>
      <w:r w:rsidR="00F204FC">
        <w:t>epresentatives.</w:t>
      </w:r>
    </w:p>
    <w:p w14:paraId="6423CE23" w14:textId="77777777" w:rsidR="005278EB" w:rsidRPr="00333E3E" w:rsidRDefault="005278EB" w:rsidP="005823CA">
      <w:pPr>
        <w:pStyle w:val="StyleHeading2Tahoma"/>
        <w:numPr>
          <w:ilvl w:val="1"/>
          <w:numId w:val="15"/>
        </w:numPr>
        <w:tabs>
          <w:tab w:val="clear" w:pos="795"/>
          <w:tab w:val="num" w:pos="709"/>
        </w:tabs>
        <w:ind w:left="993" w:hanging="993"/>
        <w:rPr>
          <w:u w:val="single"/>
        </w:rPr>
      </w:pPr>
      <w:bookmarkStart w:id="73" w:name="_Toc462664223"/>
      <w:bookmarkStart w:id="74" w:name="_Toc472413039"/>
      <w:bookmarkStart w:id="75" w:name="_Toc501264315"/>
      <w:bookmarkStart w:id="76" w:name="_Toc52683442"/>
      <w:r w:rsidRPr="00333E3E">
        <w:rPr>
          <w:u w:val="single"/>
        </w:rPr>
        <w:t xml:space="preserve">New </w:t>
      </w:r>
      <w:bookmarkEnd w:id="73"/>
      <w:bookmarkEnd w:id="74"/>
      <w:bookmarkEnd w:id="75"/>
      <w:bookmarkEnd w:id="76"/>
      <w:r w:rsidRPr="00333E3E">
        <w:rPr>
          <w:u w:val="single"/>
        </w:rPr>
        <w:t>Services to Agreement</w:t>
      </w:r>
    </w:p>
    <w:p w14:paraId="4CA7EF9A" w14:textId="77777777" w:rsidR="005278EB" w:rsidRPr="009825D5" w:rsidRDefault="005278EB" w:rsidP="005823CA">
      <w:pPr>
        <w:pStyle w:val="StyleHeading2Tahoma"/>
        <w:ind w:left="993" w:hanging="993"/>
      </w:pPr>
    </w:p>
    <w:p w14:paraId="619FCD72" w14:textId="77777777" w:rsidR="005278EB" w:rsidRPr="009825D5" w:rsidRDefault="00F204FC" w:rsidP="005823CA">
      <w:pPr>
        <w:pStyle w:val="StyleHeading2Tahoma"/>
        <w:ind w:left="993"/>
      </w:pPr>
      <w:r>
        <w:t>The Parties will agree in writing to the addition of n</w:t>
      </w:r>
      <w:r w:rsidR="005278EB">
        <w:t>ew S</w:t>
      </w:r>
      <w:r w:rsidR="005278EB" w:rsidRPr="009825D5">
        <w:t xml:space="preserve">ervices </w:t>
      </w:r>
      <w:r w:rsidR="005278EB">
        <w:t xml:space="preserve">during the term of this </w:t>
      </w:r>
      <w:r w:rsidR="005278EB">
        <w:lastRenderedPageBreak/>
        <w:t>A</w:t>
      </w:r>
      <w:r w:rsidR="005278EB" w:rsidRPr="009825D5">
        <w:t>greement</w:t>
      </w:r>
      <w:r>
        <w:t>, where after such new Services</w:t>
      </w:r>
      <w:r w:rsidR="005278EB" w:rsidRPr="009825D5">
        <w:t xml:space="preserve"> will be incorporated into the </w:t>
      </w:r>
      <w:r w:rsidR="001F0159">
        <w:t>definition of Services as defined</w:t>
      </w:r>
      <w:r w:rsidR="005278EB" w:rsidRPr="009825D5">
        <w:t>. The Service Provider will be responsible for initiating and ensuring</w:t>
      </w:r>
      <w:r w:rsidR="005278EB">
        <w:t xml:space="preserve"> completion of the </w:t>
      </w:r>
      <w:r>
        <w:t>new</w:t>
      </w:r>
      <w:r w:rsidR="005278EB">
        <w:t xml:space="preserve"> Services. These S</w:t>
      </w:r>
      <w:r w:rsidR="005278EB" w:rsidRPr="009825D5">
        <w:t xml:space="preserve">ervices will </w:t>
      </w:r>
      <w:r>
        <w:t xml:space="preserve">further </w:t>
      </w:r>
      <w:r w:rsidR="005278EB" w:rsidRPr="009825D5">
        <w:t>be incorporated in</w:t>
      </w:r>
      <w:r w:rsidR="00445CBE">
        <w:t>to</w:t>
      </w:r>
      <w:r w:rsidR="005278EB" w:rsidRPr="009825D5">
        <w:t xml:space="preserve"> the </w:t>
      </w:r>
      <w:r w:rsidR="00445CBE">
        <w:t>s</w:t>
      </w:r>
      <w:r w:rsidR="005278EB" w:rsidRPr="009825D5">
        <w:t>cope</w:t>
      </w:r>
      <w:r w:rsidR="00F607F6">
        <w:t xml:space="preserve"> of </w:t>
      </w:r>
      <w:r w:rsidR="00445CBE">
        <w:t>w</w:t>
      </w:r>
      <w:r w:rsidR="00F607F6">
        <w:t>ork</w:t>
      </w:r>
      <w:r w:rsidR="00445CBE">
        <w:t xml:space="preserve"> </w:t>
      </w:r>
      <w:r>
        <w:t xml:space="preserve">to be </w:t>
      </w:r>
      <w:r w:rsidR="00445CBE">
        <w:t>carried out by the Service Provider</w:t>
      </w:r>
      <w:r w:rsidR="00F607F6">
        <w:t xml:space="preserve">. </w:t>
      </w:r>
      <w:r>
        <w:t>C</w:t>
      </w:r>
      <w:r w:rsidR="00F607F6">
        <w:t>hanges to the S</w:t>
      </w:r>
      <w:r w:rsidR="005278EB" w:rsidRPr="009825D5">
        <w:t>ervice</w:t>
      </w:r>
      <w:r w:rsidR="00F607F6">
        <w:t>s</w:t>
      </w:r>
      <w:r w:rsidR="005278EB" w:rsidRPr="009825D5">
        <w:t xml:space="preserve"> may be reviewed on a regular basis</w:t>
      </w:r>
      <w:r>
        <w:t xml:space="preserve"> upon written request made by either Party.</w:t>
      </w:r>
      <w:r w:rsidR="005278EB" w:rsidRPr="009825D5">
        <w:t xml:space="preserve"> </w:t>
      </w:r>
      <w:r>
        <w:t xml:space="preserve">Such </w:t>
      </w:r>
      <w:r w:rsidR="005278EB" w:rsidRPr="009825D5">
        <w:t xml:space="preserve">changes will </w:t>
      </w:r>
      <w:r>
        <w:t xml:space="preserve">be </w:t>
      </w:r>
      <w:proofErr w:type="gramStart"/>
      <w:r>
        <w:t>effected</w:t>
      </w:r>
      <w:proofErr w:type="gramEnd"/>
      <w:r>
        <w:t xml:space="preserve"> by </w:t>
      </w:r>
      <w:r w:rsidR="005278EB" w:rsidRPr="009825D5">
        <w:t>follow</w:t>
      </w:r>
      <w:r>
        <w:t>ing</w:t>
      </w:r>
      <w:r w:rsidR="005278EB" w:rsidRPr="009825D5">
        <w:t xml:space="preserve"> the process described </w:t>
      </w:r>
      <w:r w:rsidR="00FF0E63" w:rsidRPr="009825D5">
        <w:t xml:space="preserve">in </w:t>
      </w:r>
      <w:r w:rsidR="00EC0C52" w:rsidRPr="00EC0C52">
        <w:rPr>
          <w:b/>
        </w:rPr>
        <w:t xml:space="preserve">Clause </w:t>
      </w:r>
      <w:r w:rsidRPr="00EC0C52">
        <w:rPr>
          <w:b/>
        </w:rPr>
        <w:fldChar w:fldCharType="begin"/>
      </w:r>
      <w:r w:rsidRPr="00EC0C52">
        <w:rPr>
          <w:b/>
        </w:rPr>
        <w:instrText xml:space="preserve"> REF _Ref330201334 \r \h </w:instrText>
      </w:r>
      <w:r w:rsidR="00EC0C52">
        <w:rPr>
          <w:b/>
        </w:rPr>
        <w:instrText xml:space="preserve"> \* MERGEFORMAT </w:instrText>
      </w:r>
      <w:r w:rsidRPr="00EC0C52">
        <w:rPr>
          <w:b/>
        </w:rPr>
      </w:r>
      <w:r w:rsidRPr="00EC0C52">
        <w:rPr>
          <w:b/>
        </w:rPr>
        <w:fldChar w:fldCharType="separate"/>
      </w:r>
      <w:r w:rsidR="00162E86">
        <w:rPr>
          <w:b/>
        </w:rPr>
        <w:t>15.1</w:t>
      </w:r>
      <w:r w:rsidRPr="00EC0C52">
        <w:rPr>
          <w:b/>
        </w:rPr>
        <w:fldChar w:fldCharType="end"/>
      </w:r>
      <w:r>
        <w:t xml:space="preserve"> </w:t>
      </w:r>
      <w:r w:rsidR="005278EB" w:rsidRPr="009825D5">
        <w:t>above.</w:t>
      </w:r>
    </w:p>
    <w:p w14:paraId="4A997AD6" w14:textId="77777777" w:rsidR="00781D5C" w:rsidRDefault="00781D5C" w:rsidP="00E86353">
      <w:pPr>
        <w:pStyle w:val="StyleHeading1Tahoma"/>
        <w:numPr>
          <w:ilvl w:val="0"/>
          <w:numId w:val="0"/>
        </w:numPr>
      </w:pPr>
      <w:bookmarkStart w:id="77" w:name="_Toc296601360"/>
    </w:p>
    <w:p w14:paraId="7D0A3735" w14:textId="77777777" w:rsidR="005278EB" w:rsidRPr="009825D5" w:rsidRDefault="005278EB" w:rsidP="00E86353">
      <w:pPr>
        <w:pStyle w:val="StyleHeading1Tahoma"/>
      </w:pPr>
      <w:bookmarkStart w:id="78" w:name="_Ref334428628"/>
      <w:r w:rsidRPr="009825D5">
        <w:t>WARRANTIES</w:t>
      </w:r>
      <w:bookmarkEnd w:id="77"/>
      <w:bookmarkEnd w:id="78"/>
      <w:r w:rsidR="00106548">
        <w:fldChar w:fldCharType="begin"/>
      </w:r>
      <w:r w:rsidR="00106548">
        <w:instrText xml:space="preserve"> TC "</w:instrText>
      </w:r>
      <w:bookmarkStart w:id="79" w:name="_Toc67652865"/>
      <w:r w:rsidR="00106548" w:rsidRPr="00067098">
        <w:rPr>
          <w:lang w:val="en-ZA"/>
        </w:rPr>
        <w:instrText>14.   WARRANTIES</w:instrText>
      </w:r>
      <w:bookmarkEnd w:id="79"/>
      <w:r w:rsidR="00106548">
        <w:instrText xml:space="preserve">" \f C \l "1" </w:instrText>
      </w:r>
      <w:r w:rsidR="00106548">
        <w:fldChar w:fldCharType="end"/>
      </w:r>
    </w:p>
    <w:p w14:paraId="0BF4F9CC" w14:textId="77777777" w:rsidR="005278EB" w:rsidRPr="009825D5" w:rsidRDefault="005278EB" w:rsidP="00E86353">
      <w:pPr>
        <w:pStyle w:val="StyleHeading1Tahoma"/>
        <w:numPr>
          <w:ilvl w:val="0"/>
          <w:numId w:val="0"/>
        </w:numPr>
        <w:ind w:left="993"/>
      </w:pPr>
    </w:p>
    <w:p w14:paraId="501FBF3B" w14:textId="77777777" w:rsidR="005278EB" w:rsidRDefault="005278EB" w:rsidP="005823CA">
      <w:pPr>
        <w:pStyle w:val="StyleHeading2Tahoma"/>
        <w:numPr>
          <w:ilvl w:val="1"/>
          <w:numId w:val="16"/>
        </w:numPr>
        <w:tabs>
          <w:tab w:val="clear" w:pos="795"/>
          <w:tab w:val="num" w:pos="709"/>
        </w:tabs>
        <w:ind w:left="993" w:hanging="993"/>
      </w:pPr>
      <w:r w:rsidRPr="009825D5">
        <w:t xml:space="preserve">The Service Provider hereby represents and warrants to SARS that </w:t>
      </w:r>
      <w:r>
        <w:t>–</w:t>
      </w:r>
    </w:p>
    <w:p w14:paraId="6CF81625" w14:textId="77777777" w:rsidR="005278EB" w:rsidRPr="009825D5" w:rsidRDefault="005278EB" w:rsidP="005823CA">
      <w:pPr>
        <w:pStyle w:val="StyleHeading2Tahoma"/>
        <w:ind w:left="993" w:hanging="993"/>
      </w:pPr>
    </w:p>
    <w:p w14:paraId="04766FDF" w14:textId="77777777" w:rsidR="005278EB" w:rsidRDefault="005278EB" w:rsidP="005823CA">
      <w:pPr>
        <w:pStyle w:val="StyleHeading2Tahoma"/>
        <w:numPr>
          <w:ilvl w:val="2"/>
          <w:numId w:val="16"/>
        </w:numPr>
        <w:tabs>
          <w:tab w:val="clear" w:pos="1440"/>
          <w:tab w:val="num" w:pos="1985"/>
        </w:tabs>
        <w:ind w:left="1985" w:hanging="992"/>
      </w:pPr>
      <w:r w:rsidRPr="009825D5">
        <w:t>this Agreement has been duly authorised and executed by it and constitutes a legal, valid and binding set of obligations on it;</w:t>
      </w:r>
    </w:p>
    <w:p w14:paraId="4EAE7D2D" w14:textId="77777777" w:rsidR="005278EB" w:rsidRDefault="005278EB" w:rsidP="005823CA">
      <w:pPr>
        <w:pStyle w:val="StyleHeading2Tahoma"/>
        <w:ind w:left="993" w:hanging="993"/>
      </w:pPr>
    </w:p>
    <w:p w14:paraId="170505E9" w14:textId="77777777" w:rsidR="005278EB" w:rsidRDefault="005278EB" w:rsidP="005823CA">
      <w:pPr>
        <w:pStyle w:val="StyleHeading2Tahoma"/>
        <w:numPr>
          <w:ilvl w:val="2"/>
          <w:numId w:val="16"/>
        </w:numPr>
        <w:tabs>
          <w:tab w:val="clear" w:pos="1440"/>
          <w:tab w:val="num" w:pos="1985"/>
        </w:tabs>
        <w:ind w:left="1985" w:hanging="992"/>
      </w:pPr>
      <w:r w:rsidRPr="009825D5">
        <w:t>it is acting as a principal and not as an agent of an undisclosed principal;</w:t>
      </w:r>
    </w:p>
    <w:p w14:paraId="36C077F6" w14:textId="77777777" w:rsidR="005278EB" w:rsidRDefault="005278EB" w:rsidP="005823CA">
      <w:pPr>
        <w:pStyle w:val="StyleHeading2Tahoma"/>
        <w:ind w:left="993" w:hanging="993"/>
      </w:pPr>
    </w:p>
    <w:p w14:paraId="10C6FAAD" w14:textId="77777777" w:rsidR="005278EB" w:rsidRDefault="005278EB" w:rsidP="005823CA">
      <w:pPr>
        <w:pStyle w:val="StyleHeading2Tahoma"/>
        <w:numPr>
          <w:ilvl w:val="2"/>
          <w:numId w:val="16"/>
        </w:numPr>
        <w:tabs>
          <w:tab w:val="clear" w:pos="1440"/>
          <w:tab w:val="num" w:pos="1985"/>
        </w:tabs>
        <w:ind w:left="1985" w:hanging="992"/>
      </w:pPr>
      <w:r w:rsidRPr="009825D5">
        <w:t xml:space="preserve">the execution and performance of the terms and conditions of this Agreement does not constitute a violation of any statute, judgment, order, decree or regulation or rule of any </w:t>
      </w:r>
      <w:r w:rsidR="00837B87">
        <w:t>C</w:t>
      </w:r>
      <w:r w:rsidRPr="009825D5">
        <w:t>ourt, competent authority or arbitrator or competent jurisdiction applicable or relating to it, its assets or its business, or its memorandum, articles of association or any other documents or any binding obligation, contract or agreement to which it is a party or by which it or its assets are bound;</w:t>
      </w:r>
    </w:p>
    <w:p w14:paraId="3C8B7E50" w14:textId="77777777" w:rsidR="005278EB" w:rsidRDefault="005278EB" w:rsidP="005823CA">
      <w:pPr>
        <w:pStyle w:val="StyleHeading2Tahoma"/>
        <w:ind w:left="993" w:hanging="993"/>
      </w:pPr>
    </w:p>
    <w:p w14:paraId="4E799722" w14:textId="77777777" w:rsidR="004641D2" w:rsidRDefault="005278EB" w:rsidP="005823CA">
      <w:pPr>
        <w:pStyle w:val="StyleHeading2Tahoma"/>
        <w:numPr>
          <w:ilvl w:val="2"/>
          <w:numId w:val="16"/>
        </w:numPr>
        <w:tabs>
          <w:tab w:val="clear" w:pos="1440"/>
          <w:tab w:val="num" w:pos="1985"/>
        </w:tabs>
        <w:ind w:left="1985" w:hanging="992"/>
      </w:pPr>
      <w:r w:rsidRPr="009825D5">
        <w:t>it is, at the Commencement Date of this Agreement, in compliance with, and throughout the term it will remain in c</w:t>
      </w:r>
      <w:r>
        <w:t>ompliance with, all applicable L</w:t>
      </w:r>
      <w:r w:rsidRPr="009825D5">
        <w:t xml:space="preserve">aws relating to taxation in </w:t>
      </w:r>
      <w:r>
        <w:t xml:space="preserve">the Republic of </w:t>
      </w:r>
      <w:r w:rsidRPr="009825D5">
        <w:t xml:space="preserve">South Africa.  The Service Provider further warrants to SARS that it will deliver to SARS upon the Signature Date, and on each anniversary thereof during the term of the Agreement, a valid tax clearance certificate </w:t>
      </w:r>
      <w:r>
        <w:t xml:space="preserve">issued for the then </w:t>
      </w:r>
      <w:r w:rsidRPr="009825D5">
        <w:t>current year.  Failure to provide such a certificate will entitle SARS to withhold payment or alternatively to terminate the Agreement with immediate effect and without incurring any liability in connection with such termination.</w:t>
      </w:r>
      <w:bookmarkStart w:id="80" w:name="_Ref209926215"/>
    </w:p>
    <w:p w14:paraId="29A7C58D" w14:textId="77777777" w:rsidR="004641D2" w:rsidRDefault="004641D2" w:rsidP="005823CA">
      <w:pPr>
        <w:pStyle w:val="ListParagraph"/>
        <w:spacing w:line="360" w:lineRule="auto"/>
        <w:ind w:left="993" w:hanging="993"/>
      </w:pPr>
    </w:p>
    <w:p w14:paraId="24526FAA" w14:textId="77777777" w:rsidR="004641D2" w:rsidRPr="0046196F" w:rsidRDefault="004641D2" w:rsidP="005823CA">
      <w:pPr>
        <w:pStyle w:val="StyleHeading2Tahoma"/>
        <w:numPr>
          <w:ilvl w:val="2"/>
          <w:numId w:val="16"/>
        </w:numPr>
        <w:tabs>
          <w:tab w:val="clear" w:pos="1440"/>
          <w:tab w:val="num" w:pos="1985"/>
        </w:tabs>
        <w:ind w:left="1985" w:hanging="992"/>
      </w:pPr>
      <w:r>
        <w:t xml:space="preserve">it will </w:t>
      </w:r>
      <w:r w:rsidRPr="004F78C8">
        <w:t xml:space="preserve">comply in all respects with the requirements of the Broad-Based Black </w:t>
      </w:r>
      <w:r w:rsidRPr="004F78C8">
        <w:lastRenderedPageBreak/>
        <w:t>Economic Empowerment Act, 2003 (Act No. 53 of 2003) (hereafter referred to as the BBBEE Act) as will be amended from time to time, and the Codes of Good Practice issued in terms of the BBBEE Act.</w:t>
      </w:r>
      <w:r>
        <w:t xml:space="preserve">  </w:t>
      </w:r>
      <w:r w:rsidRPr="004F78C8">
        <w:t xml:space="preserve">Upon signature of this Agreement and one </w:t>
      </w:r>
      <w:r>
        <w:t>(</w:t>
      </w:r>
      <w:r w:rsidRPr="004F78C8">
        <w:t>1</w:t>
      </w:r>
      <w:r>
        <w:t>)</w:t>
      </w:r>
      <w:r w:rsidRPr="004F78C8">
        <w:t xml:space="preserve"> calendar month after the expiry of a current certificate for a particular year, </w:t>
      </w:r>
      <w:r>
        <w:t>the Service Provider s</w:t>
      </w:r>
      <w:r w:rsidRPr="004F78C8">
        <w:t xml:space="preserve">hall provide SARS with a certified copy of its BEE </w:t>
      </w:r>
      <w:r>
        <w:t xml:space="preserve">Certificate and </w:t>
      </w:r>
      <w:r w:rsidRPr="004F78C8">
        <w:t>rating status from an agency accredited by the South African National Accreditation System.</w:t>
      </w:r>
      <w:bookmarkStart w:id="81" w:name="_Ref220388441"/>
      <w:r>
        <w:t xml:space="preserve">  </w:t>
      </w:r>
      <w:r w:rsidRPr="004F78C8">
        <w:t>During the currency of this Agreement (including any extension or renewal hereof which may apply), the Service Provider shall use reasonable endeavours to maintain and</w:t>
      </w:r>
      <w:r w:rsidR="00F204FC">
        <w:t>/or</w:t>
      </w:r>
      <w:r w:rsidRPr="004F78C8">
        <w:t xml:space="preserve"> improve its current BEE rating status.</w:t>
      </w:r>
      <w:bookmarkEnd w:id="81"/>
      <w:r>
        <w:t xml:space="preserve">  </w:t>
      </w:r>
      <w:r w:rsidRPr="004F78C8">
        <w:t xml:space="preserve">A failure to provide a certified copy of its BEE </w:t>
      </w:r>
      <w:r>
        <w:t xml:space="preserve">Certificate and </w:t>
      </w:r>
      <w:r w:rsidRPr="004F78C8">
        <w:t xml:space="preserve">rating status or a failure to comply with </w:t>
      </w:r>
      <w:r>
        <w:t>the provisions of this C</w:t>
      </w:r>
      <w:r w:rsidRPr="004F78C8">
        <w:t xml:space="preserve">lause will entitle SARS to terminate the Agreement by giving the Service Provider one </w:t>
      </w:r>
      <w:r>
        <w:t>(</w:t>
      </w:r>
      <w:r w:rsidRPr="004F78C8">
        <w:t>1</w:t>
      </w:r>
      <w:r>
        <w:t>)</w:t>
      </w:r>
      <w:r w:rsidRPr="004F78C8">
        <w:t xml:space="preserve"> month's written notice.</w:t>
      </w:r>
    </w:p>
    <w:p w14:paraId="0992A481" w14:textId="77777777" w:rsidR="005278EB" w:rsidRDefault="005278EB" w:rsidP="005823CA">
      <w:pPr>
        <w:pStyle w:val="StyleHeading2Tahoma"/>
        <w:ind w:left="993" w:hanging="993"/>
      </w:pPr>
    </w:p>
    <w:p w14:paraId="59BD90E0" w14:textId="77777777" w:rsidR="005278EB" w:rsidRDefault="005278EB" w:rsidP="005823CA">
      <w:pPr>
        <w:pStyle w:val="StyleHeading2Tahoma"/>
        <w:numPr>
          <w:ilvl w:val="2"/>
          <w:numId w:val="16"/>
        </w:numPr>
        <w:tabs>
          <w:tab w:val="clear" w:pos="1440"/>
          <w:tab w:val="num" w:pos="1985"/>
        </w:tabs>
        <w:ind w:left="1985" w:hanging="992"/>
      </w:pPr>
      <w:bookmarkStart w:id="82" w:name="_Ref334428845"/>
      <w:r w:rsidRPr="009825D5">
        <w:t>it will for the duration of this Agreement maintain a complete audit trail of all transactions under this Agreement, sufficient to permit a complete audit thereof. The Service Provider will provide SARS and SARS’s auditors access at reasonable times to information, records and documentation relating to the Services for the purpose of performing audits, examinations and inspections of the Service Provider, in order to verify the Service Provider’s compliance with all the terms of this Agreement and to enable SARS to comply with the requirements of its regulators and governmental entities having jurisdiction.</w:t>
      </w:r>
      <w:bookmarkEnd w:id="80"/>
      <w:bookmarkEnd w:id="82"/>
    </w:p>
    <w:p w14:paraId="586BBB10" w14:textId="77777777" w:rsidR="006F005A" w:rsidRDefault="006F005A" w:rsidP="005823CA">
      <w:pPr>
        <w:pStyle w:val="StyleHeading2Tahoma"/>
        <w:ind w:left="993" w:hanging="993"/>
      </w:pPr>
    </w:p>
    <w:p w14:paraId="37F43EE9" w14:textId="77777777" w:rsidR="005278EB" w:rsidRDefault="005278EB" w:rsidP="005823CA">
      <w:pPr>
        <w:pStyle w:val="StyleHeading2Tahoma"/>
        <w:numPr>
          <w:ilvl w:val="2"/>
          <w:numId w:val="16"/>
        </w:numPr>
        <w:tabs>
          <w:tab w:val="clear" w:pos="1440"/>
          <w:tab w:val="num" w:pos="1985"/>
        </w:tabs>
        <w:ind w:left="1985" w:hanging="992"/>
      </w:pPr>
      <w:r w:rsidRPr="009825D5">
        <w:t xml:space="preserve">it will treat as strictly confidential all information, including Confidential Information, </w:t>
      </w:r>
      <w:proofErr w:type="gramStart"/>
      <w:r w:rsidRPr="009825D5">
        <w:t>received</w:t>
      </w:r>
      <w:proofErr w:type="gramEnd"/>
      <w:r w:rsidRPr="009825D5">
        <w:t xml:space="preserve"> or obtained as a result of entering into, or performing in terms of, this Agreement.</w:t>
      </w:r>
    </w:p>
    <w:p w14:paraId="301E5247" w14:textId="77777777" w:rsidR="005278EB" w:rsidRDefault="005278EB" w:rsidP="005823CA">
      <w:pPr>
        <w:pStyle w:val="StyleHeading2Tahoma"/>
        <w:ind w:left="993" w:hanging="993"/>
      </w:pPr>
    </w:p>
    <w:p w14:paraId="16473B46" w14:textId="77777777" w:rsidR="005278EB" w:rsidRPr="009825D5" w:rsidRDefault="005278EB" w:rsidP="005823CA">
      <w:pPr>
        <w:pStyle w:val="StyleHeading2Tahoma"/>
        <w:numPr>
          <w:ilvl w:val="2"/>
          <w:numId w:val="16"/>
        </w:numPr>
        <w:tabs>
          <w:tab w:val="clear" w:pos="1440"/>
          <w:tab w:val="num" w:pos="1985"/>
        </w:tabs>
        <w:ind w:left="1985" w:hanging="992"/>
      </w:pPr>
      <w:r w:rsidRPr="009825D5">
        <w:t xml:space="preserve">throughout the duration of this </w:t>
      </w:r>
      <w:proofErr w:type="gramStart"/>
      <w:r w:rsidRPr="009825D5">
        <w:t>Agreement</w:t>
      </w:r>
      <w:proofErr w:type="gramEnd"/>
      <w:r w:rsidRPr="009825D5">
        <w:t xml:space="preserve"> it will have the resources, skills, qualifications and experience necessary to provide the Services.</w:t>
      </w:r>
    </w:p>
    <w:p w14:paraId="45B998DD" w14:textId="77777777" w:rsidR="005278EB" w:rsidRPr="009825D5" w:rsidRDefault="005278EB" w:rsidP="005823CA">
      <w:pPr>
        <w:pStyle w:val="StyleHeading3NotItalic"/>
        <w:ind w:left="993" w:hanging="993"/>
      </w:pPr>
    </w:p>
    <w:p w14:paraId="7C2A251B" w14:textId="77777777" w:rsidR="005278EB" w:rsidRDefault="005278EB" w:rsidP="00CF2CEF">
      <w:pPr>
        <w:pStyle w:val="StyleHeading2Tahoma"/>
        <w:numPr>
          <w:ilvl w:val="1"/>
          <w:numId w:val="16"/>
        </w:numPr>
        <w:tabs>
          <w:tab w:val="clear" w:pos="795"/>
          <w:tab w:val="num" w:pos="709"/>
        </w:tabs>
        <w:ind w:left="709" w:hanging="709"/>
      </w:pPr>
      <w:r w:rsidRPr="009825D5">
        <w:t>It is expressly agreed between the Parties that each warranty and representation given by the Service Provider in this Agreement is material, goes to the root of this Agreement and have induced SARS to conclude this Agreement.</w:t>
      </w:r>
    </w:p>
    <w:p w14:paraId="77DE804E" w14:textId="77777777" w:rsidR="005278EB" w:rsidRDefault="005278EB" w:rsidP="005823CA">
      <w:pPr>
        <w:pStyle w:val="StyleHeading2Tahoma"/>
        <w:ind w:left="993" w:hanging="993"/>
      </w:pPr>
    </w:p>
    <w:p w14:paraId="2DED2826" w14:textId="77777777" w:rsidR="005278EB" w:rsidRPr="00F9407C" w:rsidRDefault="005278EB" w:rsidP="005823CA">
      <w:pPr>
        <w:pStyle w:val="StyleHeading2Tahoma"/>
        <w:numPr>
          <w:ilvl w:val="1"/>
          <w:numId w:val="16"/>
        </w:numPr>
        <w:tabs>
          <w:tab w:val="clear" w:pos="795"/>
          <w:tab w:val="num" w:pos="709"/>
        </w:tabs>
        <w:ind w:left="993" w:hanging="993"/>
      </w:pPr>
      <w:r w:rsidRPr="009825D5">
        <w:t xml:space="preserve">The provisions of this </w:t>
      </w:r>
      <w:r w:rsidRPr="00DE29E0">
        <w:rPr>
          <w:b/>
        </w:rPr>
        <w:t xml:space="preserve">Clause </w:t>
      </w:r>
      <w:r w:rsidR="0084179D">
        <w:rPr>
          <w:b/>
        </w:rPr>
        <w:fldChar w:fldCharType="begin"/>
      </w:r>
      <w:r w:rsidR="0084179D">
        <w:rPr>
          <w:b/>
        </w:rPr>
        <w:instrText xml:space="preserve"> REF _Ref334428628 \r \h </w:instrText>
      </w:r>
      <w:r w:rsidR="0084179D">
        <w:rPr>
          <w:b/>
        </w:rPr>
      </w:r>
      <w:r w:rsidR="0084179D">
        <w:rPr>
          <w:b/>
        </w:rPr>
        <w:fldChar w:fldCharType="separate"/>
      </w:r>
      <w:r w:rsidR="00162E86">
        <w:rPr>
          <w:b/>
        </w:rPr>
        <w:t>17</w:t>
      </w:r>
      <w:r w:rsidR="0084179D">
        <w:rPr>
          <w:b/>
        </w:rPr>
        <w:fldChar w:fldCharType="end"/>
      </w:r>
      <w:r w:rsidRPr="009825D5">
        <w:t xml:space="preserve"> will survive the termination of this Agreement.</w:t>
      </w:r>
      <w:bookmarkStart w:id="83" w:name="_Toc462664206"/>
      <w:bookmarkStart w:id="84" w:name="_Toc472413056"/>
      <w:bookmarkStart w:id="85" w:name="_Toc501264330"/>
      <w:bookmarkStart w:id="86" w:name="_Toc52683454"/>
    </w:p>
    <w:p w14:paraId="7E29FE5C" w14:textId="77777777" w:rsidR="00A3219D" w:rsidRPr="009825D5" w:rsidRDefault="00A3219D" w:rsidP="00E86353">
      <w:pPr>
        <w:pStyle w:val="StyleHeading1Tahoma"/>
        <w:numPr>
          <w:ilvl w:val="0"/>
          <w:numId w:val="0"/>
        </w:numPr>
        <w:ind w:left="993"/>
      </w:pPr>
    </w:p>
    <w:p w14:paraId="2C101758" w14:textId="77777777" w:rsidR="005278EB" w:rsidRPr="009825D5" w:rsidRDefault="005278EB" w:rsidP="00E86353">
      <w:pPr>
        <w:pStyle w:val="StyleHeading1Tahoma"/>
      </w:pPr>
      <w:bookmarkStart w:id="87" w:name="_Toc296601361"/>
      <w:bookmarkEnd w:id="83"/>
      <w:bookmarkEnd w:id="84"/>
      <w:bookmarkEnd w:id="85"/>
      <w:bookmarkEnd w:id="86"/>
      <w:r w:rsidRPr="009825D5">
        <w:rPr>
          <w:lang w:eastAsia="en-GB"/>
        </w:rPr>
        <w:t>HEALTH, SAFETY AND SECURITY PROCEDURES AND GUIDELINES</w:t>
      </w:r>
      <w:bookmarkEnd w:id="87"/>
      <w:r w:rsidR="00106548">
        <w:rPr>
          <w:lang w:eastAsia="en-GB"/>
        </w:rPr>
        <w:fldChar w:fldCharType="begin"/>
      </w:r>
      <w:r w:rsidR="00106548">
        <w:instrText xml:space="preserve"> TC "</w:instrText>
      </w:r>
      <w:bookmarkStart w:id="88" w:name="_Toc67652866"/>
      <w:r w:rsidR="00106548" w:rsidRPr="00877EDD">
        <w:rPr>
          <w:lang w:val="en-ZA"/>
        </w:rPr>
        <w:instrText>15.   HEALTH, SAFETY AND SECURITY PROCEDURES AND GUIDELINES</w:instrText>
      </w:r>
      <w:bookmarkEnd w:id="88"/>
      <w:r w:rsidR="00106548">
        <w:instrText xml:space="preserve">" \f C \l "1" </w:instrText>
      </w:r>
      <w:r w:rsidR="00106548">
        <w:rPr>
          <w:lang w:eastAsia="en-GB"/>
        </w:rPr>
        <w:fldChar w:fldCharType="end"/>
      </w:r>
    </w:p>
    <w:p w14:paraId="005C51A1" w14:textId="77777777" w:rsidR="005278EB" w:rsidRPr="009825D5" w:rsidRDefault="005278EB" w:rsidP="00E86353">
      <w:pPr>
        <w:pStyle w:val="StyleHeading1Tahoma"/>
        <w:numPr>
          <w:ilvl w:val="0"/>
          <w:numId w:val="0"/>
        </w:numPr>
        <w:ind w:left="993"/>
      </w:pPr>
    </w:p>
    <w:p w14:paraId="70B44BFA" w14:textId="77777777" w:rsidR="005278EB" w:rsidRDefault="005278EB" w:rsidP="00CF2CEF">
      <w:pPr>
        <w:pStyle w:val="StyleHeading2Tahoma"/>
        <w:numPr>
          <w:ilvl w:val="1"/>
          <w:numId w:val="17"/>
        </w:numPr>
        <w:tabs>
          <w:tab w:val="clear" w:pos="795"/>
          <w:tab w:val="num" w:pos="709"/>
        </w:tabs>
        <w:ind w:left="709" w:hanging="709"/>
      </w:pPr>
      <w:bookmarkStart w:id="89" w:name="_Toc501264331"/>
      <w:bookmarkStart w:id="90" w:name="_Toc52683455"/>
      <w:r w:rsidRPr="009825D5">
        <w:t>The Service Provider will ensure that its personnel will at all times, whilst on SARS's premises, adhere to the standard health, safety and security procedures and guidelines applicable to SARS's personnel, as such procedures and guidelines may be changed by SARS from time to time and are available to the Service Provider on request. Should SARS at any time have reason to believe that any member of the Service Provider's personnel is failing to comply with such standard health, safety and security procedures and guidelines, SARS will be entitled to deny such member of the Service Provider's personnel access to any or all of SARS's premises and require the Service Provider to replace such member of its personnel without delay. The Service Provider will not be relieved of its obligations under this Agreement as a result of such denial of access, and SARS will have no liability to the Service Provider with regard thereto.</w:t>
      </w:r>
    </w:p>
    <w:p w14:paraId="4FD3A264" w14:textId="77777777" w:rsidR="005278EB" w:rsidRDefault="005278EB" w:rsidP="005823CA">
      <w:pPr>
        <w:pStyle w:val="StyleHeading2Tahoma"/>
        <w:ind w:left="993" w:hanging="993"/>
      </w:pPr>
    </w:p>
    <w:p w14:paraId="0509C633" w14:textId="77777777" w:rsidR="005278EB" w:rsidRDefault="005278EB" w:rsidP="00CF2CEF">
      <w:pPr>
        <w:pStyle w:val="StyleHeading2Tahoma"/>
        <w:numPr>
          <w:ilvl w:val="1"/>
          <w:numId w:val="17"/>
        </w:numPr>
        <w:tabs>
          <w:tab w:val="clear" w:pos="795"/>
          <w:tab w:val="num" w:pos="709"/>
        </w:tabs>
        <w:ind w:left="709" w:hanging="709"/>
      </w:pPr>
      <w:r w:rsidRPr="009825D5">
        <w:t>The Service Provider hereby agrees and undertakes, in terms of the Occupational Health and Safety Act</w:t>
      </w:r>
      <w:r>
        <w:t>, 1993 (Act</w:t>
      </w:r>
      <w:r w:rsidRPr="009825D5">
        <w:t xml:space="preserve"> No. 85 of 1993</w:t>
      </w:r>
      <w:r>
        <w:t>)</w:t>
      </w:r>
      <w:r w:rsidRPr="009825D5">
        <w:t>, to ensure that the Service Provider and the Service Provider's personnel comply with the aforesaid Act and accept sole responsibility for all health and safety matters relating to the provision of the Services, or in connection with or arising out of such Services, for the duration of this Agreement, including with regard to the Service Provider personnel and ensuring that neither SARS’s personnel nor any Third Party's health and safety is endangered in any way by the Service Provider's activities or conduct in providing the Services.</w:t>
      </w:r>
    </w:p>
    <w:p w14:paraId="63054D45" w14:textId="77777777" w:rsidR="005278EB" w:rsidRDefault="005278EB" w:rsidP="005823CA">
      <w:pPr>
        <w:pStyle w:val="StyleHeading2Tahoma"/>
        <w:ind w:left="993" w:hanging="993"/>
      </w:pPr>
    </w:p>
    <w:p w14:paraId="5D72397D" w14:textId="77777777" w:rsidR="005278EB" w:rsidRPr="009825D5" w:rsidRDefault="005278EB" w:rsidP="00CF2CEF">
      <w:pPr>
        <w:pStyle w:val="StyleHeading2Tahoma"/>
        <w:numPr>
          <w:ilvl w:val="1"/>
          <w:numId w:val="17"/>
        </w:numPr>
        <w:tabs>
          <w:tab w:val="clear" w:pos="795"/>
          <w:tab w:val="num" w:pos="709"/>
        </w:tabs>
        <w:ind w:left="709" w:hanging="709"/>
      </w:pPr>
      <w:r w:rsidRPr="009825D5">
        <w:t xml:space="preserve">The Service Provider hereby agrees and undertakes to maintain </w:t>
      </w:r>
      <w:r w:rsidR="00F204FC">
        <w:t>its</w:t>
      </w:r>
      <w:r w:rsidRPr="009825D5">
        <w:t xml:space="preserve"> equipment in good order, so as to comply with SARS’s occupational health and safety policies, procedures and standards, as amended from time to time</w:t>
      </w:r>
      <w:r>
        <w:t>.</w:t>
      </w:r>
    </w:p>
    <w:p w14:paraId="0214600F" w14:textId="77777777" w:rsidR="00386CE2" w:rsidRPr="009825D5" w:rsidRDefault="00386CE2" w:rsidP="00F07745">
      <w:pPr>
        <w:pStyle w:val="StyleHeading2Tahoma"/>
      </w:pPr>
    </w:p>
    <w:p w14:paraId="62B5C549" w14:textId="77777777" w:rsidR="005278EB" w:rsidRPr="009825D5" w:rsidRDefault="00106548" w:rsidP="001854B8">
      <w:pPr>
        <w:pStyle w:val="StyleHeading1Tahoma"/>
        <w:tabs>
          <w:tab w:val="clear" w:pos="502"/>
          <w:tab w:val="num" w:pos="709"/>
        </w:tabs>
        <w:ind w:left="709" w:hanging="709"/>
      </w:pPr>
      <w:r>
        <w:t>INDEMNITIES AND INSURANCE</w:t>
      </w:r>
      <w:r>
        <w:fldChar w:fldCharType="begin"/>
      </w:r>
      <w:r>
        <w:instrText xml:space="preserve"> TC "</w:instrText>
      </w:r>
      <w:bookmarkStart w:id="91" w:name="_Toc67652867"/>
      <w:r w:rsidRPr="00D505F8">
        <w:rPr>
          <w:lang w:val="en-ZA"/>
        </w:rPr>
        <w:instrText>16. INDEMNITIES AND INSURANCE</w:instrText>
      </w:r>
      <w:bookmarkEnd w:id="91"/>
      <w:r>
        <w:instrText xml:space="preserve">" \f C \l "1" </w:instrText>
      </w:r>
      <w:r>
        <w:fldChar w:fldCharType="end"/>
      </w:r>
    </w:p>
    <w:p w14:paraId="725E774E" w14:textId="77777777" w:rsidR="005278EB" w:rsidRPr="009825D5" w:rsidRDefault="005278EB" w:rsidP="0019453A">
      <w:pPr>
        <w:pStyle w:val="StyleHeading2Tahoma"/>
        <w:numPr>
          <w:ilvl w:val="1"/>
          <w:numId w:val="26"/>
        </w:numPr>
        <w:ind w:left="709" w:hanging="709"/>
      </w:pPr>
      <w:r w:rsidRPr="009825D5">
        <w:t>The Service Provider will –</w:t>
      </w:r>
    </w:p>
    <w:p w14:paraId="2D13F0DC" w14:textId="77777777" w:rsidR="005278EB" w:rsidRDefault="005278EB" w:rsidP="005823CA">
      <w:pPr>
        <w:pStyle w:val="StyleHeading2Tahoma"/>
        <w:numPr>
          <w:ilvl w:val="2"/>
          <w:numId w:val="26"/>
        </w:numPr>
        <w:ind w:left="1985" w:hanging="992"/>
      </w:pPr>
      <w:r w:rsidRPr="009825D5">
        <w:t xml:space="preserve">on or before the Commencement Date and for the duration of this Agreement have and maintain in force public liability </w:t>
      </w:r>
      <w:r w:rsidR="00C65B5B">
        <w:t>insurance in the amount of</w:t>
      </w:r>
      <w:r w:rsidR="00C14C65">
        <w:t xml:space="preserve"> not less than</w:t>
      </w:r>
      <w:r w:rsidR="00C65B5B">
        <w:t xml:space="preserve"> two million rand (R2 million) </w:t>
      </w:r>
      <w:r w:rsidRPr="009825D5">
        <w:t xml:space="preserve">in respect of </w:t>
      </w:r>
      <w:r>
        <w:t>the</w:t>
      </w:r>
      <w:r w:rsidRPr="009825D5">
        <w:t xml:space="preserve"> regio</w:t>
      </w:r>
      <w:r w:rsidR="00C14C65">
        <w:t>nal cluster</w:t>
      </w:r>
      <w:r w:rsidRPr="009825D5">
        <w:t xml:space="preserve"> to cover any cla</w:t>
      </w:r>
      <w:r>
        <w:t>ims, L</w:t>
      </w:r>
      <w:r w:rsidRPr="009825D5">
        <w:t>osses and/or damages for which it is liable in terms of this Agreement;</w:t>
      </w:r>
    </w:p>
    <w:p w14:paraId="710BF5C5" w14:textId="77777777" w:rsidR="005278EB" w:rsidRDefault="005278EB" w:rsidP="005823CA">
      <w:pPr>
        <w:pStyle w:val="StyleHeading2Tahoma"/>
        <w:ind w:left="993" w:hanging="993"/>
      </w:pPr>
    </w:p>
    <w:p w14:paraId="72E07C33" w14:textId="77777777" w:rsidR="005278EB" w:rsidRDefault="005278EB" w:rsidP="005823CA">
      <w:pPr>
        <w:pStyle w:val="StyleHeading2Tahoma"/>
        <w:numPr>
          <w:ilvl w:val="2"/>
          <w:numId w:val="26"/>
        </w:numPr>
        <w:tabs>
          <w:tab w:val="num" w:pos="1985"/>
        </w:tabs>
        <w:ind w:left="1985" w:hanging="992"/>
      </w:pPr>
      <w:r w:rsidRPr="009825D5">
        <w:t>deliver to SARS upon the Signature Date of this Agreement, and on each anniversary thereof during the term of the Agreement, proof of such insurance coverage as aforementioned.</w:t>
      </w:r>
    </w:p>
    <w:p w14:paraId="2909B7A0" w14:textId="77777777" w:rsidR="005278EB" w:rsidRDefault="005278EB" w:rsidP="005823CA">
      <w:pPr>
        <w:pStyle w:val="StyleHeading2Tahoma"/>
        <w:ind w:left="993" w:hanging="993"/>
      </w:pPr>
    </w:p>
    <w:p w14:paraId="74D63BC8" w14:textId="77777777" w:rsidR="005278EB" w:rsidRDefault="005278EB" w:rsidP="005823CA">
      <w:pPr>
        <w:pStyle w:val="StyleHeading2Tahoma"/>
        <w:numPr>
          <w:ilvl w:val="2"/>
          <w:numId w:val="26"/>
        </w:numPr>
        <w:tabs>
          <w:tab w:val="num" w:pos="1985"/>
        </w:tabs>
        <w:ind w:left="1985" w:hanging="992"/>
      </w:pPr>
      <w:r w:rsidRPr="009825D5">
        <w:t>indemnify and hold SARS harmless against all Losses (including legal expenses on a full indemnity basis) of whatsoever nature arising out of this Agreement or at Law in respect of injury or death of any Person or loss of or damage to any Person or property occurring by reason of the Service Provider’s wilfulness or negligence prior to, during or after its execution o</w:t>
      </w:r>
      <w:r>
        <w:t>f the Services, including such S</w:t>
      </w:r>
      <w:r w:rsidRPr="009825D5">
        <w:t xml:space="preserve">ervices as provided for under </w:t>
      </w:r>
      <w:r w:rsidRPr="002507DF">
        <w:rPr>
          <w:b/>
        </w:rPr>
        <w:t xml:space="preserve">Clause </w:t>
      </w:r>
      <w:r w:rsidR="0084179D">
        <w:rPr>
          <w:b/>
        </w:rPr>
        <w:fldChar w:fldCharType="begin"/>
      </w:r>
      <w:r w:rsidR="0084179D">
        <w:rPr>
          <w:b/>
        </w:rPr>
        <w:instrText xml:space="preserve"> REF _Ref334428647 \r \h </w:instrText>
      </w:r>
      <w:r w:rsidR="0084179D">
        <w:rPr>
          <w:b/>
        </w:rPr>
      </w:r>
      <w:r w:rsidR="0084179D">
        <w:rPr>
          <w:b/>
        </w:rPr>
        <w:fldChar w:fldCharType="separate"/>
      </w:r>
      <w:r w:rsidR="00162E86">
        <w:rPr>
          <w:b/>
        </w:rPr>
        <w:t>11.6</w:t>
      </w:r>
      <w:r w:rsidR="0084179D">
        <w:rPr>
          <w:b/>
        </w:rPr>
        <w:fldChar w:fldCharType="end"/>
      </w:r>
      <w:r w:rsidRPr="009825D5">
        <w:t>; and</w:t>
      </w:r>
    </w:p>
    <w:p w14:paraId="59C04C82" w14:textId="77777777" w:rsidR="005278EB" w:rsidRDefault="005278EB" w:rsidP="005823CA">
      <w:pPr>
        <w:pStyle w:val="StyleHeading2Tahoma"/>
        <w:ind w:left="993" w:hanging="993"/>
      </w:pPr>
    </w:p>
    <w:p w14:paraId="414403F3" w14:textId="77777777" w:rsidR="005278EB" w:rsidRDefault="005278EB" w:rsidP="005823CA">
      <w:pPr>
        <w:pStyle w:val="StyleHeading2Tahoma"/>
        <w:numPr>
          <w:ilvl w:val="2"/>
          <w:numId w:val="26"/>
        </w:numPr>
        <w:tabs>
          <w:tab w:val="num" w:pos="1985"/>
        </w:tabs>
        <w:ind w:left="1985" w:hanging="992"/>
      </w:pPr>
      <w:r w:rsidRPr="009825D5">
        <w:t>report all incidents affecting, or which may affect, any of the terms and conditions of any insurance policy, including any of SARS’s insurance policies becoming void or voidable, or whereby the insurance premiums for such insurance may be increased, immediately upon becoming aware of their occurrence</w:t>
      </w:r>
      <w:r>
        <w:t>.</w:t>
      </w:r>
    </w:p>
    <w:p w14:paraId="69584A41" w14:textId="77777777" w:rsidR="00BC2889" w:rsidRDefault="00BC2889" w:rsidP="00BC2889">
      <w:pPr>
        <w:pStyle w:val="ListParagraph"/>
      </w:pPr>
    </w:p>
    <w:p w14:paraId="7B259CAA" w14:textId="77777777" w:rsidR="00BC2889" w:rsidRDefault="00BC2889" w:rsidP="00BC2889">
      <w:pPr>
        <w:pStyle w:val="StyleHeading2Tahoma"/>
        <w:numPr>
          <w:ilvl w:val="1"/>
          <w:numId w:val="26"/>
        </w:numPr>
      </w:pPr>
      <w:r>
        <w:t>SARS’s right to Acquire Insurance in Certain Circumstances</w:t>
      </w:r>
    </w:p>
    <w:p w14:paraId="6CF82C07" w14:textId="77777777" w:rsidR="00BC2889" w:rsidRDefault="00BC2889" w:rsidP="00BC2889">
      <w:pPr>
        <w:pStyle w:val="StyleHeading2Tahoma"/>
        <w:ind w:left="780"/>
      </w:pPr>
      <w:r>
        <w:t xml:space="preserve">Without </w:t>
      </w:r>
      <w:r w:rsidRPr="00BC2889">
        <w:t>limiting the generality of the SARS’s rights and remedies hereunder, in the event of a failure by the Service Provider to maintain the insurance referred to in Clause 18.1.1, or to provide evidence of renewal at least 3 (three) business days prior to expiration of the applicable insurance cover, on 3 (three) business days’ notice to Service Provider, SARS may purchase the requisite insurance and deduct the costs thereof from any amounts owed to the Service Provider under this Agreement.</w:t>
      </w:r>
    </w:p>
    <w:p w14:paraId="07BDF591" w14:textId="77777777" w:rsidR="00BC2889" w:rsidRDefault="00BC2889" w:rsidP="00BC2889">
      <w:pPr>
        <w:pStyle w:val="StyleHeading2Tahoma"/>
        <w:ind w:left="780"/>
      </w:pPr>
    </w:p>
    <w:p w14:paraId="1D827A3E" w14:textId="77777777" w:rsidR="00BC2889" w:rsidRDefault="00BC2889" w:rsidP="00BC2889">
      <w:pPr>
        <w:pStyle w:val="StyleHeading2Tahoma"/>
        <w:numPr>
          <w:ilvl w:val="1"/>
          <w:numId w:val="26"/>
        </w:numPr>
      </w:pPr>
      <w:r>
        <w:t>Risk and Loss</w:t>
      </w:r>
    </w:p>
    <w:p w14:paraId="319869B3" w14:textId="77777777" w:rsidR="00BC2889" w:rsidRDefault="00BC2889" w:rsidP="00BC2889">
      <w:pPr>
        <w:pStyle w:val="StyleHeading2Tahoma"/>
        <w:ind w:left="780"/>
      </w:pPr>
      <w:r w:rsidRPr="00BC2889">
        <w:t>The Service Provider shall be responsible for risk of loss of, and damage to, any assets, equipment and/or tools in its possession or under its control. Any such items in the possession or control of the Service Provider’s Sub-contractors or agents shall be deemed to be under the control of the Service Provider.</w:t>
      </w:r>
    </w:p>
    <w:p w14:paraId="3F1BD550" w14:textId="77777777" w:rsidR="00A3219D" w:rsidRPr="009825D5" w:rsidRDefault="00A3219D" w:rsidP="00F42841">
      <w:pPr>
        <w:pStyle w:val="StyleHeading2Tahoma"/>
      </w:pPr>
    </w:p>
    <w:p w14:paraId="29D33D5F" w14:textId="77777777" w:rsidR="005278EB" w:rsidRPr="009825D5" w:rsidRDefault="005278EB" w:rsidP="00E86353">
      <w:pPr>
        <w:pStyle w:val="StyleHeading1Tahoma"/>
      </w:pPr>
      <w:bookmarkStart w:id="92" w:name="_Toc296601364"/>
      <w:r w:rsidRPr="009825D5">
        <w:t>LIMITATION OF LIABILITY</w:t>
      </w:r>
      <w:bookmarkEnd w:id="92"/>
      <w:r w:rsidR="00106548">
        <w:fldChar w:fldCharType="begin"/>
      </w:r>
      <w:r w:rsidR="00106548">
        <w:instrText xml:space="preserve"> TC "</w:instrText>
      </w:r>
      <w:bookmarkStart w:id="93" w:name="_Toc67652868"/>
      <w:r w:rsidR="00106548" w:rsidRPr="009F4B22">
        <w:rPr>
          <w:lang w:val="en-ZA"/>
        </w:rPr>
        <w:instrText>17.   LIMITATION OF LIABILITY</w:instrText>
      </w:r>
      <w:bookmarkEnd w:id="93"/>
      <w:r w:rsidR="00106548">
        <w:instrText xml:space="preserve">" \f C \l "1" </w:instrText>
      </w:r>
      <w:r w:rsidR="00106548">
        <w:fldChar w:fldCharType="end"/>
      </w:r>
    </w:p>
    <w:p w14:paraId="27E64127" w14:textId="77777777" w:rsidR="005278EB" w:rsidRPr="009825D5" w:rsidRDefault="005278EB" w:rsidP="00E86353">
      <w:pPr>
        <w:pStyle w:val="StyleHeading1Tahoma"/>
        <w:numPr>
          <w:ilvl w:val="0"/>
          <w:numId w:val="0"/>
        </w:numPr>
        <w:ind w:left="993"/>
      </w:pPr>
    </w:p>
    <w:p w14:paraId="475E2E43" w14:textId="77777777" w:rsidR="005278EB" w:rsidRDefault="00BC2889" w:rsidP="00A01706">
      <w:pPr>
        <w:pStyle w:val="StyleHeading2Tahoma"/>
        <w:ind w:left="709"/>
      </w:pPr>
      <w:bookmarkStart w:id="94" w:name="_Ref174874903"/>
      <w:r>
        <w:t xml:space="preserve">The Parties agree that, in the event of a breach of any of the </w:t>
      </w:r>
      <w:r w:rsidR="00CC5695">
        <w:t xml:space="preserve">provisions of the Agreement, </w:t>
      </w:r>
      <w:r w:rsidR="00CC5695">
        <w:lastRenderedPageBreak/>
        <w:t>any party so breaching this Agreement shall be liable to the other for any losses which constitute direct and / or general damag</w:t>
      </w:r>
      <w:r w:rsidR="003C4586">
        <w:t>es. The Service Provider will</w:t>
      </w:r>
      <w:r w:rsidR="00CC5695">
        <w:t xml:space="preserve"> not be </w:t>
      </w:r>
      <w:r w:rsidR="001763D5">
        <w:t>responsible for any losses save that arising out of</w:t>
      </w:r>
      <w:r w:rsidR="00CC5695">
        <w:t xml:space="preserve"> gross negligence, breach of warranty, wilful misconduct or breach of the confidentiality provisions</w:t>
      </w:r>
      <w:r w:rsidR="001763D5">
        <w:t xml:space="preserve"> by the Service Provider or its Staff</w:t>
      </w:r>
      <w:r w:rsidR="00CC5695">
        <w:t>.</w:t>
      </w:r>
    </w:p>
    <w:bookmarkEnd w:id="94"/>
    <w:p w14:paraId="0321A9EB" w14:textId="77777777" w:rsidR="005278EB" w:rsidRPr="009825D5" w:rsidRDefault="005278EB" w:rsidP="005823CA">
      <w:pPr>
        <w:widowControl w:val="0"/>
        <w:overflowPunct/>
        <w:autoSpaceDE/>
        <w:autoSpaceDN/>
        <w:adjustRightInd/>
        <w:spacing w:line="360" w:lineRule="auto"/>
        <w:ind w:left="993" w:hanging="993"/>
        <w:textAlignment w:val="auto"/>
      </w:pPr>
    </w:p>
    <w:p w14:paraId="3D804D3A" w14:textId="77777777" w:rsidR="005278EB" w:rsidRPr="009825D5" w:rsidRDefault="005278EB" w:rsidP="00E86353">
      <w:pPr>
        <w:pStyle w:val="StyleHeading1Tahoma"/>
      </w:pPr>
      <w:bookmarkStart w:id="95" w:name="_Toc296601365"/>
      <w:r w:rsidRPr="009825D5">
        <w:t xml:space="preserve">SECURITY VETTING OF </w:t>
      </w:r>
      <w:r>
        <w:t xml:space="preserve">THE </w:t>
      </w:r>
      <w:r w:rsidRPr="009825D5">
        <w:t>SERVICE PROVIDER</w:t>
      </w:r>
      <w:r>
        <w:t>’S</w:t>
      </w:r>
      <w:r w:rsidRPr="009825D5">
        <w:t xml:space="preserve"> PERSONNEL</w:t>
      </w:r>
      <w:bookmarkEnd w:id="95"/>
      <w:r w:rsidR="00106548">
        <w:fldChar w:fldCharType="begin"/>
      </w:r>
      <w:r w:rsidR="00106548">
        <w:instrText xml:space="preserve"> TC "</w:instrText>
      </w:r>
      <w:bookmarkStart w:id="96" w:name="_Toc67652869"/>
      <w:r w:rsidR="00106548" w:rsidRPr="003C7E72">
        <w:rPr>
          <w:lang w:val="en-ZA"/>
        </w:rPr>
        <w:instrText>18.   SECURITY VETTING OF THE SERVICE PROVIDER'S PERSONNEL</w:instrText>
      </w:r>
      <w:bookmarkEnd w:id="96"/>
      <w:r w:rsidR="00106548">
        <w:instrText xml:space="preserve">" \f C \l "1" </w:instrText>
      </w:r>
      <w:r w:rsidR="00106548">
        <w:fldChar w:fldCharType="end"/>
      </w:r>
    </w:p>
    <w:p w14:paraId="7E1F6E07" w14:textId="77777777" w:rsidR="005278EB" w:rsidRPr="009825D5" w:rsidRDefault="005278EB" w:rsidP="00E86353">
      <w:pPr>
        <w:pStyle w:val="StyleHeading1Tahoma"/>
        <w:numPr>
          <w:ilvl w:val="0"/>
          <w:numId w:val="0"/>
        </w:numPr>
        <w:ind w:left="993"/>
      </w:pPr>
    </w:p>
    <w:p w14:paraId="16CD1016" w14:textId="77777777" w:rsidR="005278EB" w:rsidRDefault="005278EB" w:rsidP="00745961">
      <w:pPr>
        <w:pStyle w:val="StyleHeading2Tahoma"/>
        <w:numPr>
          <w:ilvl w:val="1"/>
          <w:numId w:val="28"/>
        </w:numPr>
        <w:ind w:left="709" w:hanging="709"/>
      </w:pPr>
      <w:r w:rsidRPr="009825D5">
        <w:t>SARS reserves the right in its sole and absolute discretion to do a security check (vetting) on the Service Provider’s personnel involved with the performance of the Services.</w:t>
      </w:r>
    </w:p>
    <w:p w14:paraId="53EED41D" w14:textId="77777777" w:rsidR="005278EB" w:rsidRDefault="005278EB" w:rsidP="005823CA">
      <w:pPr>
        <w:pStyle w:val="StyleHeading2Tahoma"/>
        <w:ind w:left="993" w:hanging="993"/>
      </w:pPr>
    </w:p>
    <w:p w14:paraId="0C4C3840" w14:textId="77777777" w:rsidR="005278EB" w:rsidRDefault="005278EB" w:rsidP="00745961">
      <w:pPr>
        <w:pStyle w:val="StyleHeading2Tahoma"/>
        <w:numPr>
          <w:ilvl w:val="1"/>
          <w:numId w:val="28"/>
        </w:numPr>
        <w:ind w:left="709" w:hanging="709"/>
      </w:pPr>
      <w:r w:rsidRPr="009825D5">
        <w:t>The Service Provider will procure from its personnel such documentation as may be reasonably requested by SARS, to enable SARS to conduct such security checks as aforementioned.</w:t>
      </w:r>
    </w:p>
    <w:p w14:paraId="6316AF50" w14:textId="77777777" w:rsidR="005278EB" w:rsidRDefault="005278EB" w:rsidP="005823CA">
      <w:pPr>
        <w:pStyle w:val="StyleHeading2Tahoma"/>
        <w:ind w:left="993" w:hanging="993"/>
      </w:pPr>
    </w:p>
    <w:p w14:paraId="78507583" w14:textId="77777777" w:rsidR="005278EB" w:rsidRPr="009825D5" w:rsidRDefault="005278EB" w:rsidP="00745961">
      <w:pPr>
        <w:pStyle w:val="StyleHeading2Tahoma"/>
        <w:numPr>
          <w:ilvl w:val="1"/>
          <w:numId w:val="28"/>
        </w:numPr>
        <w:ind w:left="709" w:hanging="709"/>
      </w:pPr>
      <w:r w:rsidRPr="009825D5">
        <w:t>Where SARS finds any of the Service Provider</w:t>
      </w:r>
      <w:r>
        <w:t>’s</w:t>
      </w:r>
      <w:r w:rsidRPr="009825D5">
        <w:t xml:space="preserve"> personnel to be a security risk, SARS will inform the Service Provider accordingly and the Service Provider will immediately replace such person with a suitably qualified substitute</w:t>
      </w:r>
      <w:r>
        <w:t>.</w:t>
      </w:r>
    </w:p>
    <w:p w14:paraId="41B9208B" w14:textId="77777777" w:rsidR="005278EB" w:rsidRDefault="005278EB" w:rsidP="005823CA">
      <w:pPr>
        <w:widowControl w:val="0"/>
        <w:overflowPunct/>
        <w:autoSpaceDE/>
        <w:autoSpaceDN/>
        <w:adjustRightInd/>
        <w:spacing w:line="360" w:lineRule="auto"/>
        <w:ind w:left="993" w:hanging="993"/>
        <w:textAlignment w:val="auto"/>
        <w:rPr>
          <w:rFonts w:ascii="Arial" w:hAnsi="Arial" w:cs="Arial"/>
          <w:sz w:val="22"/>
          <w:szCs w:val="22"/>
        </w:rPr>
      </w:pPr>
    </w:p>
    <w:p w14:paraId="76225B5F" w14:textId="77777777" w:rsidR="005278EB" w:rsidRPr="009825D5" w:rsidRDefault="005278EB" w:rsidP="00E86353">
      <w:pPr>
        <w:pStyle w:val="StyleHeading1Tahoma"/>
      </w:pPr>
      <w:bookmarkStart w:id="97" w:name="_Toc285533003"/>
      <w:bookmarkStart w:id="98" w:name="_Toc296601366"/>
      <w:r w:rsidRPr="009825D5">
        <w:t>ETHICAL BUSINESS PRACTICES</w:t>
      </w:r>
      <w:bookmarkEnd w:id="97"/>
      <w:bookmarkEnd w:id="98"/>
      <w:r w:rsidR="00106548">
        <w:fldChar w:fldCharType="begin"/>
      </w:r>
      <w:r w:rsidR="00106548">
        <w:instrText xml:space="preserve"> TC "</w:instrText>
      </w:r>
      <w:bookmarkStart w:id="99" w:name="_Toc67652870"/>
      <w:r w:rsidR="00106548" w:rsidRPr="007F18A9">
        <w:rPr>
          <w:lang w:val="en-ZA"/>
        </w:rPr>
        <w:instrText>19.   ETHICAL BUSINESS PRACTICES</w:instrText>
      </w:r>
      <w:bookmarkEnd w:id="99"/>
      <w:r w:rsidR="00106548">
        <w:instrText xml:space="preserve">" \f C \l "1" </w:instrText>
      </w:r>
      <w:r w:rsidR="00106548">
        <w:fldChar w:fldCharType="end"/>
      </w:r>
    </w:p>
    <w:p w14:paraId="1F18346A" w14:textId="77777777" w:rsidR="005278EB" w:rsidRPr="009825D5" w:rsidRDefault="005278EB" w:rsidP="00E86353">
      <w:pPr>
        <w:pStyle w:val="StyleHeading1Tahoma"/>
        <w:numPr>
          <w:ilvl w:val="0"/>
          <w:numId w:val="0"/>
        </w:numPr>
        <w:ind w:left="993"/>
      </w:pPr>
    </w:p>
    <w:p w14:paraId="7E9F855F" w14:textId="77777777" w:rsidR="005278EB" w:rsidRDefault="005278EB" w:rsidP="00386CE2">
      <w:pPr>
        <w:pStyle w:val="StyleHeading2Tahoma"/>
        <w:numPr>
          <w:ilvl w:val="1"/>
          <w:numId w:val="29"/>
        </w:numPr>
        <w:ind w:left="709" w:hanging="709"/>
      </w:pPr>
      <w:r w:rsidRPr="009825D5">
        <w:t>SARS has a policy of zero tolerance regarding corrupt activities. The Service Provider will promptly report to SARS and the relevant authorities any suspicion of corruption on the part of their personnel, as well as any behaviour by any of t</w:t>
      </w:r>
      <w:r>
        <w:t>hose P</w:t>
      </w:r>
      <w:r w:rsidRPr="009825D5">
        <w:t>ersons that is likely to constitute a contravention of the Prevention and Combating of Corrupt Activities Act</w:t>
      </w:r>
      <w:r>
        <w:t xml:space="preserve">, 2004 (Act </w:t>
      </w:r>
      <w:r w:rsidRPr="009825D5">
        <w:t>No. 12 of 2004</w:t>
      </w:r>
      <w:r>
        <w:t>)</w:t>
      </w:r>
      <w:r w:rsidRPr="009825D5">
        <w:t>.</w:t>
      </w:r>
    </w:p>
    <w:p w14:paraId="48CC7690" w14:textId="77777777" w:rsidR="00C14C65" w:rsidRDefault="00C14C65" w:rsidP="00C14C65">
      <w:pPr>
        <w:pStyle w:val="StyleHeading2Tahoma"/>
        <w:ind w:left="709"/>
      </w:pPr>
    </w:p>
    <w:p w14:paraId="66ED3F43" w14:textId="77777777" w:rsidR="005278EB" w:rsidRDefault="005278EB" w:rsidP="00745961">
      <w:pPr>
        <w:pStyle w:val="StyleHeading2Tahoma"/>
        <w:numPr>
          <w:ilvl w:val="1"/>
          <w:numId w:val="29"/>
        </w:numPr>
        <w:ind w:left="709" w:hanging="709"/>
      </w:pPr>
      <w:r w:rsidRPr="009825D5">
        <w:t>Neither Party will offer, promise or make any gift, payment, loan, reward, inducement benefit or other advantage to any of the other Party's personnel.</w:t>
      </w:r>
      <w:bookmarkStart w:id="100" w:name="_Ref282506312"/>
    </w:p>
    <w:p w14:paraId="36A0DC16" w14:textId="77777777" w:rsidR="005278EB" w:rsidRDefault="005278EB" w:rsidP="005823CA">
      <w:pPr>
        <w:pStyle w:val="StyleHeading2Tahoma"/>
        <w:ind w:left="993" w:hanging="993"/>
      </w:pPr>
    </w:p>
    <w:p w14:paraId="5427FD4D" w14:textId="77777777" w:rsidR="005278EB" w:rsidRPr="009825D5" w:rsidRDefault="005278EB" w:rsidP="00745961">
      <w:pPr>
        <w:pStyle w:val="StyleHeading2Tahoma"/>
        <w:numPr>
          <w:ilvl w:val="1"/>
          <w:numId w:val="29"/>
        </w:numPr>
        <w:ind w:left="709" w:hanging="709"/>
      </w:pPr>
      <w:r w:rsidRPr="009825D5">
        <w:t xml:space="preserve">If the results of any audit of the Services conducted by or on behalf of SARS indicates the possibility of corrupt activities, improper or fraudulent practices or theft, SARS will, after allowing the Service Provider </w:t>
      </w:r>
      <w:r w:rsidR="007708AE">
        <w:t xml:space="preserve">a </w:t>
      </w:r>
      <w:r w:rsidRPr="009825D5">
        <w:t xml:space="preserve">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w:t>
      </w:r>
      <w:r w:rsidRPr="009825D5">
        <w:lastRenderedPageBreak/>
        <w:t xml:space="preserve">investigation or enquiry. In the event that an act of corruption, fraud or theft is proven, SARS will be entitled, on written notice to the Service Provider, to immediately terminate this Agreement and either assume the provision of the Services itself, or appoint a Third Party to render the Services, as more fully set out in </w:t>
      </w:r>
      <w:r w:rsidRPr="002507DF">
        <w:rPr>
          <w:b/>
        </w:rPr>
        <w:t xml:space="preserve">Clause </w:t>
      </w:r>
      <w:r w:rsidR="0084179D">
        <w:rPr>
          <w:b/>
        </w:rPr>
        <w:fldChar w:fldCharType="begin"/>
      </w:r>
      <w:r w:rsidR="0084179D">
        <w:rPr>
          <w:b/>
        </w:rPr>
        <w:instrText xml:space="preserve"> REF _Ref334428716 \r \h </w:instrText>
      </w:r>
      <w:r w:rsidR="0084179D">
        <w:rPr>
          <w:b/>
        </w:rPr>
      </w:r>
      <w:r w:rsidR="0084179D">
        <w:rPr>
          <w:b/>
        </w:rPr>
        <w:fldChar w:fldCharType="separate"/>
      </w:r>
      <w:r w:rsidR="00162E86">
        <w:rPr>
          <w:b/>
        </w:rPr>
        <w:t>26</w:t>
      </w:r>
      <w:r w:rsidR="0084179D">
        <w:rPr>
          <w:b/>
        </w:rPr>
        <w:fldChar w:fldCharType="end"/>
      </w:r>
      <w:r w:rsidRPr="009825D5">
        <w:t xml:space="preserve"> below.</w:t>
      </w:r>
      <w:bookmarkEnd w:id="100"/>
      <w:r w:rsidRPr="009825D5">
        <w:t xml:space="preserve"> The Service Provider acknowledges that it is crucial that SARS be entitled, without penalty, to ensure continued provision of the Services if for whatever reason this Agreement is terminated pursuant to the breach thereof by the Service Provider or its personnel, as the case may be</w:t>
      </w:r>
      <w:r>
        <w:t>.</w:t>
      </w:r>
    </w:p>
    <w:p w14:paraId="1D2D4D7D" w14:textId="77777777" w:rsidR="00745961" w:rsidRPr="009825D5" w:rsidRDefault="00745961" w:rsidP="00451275">
      <w:pPr>
        <w:pStyle w:val="StyleHeading1Tahoma"/>
        <w:numPr>
          <w:ilvl w:val="0"/>
          <w:numId w:val="0"/>
        </w:numPr>
      </w:pPr>
    </w:p>
    <w:p w14:paraId="6E027811" w14:textId="77777777" w:rsidR="005278EB" w:rsidRPr="009825D5" w:rsidRDefault="005278EB" w:rsidP="00E86353">
      <w:pPr>
        <w:pStyle w:val="StyleHeading1Tahoma"/>
      </w:pPr>
      <w:bookmarkStart w:id="101" w:name="_Toc296601367"/>
      <w:bookmarkStart w:id="102" w:name="_Ref334428764"/>
      <w:r w:rsidRPr="009825D5">
        <w:t>BREACH</w:t>
      </w:r>
      <w:bookmarkEnd w:id="101"/>
      <w:bookmarkEnd w:id="102"/>
      <w:r w:rsidR="005B3F26">
        <w:fldChar w:fldCharType="begin"/>
      </w:r>
      <w:r w:rsidR="005B3F26">
        <w:instrText xml:space="preserve"> TC "</w:instrText>
      </w:r>
      <w:bookmarkStart w:id="103" w:name="_Toc67652871"/>
      <w:r w:rsidR="005B3F26" w:rsidRPr="00E16D12">
        <w:rPr>
          <w:lang w:val="en-ZA"/>
        </w:rPr>
        <w:instrText>20.   BREACH</w:instrText>
      </w:r>
      <w:bookmarkEnd w:id="103"/>
      <w:r w:rsidR="005B3F26">
        <w:instrText xml:space="preserve">" \f C \l "1" </w:instrText>
      </w:r>
      <w:r w:rsidR="005B3F26">
        <w:fldChar w:fldCharType="end"/>
      </w:r>
      <w:r w:rsidR="00C531E0">
        <w:fldChar w:fldCharType="begin"/>
      </w:r>
      <w:r w:rsidR="00C531E0">
        <w:instrText xml:space="preserve"> </w:instrText>
      </w:r>
      <w:r w:rsidR="001854B8">
        <w:fldChar w:fldCharType="begin"/>
      </w:r>
      <w:r w:rsidR="001854B8">
        <w:instrText xml:space="preserve"> TC "</w:instrText>
      </w:r>
      <w:r w:rsidR="001854B8" w:rsidRPr="00B46245">
        <w:rPr>
          <w:lang w:val="en-ZA"/>
        </w:rPr>
        <w:instrText>19.   BREACH</w:instrText>
      </w:r>
      <w:bookmarkStart w:id="104" w:name="_Toc67558357"/>
      <w:bookmarkStart w:id="105" w:name="_Toc67576221"/>
      <w:bookmarkStart w:id="106" w:name="_Toc67652872"/>
      <w:bookmarkEnd w:id="104"/>
      <w:bookmarkEnd w:id="105"/>
      <w:bookmarkEnd w:id="106"/>
      <w:r w:rsidR="001854B8">
        <w:instrText xml:space="preserve">" \f C \l "1" </w:instrText>
      </w:r>
      <w:r w:rsidR="001854B8">
        <w:fldChar w:fldCharType="end"/>
      </w:r>
      <w:r w:rsidR="00C531E0">
        <w:fldChar w:fldCharType="end"/>
      </w:r>
    </w:p>
    <w:p w14:paraId="6FC52533" w14:textId="77777777" w:rsidR="005278EB" w:rsidRPr="009825D5" w:rsidRDefault="005278EB" w:rsidP="00E86353">
      <w:pPr>
        <w:pStyle w:val="StyleHeading1Tahoma"/>
        <w:numPr>
          <w:ilvl w:val="0"/>
          <w:numId w:val="0"/>
        </w:numPr>
        <w:ind w:left="993"/>
      </w:pPr>
    </w:p>
    <w:p w14:paraId="79310DA2" w14:textId="77777777" w:rsidR="005278EB" w:rsidRDefault="005278EB" w:rsidP="00386CE2">
      <w:pPr>
        <w:pStyle w:val="StyleHeading2Tahoma"/>
        <w:numPr>
          <w:ilvl w:val="1"/>
          <w:numId w:val="30"/>
        </w:numPr>
        <w:ind w:left="709" w:hanging="709"/>
      </w:pPr>
      <w:bookmarkStart w:id="107" w:name="_Ref334428734"/>
      <w:r w:rsidRPr="009825D5">
        <w:t xml:space="preserve">Should a Party (“the defaulting party”) commit a breach of any of the provisions of this Agreement, then the other Party (“the aggrieved party”) will be entitled to require the defaulting party to remedy the breach within ten (10) Business Days, or such other reasonable time as agreed to in writing by the </w:t>
      </w:r>
      <w:r w:rsidR="00513E0B">
        <w:t>Parties</w:t>
      </w:r>
      <w:r w:rsidRPr="009825D5">
        <w:t xml:space="preserve">, of delivery of a written notice requiring it to do so.  If the defaulting party fails to remedy the breach within the period specified in such notice, the aggrieved party will be entitled to claim immediate payment and/or performance by the defaulting party of all of the defaulting party’s obligations due in terms of this Agreement, in either event, without prejudice to the aggrieved party’s right to claim damages.  The foregoing is without prejudice to such other rights as the aggrieved party may have at </w:t>
      </w:r>
      <w:r w:rsidR="00E266E3">
        <w:t>L</w:t>
      </w:r>
      <w:r w:rsidRPr="009825D5">
        <w:t>aw</w:t>
      </w:r>
      <w:r w:rsidR="00513E0B">
        <w:t>, p</w:t>
      </w:r>
      <w:r w:rsidRPr="009825D5">
        <w:t>rovided always that the aggrieved party will not be entitled to cancel this Agreement for any breach by the defaulting party, unless such breach is a material breach going to the root of this Agreement and is incapable of being remedied by payment of money or, if it is capable of being remedied by payment of money, the defaulting party fails to pay the amount concerned within ten (10) Business Days after such amount has been determined.</w:t>
      </w:r>
      <w:bookmarkStart w:id="108" w:name="_Ref133133947"/>
      <w:bookmarkEnd w:id="107"/>
      <w:r w:rsidRPr="009825D5">
        <w:t xml:space="preserve"> </w:t>
      </w:r>
    </w:p>
    <w:p w14:paraId="69E506A5" w14:textId="77777777" w:rsidR="00A3219D" w:rsidRDefault="00A3219D" w:rsidP="00A3219D">
      <w:pPr>
        <w:pStyle w:val="StyleHeading2Tahoma"/>
        <w:ind w:left="709"/>
      </w:pPr>
    </w:p>
    <w:p w14:paraId="123CDF75" w14:textId="77777777" w:rsidR="00781D5C" w:rsidRDefault="005278EB" w:rsidP="00451275">
      <w:pPr>
        <w:pStyle w:val="StyleHeading2Tahoma"/>
        <w:numPr>
          <w:ilvl w:val="1"/>
          <w:numId w:val="30"/>
        </w:numPr>
        <w:ind w:left="709" w:hanging="709"/>
      </w:pPr>
      <w:bookmarkStart w:id="109" w:name="_Ref334428520"/>
      <w:r w:rsidRPr="009825D5">
        <w:t xml:space="preserve">It is specifically recorded that </w:t>
      </w:r>
      <w:r w:rsidR="00E266E3">
        <w:t xml:space="preserve">multiple Service Level Failures </w:t>
      </w:r>
      <w:r w:rsidR="00E266E3" w:rsidRPr="00E266E3">
        <w:t xml:space="preserve">affecting any of the regional clusters </w:t>
      </w:r>
      <w:r w:rsidR="00E266E3">
        <w:t xml:space="preserve">will collectively constitute </w:t>
      </w:r>
      <w:r w:rsidRPr="009825D5">
        <w:t xml:space="preserve">a material </w:t>
      </w:r>
      <w:r w:rsidR="00E266E3" w:rsidRPr="009825D5">
        <w:t>breach</w:t>
      </w:r>
      <w:r w:rsidRPr="009825D5">
        <w:t>. SARS will however, in its sole and absolute discretion, be entitled to cancel either this entire Agreement</w:t>
      </w:r>
      <w:r w:rsidR="006B2630">
        <w:t xml:space="preserve"> based on such material breach</w:t>
      </w:r>
      <w:r w:rsidRPr="009825D5">
        <w:t xml:space="preserve">, or such part/s of this Agreement relating to the particular affected </w:t>
      </w:r>
      <w:r w:rsidR="007558A1">
        <w:t xml:space="preserve">regional </w:t>
      </w:r>
      <w:r w:rsidRPr="009825D5">
        <w:t>cluster/s.</w:t>
      </w:r>
      <w:bookmarkEnd w:id="109"/>
    </w:p>
    <w:p w14:paraId="4455341D" w14:textId="77777777" w:rsidR="0019453A" w:rsidRDefault="0019453A" w:rsidP="0019453A">
      <w:pPr>
        <w:pStyle w:val="StyleHeading2Tahoma"/>
      </w:pPr>
    </w:p>
    <w:p w14:paraId="13BD279C" w14:textId="77777777" w:rsidR="005278EB" w:rsidRPr="009825D5" w:rsidRDefault="005278EB" w:rsidP="00745961">
      <w:pPr>
        <w:pStyle w:val="StyleHeading2Tahoma"/>
        <w:numPr>
          <w:ilvl w:val="1"/>
          <w:numId w:val="30"/>
        </w:numPr>
        <w:ind w:left="709" w:hanging="709"/>
      </w:pPr>
      <w:r w:rsidRPr="009825D5">
        <w:t xml:space="preserve">Notwithstanding the provisions of </w:t>
      </w:r>
      <w:r w:rsidRPr="002507DF">
        <w:rPr>
          <w:b/>
        </w:rPr>
        <w:t xml:space="preserve">Clause </w:t>
      </w:r>
      <w:r w:rsidR="0084179D">
        <w:rPr>
          <w:b/>
        </w:rPr>
        <w:fldChar w:fldCharType="begin"/>
      </w:r>
      <w:r w:rsidR="0084179D">
        <w:rPr>
          <w:b/>
        </w:rPr>
        <w:instrText xml:space="preserve"> REF _Ref334428734 \r \h </w:instrText>
      </w:r>
      <w:r w:rsidR="0084179D">
        <w:rPr>
          <w:b/>
        </w:rPr>
      </w:r>
      <w:r w:rsidR="0084179D">
        <w:rPr>
          <w:b/>
        </w:rPr>
        <w:fldChar w:fldCharType="separate"/>
      </w:r>
      <w:r w:rsidR="00162E86">
        <w:rPr>
          <w:b/>
        </w:rPr>
        <w:t>22.1</w:t>
      </w:r>
      <w:r w:rsidR="0084179D">
        <w:rPr>
          <w:b/>
        </w:rPr>
        <w:fldChar w:fldCharType="end"/>
      </w:r>
      <w:r w:rsidRPr="009825D5">
        <w:t xml:space="preserve"> above, SARS may immediately terminate this Agreement at any time by giving written notice of such termination to the Service </w:t>
      </w:r>
      <w:r w:rsidRPr="009825D5">
        <w:lastRenderedPageBreak/>
        <w:t>Provider</w:t>
      </w:r>
      <w:r w:rsidRPr="009825D5">
        <w:rPr>
          <w:b/>
        </w:rPr>
        <w:t xml:space="preserve"> </w:t>
      </w:r>
      <w:r w:rsidRPr="009825D5">
        <w:t>if</w:t>
      </w:r>
      <w:bookmarkEnd w:id="108"/>
      <w:r w:rsidR="00451275">
        <w:t>-</w:t>
      </w:r>
    </w:p>
    <w:p w14:paraId="5AA554CD" w14:textId="77777777" w:rsidR="005278EB" w:rsidRPr="009825D5" w:rsidRDefault="005278EB" w:rsidP="005823CA">
      <w:pPr>
        <w:pStyle w:val="ListParagraph"/>
        <w:widowControl w:val="0"/>
        <w:spacing w:line="360" w:lineRule="auto"/>
        <w:ind w:left="993" w:hanging="993"/>
        <w:jc w:val="both"/>
        <w:rPr>
          <w:rFonts w:ascii="Arial" w:hAnsi="Arial" w:cs="Arial"/>
          <w:sz w:val="22"/>
          <w:szCs w:val="22"/>
        </w:rPr>
      </w:pPr>
    </w:p>
    <w:p w14:paraId="13B3211B" w14:textId="77777777" w:rsidR="005278EB" w:rsidRDefault="005278EB" w:rsidP="005823CA">
      <w:pPr>
        <w:pStyle w:val="StyleHeading2Tahoma"/>
        <w:numPr>
          <w:ilvl w:val="2"/>
          <w:numId w:val="30"/>
        </w:numPr>
        <w:ind w:left="1985" w:hanging="992"/>
      </w:pPr>
      <w:r w:rsidRPr="009825D5">
        <w:t xml:space="preserve">the Service Provider is, other than for the purposes of  amalgamation, placed under voluntary or compulsory liquidation (whether provisional or final) or under </w:t>
      </w:r>
      <w:r>
        <w:t xml:space="preserve">business rescue proceedings </w:t>
      </w:r>
      <w:r w:rsidRPr="009825D5">
        <w:t>or under curatorship or under the equivalent of any of the foregoing;</w:t>
      </w:r>
    </w:p>
    <w:p w14:paraId="5A09BA1C" w14:textId="77777777" w:rsidR="005278EB" w:rsidRDefault="005278EB" w:rsidP="005823CA">
      <w:pPr>
        <w:pStyle w:val="StyleHeading2Tahoma"/>
        <w:ind w:left="993" w:hanging="993"/>
      </w:pPr>
      <w:r w:rsidRPr="009825D5">
        <w:t xml:space="preserve"> </w:t>
      </w:r>
    </w:p>
    <w:p w14:paraId="4235B1F1" w14:textId="77777777" w:rsidR="005278EB" w:rsidRDefault="005278EB" w:rsidP="005823CA">
      <w:pPr>
        <w:pStyle w:val="StyleHeading2Tahoma"/>
        <w:numPr>
          <w:ilvl w:val="2"/>
          <w:numId w:val="30"/>
        </w:numPr>
        <w:tabs>
          <w:tab w:val="num" w:pos="1985"/>
        </w:tabs>
        <w:ind w:left="1985" w:hanging="992"/>
      </w:pPr>
      <w:r w:rsidRPr="009825D5">
        <w:t xml:space="preserve">a final and unappeasable judgment against the Service Provider remains unsatisfied for a period of ten (10) Business Days or more after it comes to the </w:t>
      </w:r>
      <w:r>
        <w:t>notice of the Service Provider;</w:t>
      </w:r>
    </w:p>
    <w:p w14:paraId="20F8485D" w14:textId="77777777" w:rsidR="005278EB" w:rsidRDefault="005278EB" w:rsidP="005823CA">
      <w:pPr>
        <w:pStyle w:val="StyleHeading2Tahoma"/>
        <w:ind w:left="993" w:hanging="993"/>
      </w:pPr>
    </w:p>
    <w:p w14:paraId="6FFCDB25" w14:textId="77777777" w:rsidR="005278EB" w:rsidRDefault="005278EB" w:rsidP="005823CA">
      <w:pPr>
        <w:pStyle w:val="StyleHeading2Tahoma"/>
        <w:numPr>
          <w:ilvl w:val="2"/>
          <w:numId w:val="30"/>
        </w:numPr>
        <w:tabs>
          <w:tab w:val="num" w:pos="1985"/>
        </w:tabs>
        <w:ind w:left="1985" w:hanging="992"/>
      </w:pPr>
      <w:r w:rsidRPr="009825D5">
        <w:t>the Service Provider makes any arrangement or composition with its creditors generally or ceases to carry on business; and/or</w:t>
      </w:r>
    </w:p>
    <w:p w14:paraId="526FFF98" w14:textId="77777777" w:rsidR="005278EB" w:rsidRDefault="005278EB" w:rsidP="005823CA">
      <w:pPr>
        <w:pStyle w:val="StyleHeading2Tahoma"/>
        <w:ind w:left="993" w:hanging="993"/>
      </w:pPr>
    </w:p>
    <w:p w14:paraId="2DAD4C74" w14:textId="77777777" w:rsidR="005278EB" w:rsidRDefault="005278EB" w:rsidP="005823CA">
      <w:pPr>
        <w:pStyle w:val="StyleHeading2Tahoma"/>
        <w:numPr>
          <w:ilvl w:val="2"/>
          <w:numId w:val="30"/>
        </w:numPr>
        <w:tabs>
          <w:tab w:val="num" w:pos="1985"/>
        </w:tabs>
        <w:ind w:left="1985" w:hanging="992"/>
      </w:pPr>
      <w:r w:rsidRPr="009825D5">
        <w:t xml:space="preserve">the Service Provider breaches any of the warranties as set out in </w:t>
      </w:r>
      <w:r w:rsidRPr="002507DF">
        <w:rPr>
          <w:b/>
        </w:rPr>
        <w:t xml:space="preserve">Clause </w:t>
      </w:r>
      <w:r w:rsidR="0084179D">
        <w:rPr>
          <w:b/>
        </w:rPr>
        <w:fldChar w:fldCharType="begin"/>
      </w:r>
      <w:r w:rsidR="0084179D">
        <w:rPr>
          <w:b/>
        </w:rPr>
        <w:instrText xml:space="preserve"> REF _Ref334428628 \r \h </w:instrText>
      </w:r>
      <w:r w:rsidR="0084179D">
        <w:rPr>
          <w:b/>
        </w:rPr>
      </w:r>
      <w:r w:rsidR="0084179D">
        <w:rPr>
          <w:b/>
        </w:rPr>
        <w:fldChar w:fldCharType="separate"/>
      </w:r>
      <w:r w:rsidR="00162E86">
        <w:rPr>
          <w:b/>
        </w:rPr>
        <w:t>17</w:t>
      </w:r>
      <w:r w:rsidR="0084179D">
        <w:rPr>
          <w:b/>
        </w:rPr>
        <w:fldChar w:fldCharType="end"/>
      </w:r>
      <w:r w:rsidRPr="009825D5">
        <w:t xml:space="preserve"> above.</w:t>
      </w:r>
    </w:p>
    <w:p w14:paraId="6C5AB6A2" w14:textId="77777777" w:rsidR="005278EB" w:rsidRDefault="005278EB" w:rsidP="005823CA">
      <w:pPr>
        <w:pStyle w:val="StyleHeading3NotItalic"/>
        <w:ind w:left="993" w:hanging="993"/>
        <w:jc w:val="both"/>
      </w:pPr>
    </w:p>
    <w:p w14:paraId="6F1D6367" w14:textId="77777777" w:rsidR="005278EB" w:rsidRPr="009825D5" w:rsidRDefault="005278EB" w:rsidP="00745961">
      <w:pPr>
        <w:pStyle w:val="StyleHeading2Tahoma"/>
        <w:numPr>
          <w:ilvl w:val="1"/>
          <w:numId w:val="30"/>
        </w:numPr>
        <w:ind w:left="709" w:hanging="709"/>
      </w:pPr>
      <w:r w:rsidRPr="009825D5">
        <w:t xml:space="preserve">Any termination of this Agreement pursuant to the provisions of this </w:t>
      </w:r>
      <w:r w:rsidRPr="002507DF">
        <w:rPr>
          <w:b/>
        </w:rPr>
        <w:t xml:space="preserve">Clause </w:t>
      </w:r>
      <w:r w:rsidR="0084179D">
        <w:rPr>
          <w:b/>
        </w:rPr>
        <w:fldChar w:fldCharType="begin"/>
      </w:r>
      <w:r w:rsidR="0084179D">
        <w:rPr>
          <w:b/>
        </w:rPr>
        <w:instrText xml:space="preserve"> REF _Ref334428764 \r \h </w:instrText>
      </w:r>
      <w:r w:rsidR="0084179D">
        <w:rPr>
          <w:b/>
        </w:rPr>
      </w:r>
      <w:r w:rsidR="0084179D">
        <w:rPr>
          <w:b/>
        </w:rPr>
        <w:fldChar w:fldCharType="separate"/>
      </w:r>
      <w:r w:rsidR="00162E86">
        <w:rPr>
          <w:b/>
        </w:rPr>
        <w:t>23</w:t>
      </w:r>
      <w:r w:rsidR="0084179D">
        <w:rPr>
          <w:b/>
        </w:rPr>
        <w:fldChar w:fldCharType="end"/>
      </w:r>
      <w:r w:rsidRPr="009825D5">
        <w:t xml:space="preserve"> will be without SARS incurring any liability in connection with such termination, or prejudice to any claim which SARS may have in respect of any prior breach of the terms and conditions of this Agreement by the Service Provider</w:t>
      </w:r>
      <w:r>
        <w:t>.</w:t>
      </w:r>
    </w:p>
    <w:p w14:paraId="557B5EAD" w14:textId="77777777" w:rsidR="005278EB" w:rsidRDefault="005278EB" w:rsidP="005823CA">
      <w:pPr>
        <w:widowControl w:val="0"/>
        <w:spacing w:line="360" w:lineRule="auto"/>
        <w:ind w:left="993" w:hanging="993"/>
        <w:jc w:val="both"/>
        <w:rPr>
          <w:rFonts w:ascii="Arial" w:hAnsi="Arial" w:cs="Arial"/>
          <w:sz w:val="22"/>
          <w:szCs w:val="22"/>
        </w:rPr>
      </w:pPr>
    </w:p>
    <w:p w14:paraId="78EC0137" w14:textId="77777777" w:rsidR="006F3580" w:rsidRDefault="006F3580" w:rsidP="005823CA">
      <w:pPr>
        <w:widowControl w:val="0"/>
        <w:spacing w:line="360" w:lineRule="auto"/>
        <w:ind w:left="993" w:hanging="993"/>
        <w:jc w:val="both"/>
        <w:rPr>
          <w:rFonts w:ascii="Arial" w:hAnsi="Arial" w:cs="Arial"/>
          <w:sz w:val="22"/>
          <w:szCs w:val="22"/>
        </w:rPr>
      </w:pPr>
    </w:p>
    <w:p w14:paraId="10F78A2D" w14:textId="77777777" w:rsidR="006F3580" w:rsidRPr="009825D5" w:rsidRDefault="006F3580" w:rsidP="005823CA">
      <w:pPr>
        <w:widowControl w:val="0"/>
        <w:spacing w:line="360" w:lineRule="auto"/>
        <w:ind w:left="993" w:hanging="993"/>
        <w:jc w:val="both"/>
        <w:rPr>
          <w:rFonts w:ascii="Arial" w:hAnsi="Arial" w:cs="Arial"/>
          <w:sz w:val="22"/>
          <w:szCs w:val="22"/>
        </w:rPr>
      </w:pPr>
    </w:p>
    <w:p w14:paraId="037CA91B" w14:textId="77777777" w:rsidR="005278EB" w:rsidRPr="009825D5" w:rsidRDefault="005278EB" w:rsidP="00E86353">
      <w:pPr>
        <w:pStyle w:val="StyleHeading1Tahoma"/>
      </w:pPr>
      <w:bookmarkStart w:id="110" w:name="_Toc296601368"/>
      <w:bookmarkStart w:id="111" w:name="_Ref334428777"/>
      <w:r w:rsidRPr="009825D5">
        <w:t>TERMINATION</w:t>
      </w:r>
      <w:bookmarkEnd w:id="110"/>
      <w:bookmarkEnd w:id="111"/>
      <w:r w:rsidR="005B3F26">
        <w:fldChar w:fldCharType="begin"/>
      </w:r>
      <w:r w:rsidR="005B3F26">
        <w:instrText xml:space="preserve"> TC "</w:instrText>
      </w:r>
      <w:bookmarkStart w:id="112" w:name="_Toc67652873"/>
      <w:r w:rsidR="005B3F26" w:rsidRPr="00F4717A">
        <w:rPr>
          <w:lang w:val="en-ZA"/>
        </w:rPr>
        <w:instrText>21.   TERMINATION</w:instrText>
      </w:r>
      <w:bookmarkEnd w:id="112"/>
      <w:r w:rsidR="005B3F26">
        <w:instrText xml:space="preserve">" \f C \l "1" </w:instrText>
      </w:r>
      <w:r w:rsidR="005B3F26">
        <w:fldChar w:fldCharType="end"/>
      </w:r>
      <w:r w:rsidR="00C531E0">
        <w:fldChar w:fldCharType="begin"/>
      </w:r>
      <w:r w:rsidR="00C531E0">
        <w:instrText xml:space="preserve"> </w:instrText>
      </w:r>
      <w:r w:rsidR="001854B8">
        <w:fldChar w:fldCharType="begin"/>
      </w:r>
      <w:r w:rsidR="001854B8">
        <w:instrText xml:space="preserve"> TC "</w:instrText>
      </w:r>
      <w:r w:rsidR="001854B8" w:rsidRPr="00F45984">
        <w:rPr>
          <w:lang w:val="en-ZA"/>
        </w:rPr>
        <w:instrText>20.   TERMINATION</w:instrText>
      </w:r>
      <w:bookmarkStart w:id="113" w:name="_Toc67558358"/>
      <w:bookmarkStart w:id="114" w:name="_Toc67576223"/>
      <w:bookmarkStart w:id="115" w:name="_Toc67652874"/>
      <w:bookmarkEnd w:id="113"/>
      <w:bookmarkEnd w:id="114"/>
      <w:bookmarkEnd w:id="115"/>
      <w:r w:rsidR="001854B8">
        <w:instrText xml:space="preserve">" \f C \l "1" </w:instrText>
      </w:r>
      <w:r w:rsidR="001854B8">
        <w:fldChar w:fldCharType="end"/>
      </w:r>
      <w:r w:rsidR="00C531E0">
        <w:fldChar w:fldCharType="end"/>
      </w:r>
    </w:p>
    <w:p w14:paraId="60703298" w14:textId="77777777" w:rsidR="005278EB" w:rsidRPr="009825D5" w:rsidRDefault="005278EB" w:rsidP="00E86353">
      <w:pPr>
        <w:pStyle w:val="StyleHeading1Tahoma"/>
        <w:numPr>
          <w:ilvl w:val="0"/>
          <w:numId w:val="0"/>
        </w:numPr>
        <w:ind w:left="993"/>
      </w:pPr>
    </w:p>
    <w:p w14:paraId="4B51DD7D" w14:textId="77777777" w:rsidR="005278EB" w:rsidRDefault="005278EB" w:rsidP="00745961">
      <w:pPr>
        <w:pStyle w:val="StyleHeading2Tahoma"/>
        <w:numPr>
          <w:ilvl w:val="1"/>
          <w:numId w:val="31"/>
        </w:numPr>
        <w:ind w:left="709" w:hanging="709"/>
      </w:pPr>
      <w:r w:rsidRPr="009825D5">
        <w:t>The Agreement will automatically terminate on xxx.</w:t>
      </w:r>
    </w:p>
    <w:p w14:paraId="1EAAF04F" w14:textId="77777777" w:rsidR="005278EB" w:rsidRDefault="005278EB" w:rsidP="005823CA">
      <w:pPr>
        <w:pStyle w:val="StyleHeading2Tahoma"/>
        <w:ind w:left="993" w:hanging="993"/>
      </w:pPr>
    </w:p>
    <w:p w14:paraId="1ED1CFC2" w14:textId="77777777" w:rsidR="005278EB" w:rsidRPr="0091415E" w:rsidRDefault="005278EB" w:rsidP="005823CA">
      <w:pPr>
        <w:pStyle w:val="StyleHeading2Tahoma"/>
        <w:numPr>
          <w:ilvl w:val="1"/>
          <w:numId w:val="31"/>
        </w:numPr>
        <w:ind w:left="993" w:hanging="993"/>
        <w:rPr>
          <w:u w:val="single"/>
        </w:rPr>
      </w:pPr>
      <w:r w:rsidRPr="0091415E">
        <w:rPr>
          <w:u w:val="single"/>
        </w:rPr>
        <w:t>Termination by SARS</w:t>
      </w:r>
    </w:p>
    <w:p w14:paraId="721BFCC5" w14:textId="77777777" w:rsidR="005278EB" w:rsidRDefault="005278EB" w:rsidP="005823CA">
      <w:pPr>
        <w:pStyle w:val="StyleHeading2Tahoma"/>
        <w:ind w:left="993" w:hanging="993"/>
      </w:pPr>
    </w:p>
    <w:p w14:paraId="36BD13B8" w14:textId="77777777" w:rsidR="00044AA3" w:rsidRDefault="005278EB" w:rsidP="00A3219D">
      <w:pPr>
        <w:pStyle w:val="StyleHeading2Tahoma"/>
        <w:numPr>
          <w:ilvl w:val="2"/>
          <w:numId w:val="31"/>
        </w:numPr>
        <w:ind w:left="1985" w:hanging="992"/>
      </w:pPr>
      <w:r w:rsidRPr="009825D5">
        <w:t>Notwithstanding anything to the contrary set forth in this Agreement, SARS reserves the right to terminate this Agreement or temporarily defer the provision of the Services, or any part thereof, at any stage with immediate effect on written notice to th</w:t>
      </w:r>
      <w:r>
        <w:t>e Service Provider, should SARS</w:t>
      </w:r>
      <w:r w:rsidRPr="009825D5">
        <w:t xml:space="preserve"> in its sole and absolute discretion, decide not to proceed with the Services.</w:t>
      </w:r>
    </w:p>
    <w:p w14:paraId="0EAA40F4" w14:textId="77777777" w:rsidR="00C14C65" w:rsidRDefault="00C14C65" w:rsidP="00C14C65">
      <w:pPr>
        <w:pStyle w:val="StyleHeading2Tahoma"/>
        <w:ind w:left="1985"/>
      </w:pPr>
    </w:p>
    <w:p w14:paraId="348A9294" w14:textId="77777777" w:rsidR="005278EB" w:rsidRDefault="005278EB" w:rsidP="005823CA">
      <w:pPr>
        <w:pStyle w:val="StyleHeading2Tahoma"/>
        <w:numPr>
          <w:ilvl w:val="2"/>
          <w:numId w:val="31"/>
        </w:numPr>
        <w:tabs>
          <w:tab w:val="num" w:pos="1985"/>
        </w:tabs>
        <w:ind w:left="1985" w:hanging="992"/>
      </w:pPr>
      <w:r>
        <w:t>SARS shall not be liable for any damage or loss to the Service Provider resulting from termination under this Clause.</w:t>
      </w:r>
    </w:p>
    <w:p w14:paraId="43260B9C" w14:textId="77777777" w:rsidR="005278EB" w:rsidRDefault="005278EB" w:rsidP="005823CA">
      <w:pPr>
        <w:pStyle w:val="StyleHeading2Tahoma"/>
        <w:ind w:left="993" w:hanging="993"/>
      </w:pPr>
    </w:p>
    <w:p w14:paraId="25984354" w14:textId="77777777" w:rsidR="005278EB" w:rsidRDefault="005278EB" w:rsidP="005823CA">
      <w:pPr>
        <w:pStyle w:val="StyleHeading2Tahoma"/>
        <w:numPr>
          <w:ilvl w:val="2"/>
          <w:numId w:val="31"/>
        </w:numPr>
        <w:tabs>
          <w:tab w:val="num" w:pos="1985"/>
        </w:tabs>
        <w:ind w:left="1985" w:hanging="992"/>
      </w:pPr>
      <w:proofErr w:type="gramStart"/>
      <w:r w:rsidRPr="009825D5">
        <w:t>In the event that</w:t>
      </w:r>
      <w:proofErr w:type="gramEnd"/>
      <w:r w:rsidRPr="009825D5">
        <w:t xml:space="preserve"> SARS terminates this Agreement in terms of this </w:t>
      </w:r>
      <w:r w:rsidRPr="002507DF">
        <w:rPr>
          <w:b/>
        </w:rPr>
        <w:t xml:space="preserve">Clause </w:t>
      </w:r>
      <w:r w:rsidR="0084179D">
        <w:rPr>
          <w:b/>
        </w:rPr>
        <w:fldChar w:fldCharType="begin"/>
      </w:r>
      <w:r w:rsidR="0084179D">
        <w:rPr>
          <w:b/>
        </w:rPr>
        <w:instrText xml:space="preserve"> REF _Ref334428777 \r \h </w:instrText>
      </w:r>
      <w:r w:rsidR="0084179D">
        <w:rPr>
          <w:b/>
        </w:rPr>
      </w:r>
      <w:r w:rsidR="0084179D">
        <w:rPr>
          <w:b/>
        </w:rPr>
        <w:fldChar w:fldCharType="separate"/>
      </w:r>
      <w:r w:rsidR="00162E86">
        <w:rPr>
          <w:b/>
        </w:rPr>
        <w:t>24</w:t>
      </w:r>
      <w:r w:rsidR="0084179D">
        <w:rPr>
          <w:b/>
        </w:rPr>
        <w:fldChar w:fldCharType="end"/>
      </w:r>
      <w:r w:rsidRPr="009825D5">
        <w:t>, the Service Provider will be remunerated for Services rendered to date of such termination, provided that the Service Provider furnishes SARS with a valid tax invoice in respect of such Services, such invoice is accurate and meets SARS’s invoicing requirements. Save for the aforementioned, SARS will have no liability to the Service Provider with respect to such termination</w:t>
      </w:r>
      <w:r>
        <w:t>.</w:t>
      </w:r>
    </w:p>
    <w:p w14:paraId="5D5BB752" w14:textId="77777777" w:rsidR="005278EB" w:rsidRDefault="005278EB" w:rsidP="005823CA">
      <w:pPr>
        <w:pStyle w:val="StyleHeading2Tahoma"/>
        <w:ind w:left="993" w:hanging="993"/>
      </w:pPr>
    </w:p>
    <w:p w14:paraId="22949B69" w14:textId="77777777" w:rsidR="005278EB" w:rsidRPr="00671929" w:rsidRDefault="005278EB" w:rsidP="005823CA">
      <w:pPr>
        <w:pStyle w:val="StyleHeading2Tahoma"/>
        <w:numPr>
          <w:ilvl w:val="2"/>
          <w:numId w:val="31"/>
        </w:numPr>
        <w:tabs>
          <w:tab w:val="num" w:pos="1985"/>
        </w:tabs>
        <w:ind w:left="1985" w:hanging="992"/>
      </w:pPr>
      <w:bookmarkStart w:id="116" w:name="_Toc324509707"/>
      <w:bookmarkStart w:id="117" w:name="_Toc324510353"/>
      <w:bookmarkStart w:id="118" w:name="_Toc325118151"/>
      <w:r w:rsidRPr="00671929">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within </w:t>
      </w:r>
      <w:r w:rsidR="006B2630">
        <w:t xml:space="preserve">thirty </w:t>
      </w:r>
      <w:r w:rsidRPr="00671929">
        <w:t>(</w:t>
      </w:r>
      <w:r w:rsidR="006B2630">
        <w:t>30</w:t>
      </w:r>
      <w:r w:rsidRPr="00671929">
        <w:t xml:space="preserve">) </w:t>
      </w:r>
      <w:r w:rsidR="003920FF">
        <w:t xml:space="preserve">Business </w:t>
      </w:r>
      <w:r w:rsidRPr="00671929">
        <w:t xml:space="preserve">days after being notified of the Change Event by the Service Provider, SARS may terminate this Agreement by giving the Service Provider at least </w:t>
      </w:r>
      <w:r w:rsidR="006B2630">
        <w:t xml:space="preserve">thirty </w:t>
      </w:r>
      <w:r w:rsidRPr="00671929">
        <w:t>(</w:t>
      </w:r>
      <w:r w:rsidR="006B2630">
        <w:t>30</w:t>
      </w:r>
      <w:r w:rsidRPr="00671929">
        <w:t xml:space="preserve">) </w:t>
      </w:r>
      <w:r w:rsidR="003920FF">
        <w:t xml:space="preserve">Business </w:t>
      </w:r>
      <w:r w:rsidRPr="00671929">
        <w:t>days’ prior written notice and designating a date upon which such termination shall be effective.</w:t>
      </w:r>
      <w:bookmarkEnd w:id="116"/>
      <w:bookmarkEnd w:id="117"/>
      <w:bookmarkEnd w:id="118"/>
      <w:r w:rsidRPr="00671929">
        <w:t xml:space="preserve"> </w:t>
      </w:r>
      <w:bookmarkStart w:id="119" w:name="_Toc324509708"/>
      <w:bookmarkStart w:id="120" w:name="_Toc324510354"/>
      <w:bookmarkStart w:id="121" w:name="_Toc325118152"/>
      <w:r w:rsidRPr="00671929">
        <w:t>The Service Provider shall notify SARS if there is any Change Event within five (5) days after becoming aware of the anticipated Change Event.</w:t>
      </w:r>
      <w:bookmarkEnd w:id="119"/>
      <w:bookmarkEnd w:id="120"/>
      <w:bookmarkEnd w:id="121"/>
      <w:r w:rsidRPr="00671929">
        <w:t xml:space="preserve"> No sale, acquisition, merger or other change of Control shall be effective against and legally binding on SARS if the prior written consent of SARS was not obtained. </w:t>
      </w:r>
      <w:bookmarkStart w:id="122" w:name="_Toc324509709"/>
      <w:bookmarkStart w:id="123" w:name="_Toc324510355"/>
      <w:bookmarkStart w:id="124" w:name="_Toc325118153"/>
      <w:r w:rsidRPr="00671929">
        <w:t>SARS shall have no liability to the Service Provider with respect to termination of the Agreement in terms of this Clause.</w:t>
      </w:r>
      <w:bookmarkEnd w:id="122"/>
      <w:bookmarkEnd w:id="123"/>
      <w:bookmarkEnd w:id="124"/>
      <w:r w:rsidRPr="00671929">
        <w:t xml:space="preserve">  </w:t>
      </w:r>
    </w:p>
    <w:p w14:paraId="3A1ABDB9" w14:textId="77777777" w:rsidR="005278EB" w:rsidRPr="00671929" w:rsidRDefault="005278EB" w:rsidP="005823CA">
      <w:pPr>
        <w:pStyle w:val="ListParagraph"/>
        <w:tabs>
          <w:tab w:val="num" w:pos="2160"/>
        </w:tabs>
        <w:spacing w:line="360" w:lineRule="auto"/>
        <w:ind w:left="993" w:hanging="993"/>
        <w:rPr>
          <w:rFonts w:ascii="Arial" w:hAnsi="Arial" w:cs="Arial"/>
          <w:sz w:val="22"/>
          <w:szCs w:val="22"/>
          <w:lang w:val="en-ZA"/>
        </w:rPr>
      </w:pPr>
      <w:r>
        <w:rPr>
          <w:rFonts w:ascii="Arial" w:hAnsi="Arial" w:cs="Arial"/>
          <w:sz w:val="22"/>
          <w:szCs w:val="22"/>
          <w:lang w:val="en-ZA"/>
        </w:rPr>
        <w:tab/>
      </w:r>
    </w:p>
    <w:p w14:paraId="2EED2CFD" w14:textId="77777777" w:rsidR="005278EB" w:rsidRPr="00F56689" w:rsidRDefault="005278EB" w:rsidP="005823CA">
      <w:pPr>
        <w:pStyle w:val="ListParagraph"/>
        <w:numPr>
          <w:ilvl w:val="3"/>
          <w:numId w:val="31"/>
        </w:numPr>
        <w:overflowPunct/>
        <w:autoSpaceDE/>
        <w:autoSpaceDN/>
        <w:adjustRightInd/>
        <w:spacing w:line="360" w:lineRule="auto"/>
        <w:ind w:left="2835" w:hanging="850"/>
        <w:jc w:val="both"/>
        <w:textAlignment w:val="auto"/>
        <w:rPr>
          <w:rFonts w:ascii="Arial" w:hAnsi="Arial" w:cs="Arial"/>
          <w:sz w:val="22"/>
          <w:szCs w:val="22"/>
          <w:lang w:val="en-ZA"/>
        </w:rPr>
      </w:pPr>
      <w:bookmarkStart w:id="125" w:name="_Toc324509710"/>
      <w:bookmarkStart w:id="126" w:name="_Toc324510356"/>
      <w:bookmarkStart w:id="127" w:name="_Toc325118154"/>
      <w:r w:rsidRPr="00671929">
        <w:rPr>
          <w:rFonts w:ascii="Arial" w:hAnsi="Arial" w:cs="Arial"/>
          <w:sz w:val="22"/>
          <w:szCs w:val="22"/>
        </w:rPr>
        <w:t>“Control” in terms of this Clause shall mean, with regard to any entity, the right or power to dictate the management of and otherwise control such entity by either:</w:t>
      </w:r>
      <w:bookmarkEnd w:id="125"/>
      <w:bookmarkEnd w:id="126"/>
      <w:bookmarkEnd w:id="127"/>
      <w:r w:rsidRPr="00671929">
        <w:rPr>
          <w:rFonts w:ascii="Arial" w:hAnsi="Arial" w:cs="Arial"/>
          <w:sz w:val="22"/>
          <w:szCs w:val="22"/>
        </w:rPr>
        <w:t xml:space="preserve"> </w:t>
      </w:r>
    </w:p>
    <w:p w14:paraId="5BE3A406" w14:textId="77777777" w:rsidR="00F56689" w:rsidRPr="00671929" w:rsidRDefault="00F56689" w:rsidP="00F56689">
      <w:pPr>
        <w:pStyle w:val="ListParagraph"/>
        <w:overflowPunct/>
        <w:autoSpaceDE/>
        <w:autoSpaceDN/>
        <w:adjustRightInd/>
        <w:spacing w:line="360" w:lineRule="auto"/>
        <w:ind w:left="2835"/>
        <w:jc w:val="both"/>
        <w:textAlignment w:val="auto"/>
        <w:rPr>
          <w:rFonts w:ascii="Arial" w:hAnsi="Arial" w:cs="Arial"/>
          <w:sz w:val="22"/>
          <w:szCs w:val="22"/>
          <w:lang w:val="en-ZA"/>
        </w:rPr>
      </w:pPr>
    </w:p>
    <w:p w14:paraId="47186A46" w14:textId="77777777" w:rsidR="005278EB" w:rsidRDefault="005278EB" w:rsidP="005823CA">
      <w:pPr>
        <w:pStyle w:val="ListParagraph"/>
        <w:numPr>
          <w:ilvl w:val="4"/>
          <w:numId w:val="31"/>
        </w:numPr>
        <w:tabs>
          <w:tab w:val="num" w:pos="3600"/>
        </w:tabs>
        <w:overflowPunct/>
        <w:autoSpaceDE/>
        <w:autoSpaceDN/>
        <w:adjustRightInd/>
        <w:spacing w:line="360" w:lineRule="auto"/>
        <w:ind w:left="4253" w:hanging="1418"/>
        <w:jc w:val="both"/>
        <w:textAlignment w:val="auto"/>
        <w:rPr>
          <w:rFonts w:ascii="Arial" w:hAnsi="Arial" w:cs="Arial"/>
          <w:sz w:val="22"/>
          <w:szCs w:val="22"/>
          <w:lang w:val="en-ZA"/>
        </w:rPr>
      </w:pPr>
      <w:r w:rsidRPr="00671929">
        <w:rPr>
          <w:rFonts w:ascii="Arial" w:hAnsi="Arial" w:cs="Arial"/>
          <w:sz w:val="22"/>
          <w:szCs w:val="22"/>
        </w:rPr>
        <w:t>holding</w:t>
      </w:r>
      <w:r w:rsidRPr="00671929">
        <w:rPr>
          <w:rFonts w:ascii="Arial" w:hAnsi="Arial" w:cs="Arial"/>
          <w:sz w:val="22"/>
          <w:szCs w:val="22"/>
          <w:lang w:val="en-ZA"/>
        </w:rPr>
        <w:t xml:space="preserve"> directly or indirectly the majority of the issued share capital or stock (or other ownership interest if not a corporation) of such entity ordinarily having voting rights; </w:t>
      </w:r>
    </w:p>
    <w:p w14:paraId="0EB1CF15" w14:textId="77777777" w:rsidR="00F56689" w:rsidRDefault="00F56689" w:rsidP="00F56689">
      <w:pPr>
        <w:pStyle w:val="ListParagraph"/>
        <w:overflowPunct/>
        <w:autoSpaceDE/>
        <w:autoSpaceDN/>
        <w:adjustRightInd/>
        <w:spacing w:line="360" w:lineRule="auto"/>
        <w:ind w:left="4253"/>
        <w:jc w:val="both"/>
        <w:textAlignment w:val="auto"/>
        <w:rPr>
          <w:rFonts w:ascii="Arial" w:hAnsi="Arial" w:cs="Arial"/>
          <w:sz w:val="22"/>
          <w:szCs w:val="22"/>
          <w:lang w:val="en-ZA"/>
        </w:rPr>
      </w:pPr>
    </w:p>
    <w:p w14:paraId="56620F53" w14:textId="77777777" w:rsidR="005278EB" w:rsidRDefault="005278EB" w:rsidP="005823CA">
      <w:pPr>
        <w:pStyle w:val="ListParagraph"/>
        <w:numPr>
          <w:ilvl w:val="4"/>
          <w:numId w:val="31"/>
        </w:numPr>
        <w:tabs>
          <w:tab w:val="num" w:pos="3600"/>
        </w:tabs>
        <w:overflowPunct/>
        <w:autoSpaceDE/>
        <w:autoSpaceDN/>
        <w:adjustRightInd/>
        <w:spacing w:line="360" w:lineRule="auto"/>
        <w:ind w:left="4253" w:hanging="1418"/>
        <w:jc w:val="both"/>
        <w:textAlignment w:val="auto"/>
        <w:rPr>
          <w:rFonts w:ascii="Arial" w:hAnsi="Arial" w:cs="Arial"/>
          <w:sz w:val="22"/>
          <w:szCs w:val="22"/>
          <w:lang w:val="en-ZA"/>
        </w:rPr>
      </w:pPr>
      <w:r w:rsidRPr="00671929">
        <w:rPr>
          <w:rFonts w:ascii="Arial" w:hAnsi="Arial" w:cs="Arial"/>
          <w:sz w:val="22"/>
          <w:szCs w:val="22"/>
          <w:lang w:val="en-ZA"/>
        </w:rPr>
        <w:t xml:space="preserve">controlling the majority of the voting rights in such entity; or </w:t>
      </w:r>
    </w:p>
    <w:p w14:paraId="0AF2D3EC" w14:textId="77777777" w:rsidR="00DB424B" w:rsidRPr="00DB424B" w:rsidRDefault="00DB424B" w:rsidP="00DB424B">
      <w:pPr>
        <w:overflowPunct/>
        <w:autoSpaceDE/>
        <w:autoSpaceDN/>
        <w:adjustRightInd/>
        <w:spacing w:line="360" w:lineRule="auto"/>
        <w:jc w:val="both"/>
        <w:textAlignment w:val="auto"/>
        <w:rPr>
          <w:rFonts w:ascii="Arial" w:hAnsi="Arial" w:cs="Arial"/>
          <w:sz w:val="22"/>
          <w:szCs w:val="22"/>
          <w:lang w:val="en-ZA"/>
        </w:rPr>
      </w:pPr>
    </w:p>
    <w:p w14:paraId="20B8C660" w14:textId="77777777" w:rsidR="005278EB" w:rsidRPr="00671929" w:rsidRDefault="005278EB" w:rsidP="005823CA">
      <w:pPr>
        <w:pStyle w:val="ListParagraph"/>
        <w:numPr>
          <w:ilvl w:val="4"/>
          <w:numId w:val="31"/>
        </w:numPr>
        <w:tabs>
          <w:tab w:val="num" w:pos="3600"/>
        </w:tabs>
        <w:overflowPunct/>
        <w:autoSpaceDE/>
        <w:autoSpaceDN/>
        <w:adjustRightInd/>
        <w:spacing w:line="360" w:lineRule="auto"/>
        <w:ind w:left="4253" w:hanging="1418"/>
        <w:jc w:val="both"/>
        <w:textAlignment w:val="auto"/>
        <w:rPr>
          <w:rFonts w:ascii="Arial" w:hAnsi="Arial" w:cs="Arial"/>
          <w:sz w:val="22"/>
          <w:szCs w:val="22"/>
          <w:lang w:val="en-ZA"/>
        </w:rPr>
      </w:pPr>
      <w:r w:rsidRPr="00671929">
        <w:rPr>
          <w:rFonts w:ascii="Arial" w:hAnsi="Arial" w:cs="Arial"/>
          <w:sz w:val="22"/>
          <w:szCs w:val="22"/>
          <w:lang w:val="en-ZA"/>
        </w:rPr>
        <w:t xml:space="preserve">having the right to appoint or remove directors holding </w:t>
      </w:r>
      <w:proofErr w:type="gramStart"/>
      <w:r w:rsidRPr="00671929">
        <w:rPr>
          <w:rFonts w:ascii="Arial" w:hAnsi="Arial" w:cs="Arial"/>
          <w:sz w:val="22"/>
          <w:szCs w:val="22"/>
          <w:lang w:val="en-ZA"/>
        </w:rPr>
        <w:t>a majority of</w:t>
      </w:r>
      <w:proofErr w:type="gramEnd"/>
      <w:r w:rsidRPr="00671929">
        <w:rPr>
          <w:rFonts w:ascii="Arial" w:hAnsi="Arial" w:cs="Arial"/>
          <w:sz w:val="22"/>
          <w:szCs w:val="22"/>
          <w:lang w:val="en-ZA"/>
        </w:rPr>
        <w:t xml:space="preserve"> the voting rights at meetings of the board of directors of such entity.</w:t>
      </w:r>
    </w:p>
    <w:p w14:paraId="6B9F08D8" w14:textId="77777777" w:rsidR="005278EB" w:rsidRDefault="005278EB" w:rsidP="005823CA">
      <w:pPr>
        <w:pStyle w:val="StyleHeading2Tahoma"/>
        <w:ind w:left="993" w:hanging="993"/>
      </w:pPr>
    </w:p>
    <w:p w14:paraId="4F233A9B" w14:textId="77777777" w:rsidR="005278EB" w:rsidRDefault="005278EB" w:rsidP="006B5FBB">
      <w:pPr>
        <w:pStyle w:val="StyleHeading2Tahoma"/>
        <w:numPr>
          <w:ilvl w:val="1"/>
          <w:numId w:val="31"/>
        </w:numPr>
        <w:ind w:left="709" w:hanging="709"/>
        <w:rPr>
          <w:u w:val="single"/>
        </w:rPr>
      </w:pPr>
      <w:r w:rsidRPr="0091415E">
        <w:rPr>
          <w:u w:val="single"/>
        </w:rPr>
        <w:t xml:space="preserve">Termination by </w:t>
      </w:r>
      <w:r>
        <w:rPr>
          <w:u w:val="single"/>
        </w:rPr>
        <w:t xml:space="preserve">the </w:t>
      </w:r>
      <w:r w:rsidRPr="0091415E">
        <w:rPr>
          <w:u w:val="single"/>
        </w:rPr>
        <w:t>Service Provider</w:t>
      </w:r>
    </w:p>
    <w:p w14:paraId="158C3B21" w14:textId="77777777" w:rsidR="005278EB" w:rsidRDefault="005278EB" w:rsidP="005823CA">
      <w:pPr>
        <w:pStyle w:val="StyleHeading2Tahoma"/>
        <w:ind w:left="993" w:hanging="993"/>
        <w:rPr>
          <w:u w:val="single"/>
        </w:rPr>
      </w:pPr>
    </w:p>
    <w:p w14:paraId="3FC52D44" w14:textId="77777777" w:rsidR="005278EB" w:rsidRDefault="005278EB" w:rsidP="005823CA">
      <w:pPr>
        <w:pStyle w:val="StyleHeading2Tahoma"/>
        <w:numPr>
          <w:ilvl w:val="2"/>
          <w:numId w:val="31"/>
        </w:numPr>
        <w:tabs>
          <w:tab w:val="num" w:pos="1985"/>
        </w:tabs>
        <w:ind w:left="1985" w:hanging="992"/>
        <w:rPr>
          <w:spacing w:val="-3"/>
        </w:rPr>
      </w:pPr>
      <w:bookmarkStart w:id="128" w:name="_Ref334428800"/>
      <w:r w:rsidRPr="00113EDF">
        <w:t>The Service Provider shall have no right to terminate this Agreement except where SARS has</w:t>
      </w:r>
      <w:r w:rsidRPr="0091415E">
        <w:rPr>
          <w:spacing w:val="-3"/>
        </w:rPr>
        <w:t xml:space="preserve"> failed to make payment of an invoice in terms of this </w:t>
      </w:r>
      <w:r>
        <w:rPr>
          <w:spacing w:val="-3"/>
        </w:rPr>
        <w:t>Agreement</w:t>
      </w:r>
      <w:r w:rsidRPr="0091415E">
        <w:rPr>
          <w:spacing w:val="-3"/>
        </w:rPr>
        <w:t>.</w:t>
      </w:r>
      <w:bookmarkEnd w:id="128"/>
    </w:p>
    <w:p w14:paraId="0A666019" w14:textId="77777777" w:rsidR="005278EB" w:rsidRDefault="005278EB" w:rsidP="005823CA">
      <w:pPr>
        <w:tabs>
          <w:tab w:val="left" w:pos="2694"/>
        </w:tabs>
        <w:suppressAutoHyphens/>
        <w:spacing w:line="360" w:lineRule="auto"/>
        <w:ind w:left="993" w:hanging="993"/>
        <w:jc w:val="both"/>
        <w:rPr>
          <w:rFonts w:ascii="Arial" w:hAnsi="Arial" w:cs="Arial"/>
          <w:spacing w:val="-3"/>
          <w:sz w:val="22"/>
          <w:szCs w:val="22"/>
        </w:rPr>
      </w:pPr>
    </w:p>
    <w:p w14:paraId="1481631F" w14:textId="77777777" w:rsidR="005278EB" w:rsidRPr="0091415E" w:rsidRDefault="005278EB" w:rsidP="005823CA">
      <w:pPr>
        <w:pStyle w:val="StyleHeading2Tahoma"/>
        <w:numPr>
          <w:ilvl w:val="2"/>
          <w:numId w:val="31"/>
        </w:numPr>
        <w:tabs>
          <w:tab w:val="num" w:pos="1985"/>
        </w:tabs>
        <w:ind w:left="1985" w:hanging="992"/>
        <w:rPr>
          <w:spacing w:val="-3"/>
        </w:rPr>
      </w:pPr>
      <w:r w:rsidRPr="0091415E">
        <w:rPr>
          <w:spacing w:val="-3"/>
        </w:rPr>
        <w:t xml:space="preserve">Notwithstanding the provisions of </w:t>
      </w:r>
      <w:r>
        <w:rPr>
          <w:b/>
          <w:spacing w:val="-3"/>
        </w:rPr>
        <w:t xml:space="preserve">Clause </w:t>
      </w:r>
      <w:r w:rsidR="0084179D">
        <w:rPr>
          <w:b/>
          <w:spacing w:val="-3"/>
        </w:rPr>
        <w:fldChar w:fldCharType="begin"/>
      </w:r>
      <w:r w:rsidR="0084179D">
        <w:rPr>
          <w:b/>
          <w:spacing w:val="-3"/>
        </w:rPr>
        <w:instrText xml:space="preserve"> REF _Ref334428800 \r \h </w:instrText>
      </w:r>
      <w:r w:rsidR="0084179D">
        <w:rPr>
          <w:b/>
          <w:spacing w:val="-3"/>
        </w:rPr>
      </w:r>
      <w:r w:rsidR="0084179D">
        <w:rPr>
          <w:b/>
          <w:spacing w:val="-3"/>
        </w:rPr>
        <w:fldChar w:fldCharType="separate"/>
      </w:r>
      <w:r w:rsidR="00162E86">
        <w:rPr>
          <w:b/>
          <w:spacing w:val="-3"/>
        </w:rPr>
        <w:t>23.3.1</w:t>
      </w:r>
      <w:r w:rsidR="0084179D">
        <w:rPr>
          <w:b/>
          <w:spacing w:val="-3"/>
        </w:rPr>
        <w:fldChar w:fldCharType="end"/>
      </w:r>
      <w:r w:rsidRPr="0091415E">
        <w:rPr>
          <w:b/>
          <w:spacing w:val="-3"/>
        </w:rPr>
        <w:t xml:space="preserve"> </w:t>
      </w:r>
      <w:r w:rsidRPr="0091415E">
        <w:rPr>
          <w:spacing w:val="-3"/>
        </w:rPr>
        <w:t xml:space="preserve">above, </w:t>
      </w:r>
      <w:r>
        <w:rPr>
          <w:spacing w:val="-3"/>
        </w:rPr>
        <w:t xml:space="preserve">the </w:t>
      </w:r>
      <w:r w:rsidRPr="0091415E">
        <w:rPr>
          <w:spacing w:val="-3"/>
        </w:rPr>
        <w:t xml:space="preserve">Service Provider shall have no right to terminate this </w:t>
      </w:r>
      <w:r>
        <w:rPr>
          <w:spacing w:val="-3"/>
        </w:rPr>
        <w:t>Agreement unless it has given SARS</w:t>
      </w:r>
      <w:r w:rsidRPr="009C5653">
        <w:rPr>
          <w:spacing w:val="-3"/>
        </w:rPr>
        <w:t xml:space="preserve"> </w:t>
      </w:r>
      <w:r>
        <w:rPr>
          <w:spacing w:val="-3"/>
        </w:rPr>
        <w:t xml:space="preserve">thirty </w:t>
      </w:r>
      <w:r w:rsidRPr="0091415E">
        <w:rPr>
          <w:spacing w:val="-3"/>
        </w:rPr>
        <w:t>(</w:t>
      </w:r>
      <w:r>
        <w:rPr>
          <w:spacing w:val="-3"/>
        </w:rPr>
        <w:t>30</w:t>
      </w:r>
      <w:r w:rsidRPr="0091415E">
        <w:rPr>
          <w:spacing w:val="-3"/>
        </w:rPr>
        <w:t xml:space="preserve">) days’ written notice of its failure to make payment of an invoice. </w:t>
      </w:r>
    </w:p>
    <w:p w14:paraId="42C44D0A" w14:textId="77777777" w:rsidR="005278EB" w:rsidRDefault="005278EB" w:rsidP="005823CA">
      <w:pPr>
        <w:pStyle w:val="StyleHeading2Tahoma"/>
        <w:ind w:left="993" w:hanging="993"/>
      </w:pPr>
    </w:p>
    <w:p w14:paraId="7FCC5BFC" w14:textId="77777777" w:rsidR="005278EB" w:rsidRPr="009825D5" w:rsidRDefault="005278EB" w:rsidP="00E86353">
      <w:pPr>
        <w:pStyle w:val="StyleHeading1Tahoma"/>
      </w:pPr>
      <w:bookmarkStart w:id="129" w:name="_Toc296601369"/>
      <w:r w:rsidRPr="009825D5">
        <w:t>FORCE MAJEURE</w:t>
      </w:r>
      <w:bookmarkEnd w:id="129"/>
      <w:r w:rsidR="009224C8">
        <w:fldChar w:fldCharType="begin"/>
      </w:r>
      <w:r w:rsidR="009224C8">
        <w:instrText xml:space="preserve"> TC "</w:instrText>
      </w:r>
      <w:bookmarkStart w:id="130" w:name="_Toc67652875"/>
      <w:r w:rsidR="009224C8" w:rsidRPr="00CF6E93">
        <w:rPr>
          <w:lang w:val="en-ZA"/>
        </w:rPr>
        <w:instrText>22.   FORCE MAJEURE</w:instrText>
      </w:r>
      <w:bookmarkEnd w:id="130"/>
      <w:r w:rsidR="009224C8">
        <w:instrText xml:space="preserve">" \f C \l "1" </w:instrText>
      </w:r>
      <w:r w:rsidR="009224C8">
        <w:fldChar w:fldCharType="end"/>
      </w:r>
      <w:r w:rsidR="00C531E0">
        <w:fldChar w:fldCharType="begin"/>
      </w:r>
      <w:r w:rsidR="00C531E0">
        <w:instrText xml:space="preserve"> </w:instrText>
      </w:r>
      <w:r w:rsidR="001854B8">
        <w:fldChar w:fldCharType="begin"/>
      </w:r>
      <w:r w:rsidR="001854B8">
        <w:instrText xml:space="preserve"> TC "</w:instrText>
      </w:r>
      <w:r w:rsidR="001854B8" w:rsidRPr="004D02F9">
        <w:rPr>
          <w:lang w:val="en-ZA"/>
        </w:rPr>
        <w:instrText>21.   FORCE MAJEURE</w:instrText>
      </w:r>
      <w:bookmarkStart w:id="131" w:name="_Toc67558359"/>
      <w:bookmarkStart w:id="132" w:name="_Toc67576225"/>
      <w:bookmarkStart w:id="133" w:name="_Toc67652876"/>
      <w:bookmarkEnd w:id="131"/>
      <w:bookmarkEnd w:id="132"/>
      <w:bookmarkEnd w:id="133"/>
      <w:r w:rsidR="001854B8">
        <w:instrText xml:space="preserve">" \f C \l "1" </w:instrText>
      </w:r>
      <w:r w:rsidR="001854B8">
        <w:fldChar w:fldCharType="end"/>
      </w:r>
      <w:r w:rsidR="00C531E0">
        <w:fldChar w:fldCharType="end"/>
      </w:r>
    </w:p>
    <w:p w14:paraId="5DF1CD34" w14:textId="77777777" w:rsidR="005278EB" w:rsidRPr="009825D5" w:rsidRDefault="005278EB" w:rsidP="00E86353">
      <w:pPr>
        <w:pStyle w:val="StyleHeading1Tahoma"/>
        <w:numPr>
          <w:ilvl w:val="0"/>
          <w:numId w:val="0"/>
        </w:numPr>
        <w:ind w:left="993"/>
      </w:pPr>
    </w:p>
    <w:p w14:paraId="205A2B12" w14:textId="77777777" w:rsidR="005278EB" w:rsidRDefault="005278EB" w:rsidP="006B5FBB">
      <w:pPr>
        <w:pStyle w:val="StyleHeading2Tahoma"/>
        <w:numPr>
          <w:ilvl w:val="1"/>
          <w:numId w:val="32"/>
        </w:numPr>
        <w:ind w:left="709" w:hanging="709"/>
      </w:pPr>
      <w:r w:rsidRPr="009825D5">
        <w:t>In the event of any act beyond the reasonable control of the Parties, including</w:t>
      </w:r>
      <w:r>
        <w:t xml:space="preserve"> </w:t>
      </w:r>
      <w:r w:rsidRPr="009825D5">
        <w:t>war, warlike operation, rebellion, riot, civil commotion, lockout,</w:t>
      </w:r>
      <w:r>
        <w:t xml:space="preserve"> interference by trade unions, suspension of labour, fire, accident </w:t>
      </w:r>
      <w:r w:rsidRPr="009825D5">
        <w:t>or (without regard to the foregoing enumeration) any other circumstances arising or action taken beyond the reasonabl</w:t>
      </w:r>
      <w:r>
        <w:t>e control of the Parties hereto</w:t>
      </w:r>
      <w:r w:rsidRPr="009825D5">
        <w:t xml:space="preserve"> preventing them or any of them from the performance of any obligation hereunder (any such event hereinafter called "force majeure"), then the Party affected by such force majeure </w:t>
      </w:r>
      <w:r>
        <w:t>event will</w:t>
      </w:r>
      <w:r w:rsidRPr="009825D5">
        <w:t xml:space="preserve"> be relieved of its obligations hereunder during the period that such force majeure </w:t>
      </w:r>
      <w:r>
        <w:t xml:space="preserve">event </w:t>
      </w:r>
      <w:r w:rsidRPr="009825D5">
        <w:t>continues</w:t>
      </w:r>
      <w:r>
        <w:t xml:space="preserve"> (excluding payment obligations for materials purchased)</w:t>
      </w:r>
      <w:r w:rsidRPr="009825D5">
        <w:t xml:space="preserve">. </w:t>
      </w:r>
    </w:p>
    <w:p w14:paraId="3E330996" w14:textId="77777777" w:rsidR="005278EB" w:rsidRDefault="005278EB" w:rsidP="005823CA">
      <w:pPr>
        <w:pStyle w:val="StyleHeading2Tahoma"/>
        <w:ind w:left="993" w:hanging="993"/>
      </w:pPr>
    </w:p>
    <w:p w14:paraId="4703943C" w14:textId="77777777" w:rsidR="00DB424B" w:rsidRDefault="005278EB" w:rsidP="00451275">
      <w:pPr>
        <w:pStyle w:val="StyleHeading2Tahoma"/>
        <w:numPr>
          <w:ilvl w:val="1"/>
          <w:numId w:val="32"/>
        </w:numPr>
        <w:ind w:left="709" w:hanging="709"/>
      </w:pPr>
      <w:r w:rsidRPr="009825D5">
        <w:t xml:space="preserve">The </w:t>
      </w:r>
      <w:r>
        <w:t xml:space="preserve">affected </w:t>
      </w:r>
      <w:r w:rsidRPr="009825D5">
        <w:t>Party’s relief is only to the extent so prevented and such Party will not be liable for any delay or failure in the performance of any obligations hereunder or loss or damage which the other Party may suffer due to or resulting from the force majeure</w:t>
      </w:r>
      <w:r>
        <w:t xml:space="preserve"> event</w:t>
      </w:r>
      <w:r w:rsidRPr="009825D5">
        <w:t xml:space="preserve">, provided always that a written notice will be promptly given of any such inability by the affected Party. </w:t>
      </w:r>
    </w:p>
    <w:p w14:paraId="6F5AAC58" w14:textId="77777777" w:rsidR="004D2D0C" w:rsidRDefault="004D2D0C" w:rsidP="004D2D0C">
      <w:pPr>
        <w:pStyle w:val="StyleHeading2Tahoma"/>
      </w:pPr>
    </w:p>
    <w:p w14:paraId="0492910D" w14:textId="77777777" w:rsidR="005278EB" w:rsidRDefault="005278EB" w:rsidP="006B5FBB">
      <w:pPr>
        <w:pStyle w:val="StyleHeading2Tahoma"/>
        <w:numPr>
          <w:ilvl w:val="1"/>
          <w:numId w:val="32"/>
        </w:numPr>
        <w:ind w:left="709" w:hanging="709"/>
      </w:pPr>
      <w:r w:rsidRPr="009825D5">
        <w:t xml:space="preserve">Any Party invoking force majeure will upon termination of such force majeure give prompt </w:t>
      </w:r>
      <w:r w:rsidRPr="009825D5">
        <w:lastRenderedPageBreak/>
        <w:t xml:space="preserve">written notice thereof to the other Party. Should </w:t>
      </w:r>
      <w:r w:rsidR="00513E0B">
        <w:t xml:space="preserve">such </w:t>
      </w:r>
      <w:r w:rsidRPr="009825D5">
        <w:t xml:space="preserve">force majeure </w:t>
      </w:r>
      <w:r>
        <w:t xml:space="preserve">event </w:t>
      </w:r>
      <w:r w:rsidRPr="009825D5">
        <w:t>continue for a period of more than thirty (30) days, then either Party has the right to cancel this Agreement by giving written notice to such other Party to that effect.</w:t>
      </w:r>
    </w:p>
    <w:p w14:paraId="05D3548D" w14:textId="77777777" w:rsidR="005278EB" w:rsidRDefault="005278EB" w:rsidP="005823CA">
      <w:pPr>
        <w:pStyle w:val="StyleHeading2Tahoma"/>
        <w:ind w:left="993" w:hanging="993"/>
      </w:pPr>
    </w:p>
    <w:p w14:paraId="175F5AE0" w14:textId="77777777" w:rsidR="005278EB" w:rsidRDefault="005278EB" w:rsidP="006B5FBB">
      <w:pPr>
        <w:pStyle w:val="StyleHeading2Tahoma"/>
        <w:numPr>
          <w:ilvl w:val="1"/>
          <w:numId w:val="32"/>
        </w:numPr>
        <w:ind w:left="709" w:hanging="709"/>
      </w:pPr>
      <w:r w:rsidRPr="009825D5">
        <w:t>Notwithstanding anything to the contrary contained in this Agreement, the Service Provider will not be entitled to rely on a force majeure defence in the event that such act, circumstance or action could have been prevented by the Service Provider having proper contingency measures in place</w:t>
      </w:r>
      <w:r>
        <w:t>.</w:t>
      </w:r>
    </w:p>
    <w:p w14:paraId="402DF8F3" w14:textId="77777777" w:rsidR="005278EB" w:rsidRDefault="005278EB" w:rsidP="005823CA">
      <w:pPr>
        <w:pStyle w:val="StyleHeading2Tahoma"/>
        <w:ind w:left="993" w:hanging="993"/>
      </w:pPr>
    </w:p>
    <w:p w14:paraId="3EB4573F" w14:textId="77777777" w:rsidR="005278EB" w:rsidRPr="00451BEB" w:rsidRDefault="005278EB" w:rsidP="006B5FBB">
      <w:pPr>
        <w:pStyle w:val="StyleHeading2Tahoma"/>
        <w:numPr>
          <w:ilvl w:val="1"/>
          <w:numId w:val="32"/>
        </w:numPr>
        <w:ind w:left="709" w:hanging="709"/>
      </w:pPr>
      <w:r w:rsidRPr="00451BEB">
        <w:t xml:space="preserve">In the event that </w:t>
      </w:r>
      <w:r w:rsidRPr="00451BEB">
        <w:rPr>
          <w:lang w:val="en-ZA"/>
        </w:rPr>
        <w:t xml:space="preserve">the Service Provider </w:t>
      </w:r>
      <w:r w:rsidRPr="00451BEB">
        <w:t>is for any reason other than as provided for in this Clause unable to provide the Services for the full duration of this Agreement-</w:t>
      </w:r>
    </w:p>
    <w:p w14:paraId="2783E4FA" w14:textId="77777777" w:rsidR="005278EB" w:rsidRPr="00451BEB" w:rsidRDefault="005278EB" w:rsidP="005823CA">
      <w:pPr>
        <w:pStyle w:val="ListParagraph"/>
        <w:tabs>
          <w:tab w:val="left" w:pos="1276"/>
        </w:tabs>
        <w:spacing w:line="360" w:lineRule="auto"/>
        <w:ind w:left="993" w:hanging="993"/>
        <w:jc w:val="both"/>
        <w:rPr>
          <w:rFonts w:ascii="Arial" w:hAnsi="Arial" w:cs="Arial"/>
          <w:sz w:val="22"/>
          <w:szCs w:val="22"/>
        </w:rPr>
      </w:pPr>
    </w:p>
    <w:p w14:paraId="09F4238A" w14:textId="77777777" w:rsidR="005278EB" w:rsidRPr="00451BEB" w:rsidRDefault="005278EB" w:rsidP="005823CA">
      <w:pPr>
        <w:pStyle w:val="StyleHeading2Tahoma"/>
        <w:numPr>
          <w:ilvl w:val="2"/>
          <w:numId w:val="32"/>
        </w:numPr>
        <w:ind w:left="1985" w:hanging="992"/>
      </w:pPr>
      <w:bookmarkStart w:id="134" w:name="_Toc324509712"/>
      <w:bookmarkStart w:id="135" w:name="_Toc324510358"/>
      <w:bookmarkStart w:id="136" w:name="_Ref334428825"/>
      <w:r w:rsidRPr="00451BEB">
        <w:t>the Service Provider shall serve SARS with a written notice requesting an extension of the duration of this Agreement at least seven (7) Business Days prior to the end of the duration of this Agreement; and,</w:t>
      </w:r>
      <w:bookmarkEnd w:id="134"/>
      <w:bookmarkEnd w:id="135"/>
      <w:bookmarkEnd w:id="136"/>
    </w:p>
    <w:p w14:paraId="76041B01" w14:textId="77777777" w:rsidR="005278EB" w:rsidRPr="00451BEB" w:rsidRDefault="005278EB" w:rsidP="005823CA">
      <w:pPr>
        <w:pStyle w:val="ListParagraph"/>
        <w:tabs>
          <w:tab w:val="num" w:pos="2160"/>
        </w:tabs>
        <w:spacing w:line="360" w:lineRule="auto"/>
        <w:ind w:left="993" w:hanging="993"/>
        <w:jc w:val="both"/>
        <w:rPr>
          <w:rFonts w:ascii="Arial" w:hAnsi="Arial" w:cs="Arial"/>
          <w:sz w:val="22"/>
          <w:szCs w:val="22"/>
        </w:rPr>
      </w:pPr>
    </w:p>
    <w:p w14:paraId="168CE635" w14:textId="77777777" w:rsidR="005278EB" w:rsidRPr="00451BEB" w:rsidRDefault="005278EB" w:rsidP="005823CA">
      <w:pPr>
        <w:pStyle w:val="StyleHeading2Tahoma"/>
        <w:numPr>
          <w:ilvl w:val="2"/>
          <w:numId w:val="32"/>
        </w:numPr>
        <w:tabs>
          <w:tab w:val="num" w:pos="1985"/>
        </w:tabs>
        <w:ind w:left="1985" w:hanging="992"/>
      </w:pPr>
      <w:bookmarkStart w:id="137" w:name="_Toc324509713"/>
      <w:bookmarkStart w:id="138" w:name="_Toc324510359"/>
      <w:r w:rsidRPr="00451BEB">
        <w:t>SARS shall consider the request and revert to the Service Provider by no later than five</w:t>
      </w:r>
      <w:r>
        <w:t xml:space="preserve"> </w:t>
      </w:r>
      <w:r w:rsidRPr="00451BEB">
        <w:t>(</w:t>
      </w:r>
      <w:r>
        <w:t>5</w:t>
      </w:r>
      <w:r w:rsidRPr="00451BEB">
        <w:t xml:space="preserve">) Business Days from date of receipt of the notice referred to in </w:t>
      </w:r>
      <w:r w:rsidRPr="00451BEB">
        <w:rPr>
          <w:b/>
        </w:rPr>
        <w:t xml:space="preserve">Clause </w:t>
      </w:r>
      <w:r w:rsidR="0084179D">
        <w:rPr>
          <w:b/>
        </w:rPr>
        <w:fldChar w:fldCharType="begin"/>
      </w:r>
      <w:r w:rsidR="0084179D">
        <w:rPr>
          <w:b/>
        </w:rPr>
        <w:instrText xml:space="preserve"> REF _Ref334428825 \r \h </w:instrText>
      </w:r>
      <w:r w:rsidR="0084179D">
        <w:rPr>
          <w:b/>
        </w:rPr>
      </w:r>
      <w:r w:rsidR="0084179D">
        <w:rPr>
          <w:b/>
        </w:rPr>
        <w:fldChar w:fldCharType="separate"/>
      </w:r>
      <w:r w:rsidR="00162E86">
        <w:rPr>
          <w:b/>
        </w:rPr>
        <w:t>24.5.1</w:t>
      </w:r>
      <w:r w:rsidR="0084179D">
        <w:rPr>
          <w:b/>
        </w:rPr>
        <w:fldChar w:fldCharType="end"/>
      </w:r>
      <w:r w:rsidRPr="00451BEB">
        <w:rPr>
          <w:b/>
        </w:rPr>
        <w:t>.</w:t>
      </w:r>
      <w:bookmarkEnd w:id="137"/>
      <w:bookmarkEnd w:id="138"/>
    </w:p>
    <w:p w14:paraId="36684803" w14:textId="77777777" w:rsidR="005278EB" w:rsidRPr="009825D5" w:rsidRDefault="005278EB" w:rsidP="00E86353">
      <w:pPr>
        <w:pStyle w:val="StyleHeading1Tahoma"/>
        <w:numPr>
          <w:ilvl w:val="0"/>
          <w:numId w:val="0"/>
        </w:numPr>
        <w:ind w:left="993"/>
      </w:pPr>
    </w:p>
    <w:p w14:paraId="599F5CE0" w14:textId="77777777" w:rsidR="005278EB" w:rsidRPr="009825D5" w:rsidRDefault="005278EB" w:rsidP="00E86353">
      <w:pPr>
        <w:pStyle w:val="StyleHeading1Tahoma"/>
      </w:pPr>
      <w:bookmarkStart w:id="139" w:name="_Toc296601370"/>
      <w:bookmarkStart w:id="140" w:name="_Ref334428716"/>
      <w:r w:rsidRPr="009825D5">
        <w:t>STEP IN RIGHTS</w:t>
      </w:r>
      <w:bookmarkEnd w:id="139"/>
      <w:bookmarkEnd w:id="140"/>
      <w:r w:rsidR="00D7456F">
        <w:fldChar w:fldCharType="begin"/>
      </w:r>
      <w:r w:rsidR="00D7456F">
        <w:instrText xml:space="preserve"> TC "</w:instrText>
      </w:r>
      <w:bookmarkStart w:id="141" w:name="_Toc67652877"/>
      <w:r w:rsidR="00D7456F" w:rsidRPr="006D1DB3">
        <w:rPr>
          <w:lang w:val="en-ZA"/>
        </w:rPr>
        <w:instrText>23.   STEP IN RIGHTS</w:instrText>
      </w:r>
      <w:bookmarkEnd w:id="141"/>
      <w:r w:rsidR="00D7456F">
        <w:instrText xml:space="preserve">" \f C \l "1" </w:instrText>
      </w:r>
      <w:r w:rsidR="00D7456F">
        <w:fldChar w:fldCharType="end"/>
      </w:r>
      <w:r w:rsidR="00C531E0">
        <w:fldChar w:fldCharType="begin"/>
      </w:r>
      <w:r w:rsidR="00C531E0">
        <w:instrText xml:space="preserve"> </w:instrText>
      </w:r>
      <w:r w:rsidR="001854B8">
        <w:fldChar w:fldCharType="begin"/>
      </w:r>
      <w:r w:rsidR="001854B8">
        <w:instrText xml:space="preserve"> TC "</w:instrText>
      </w:r>
      <w:r w:rsidR="001854B8" w:rsidRPr="0089533E">
        <w:rPr>
          <w:lang w:val="en-ZA"/>
        </w:rPr>
        <w:instrText>22.   STEP IN RIGHTS</w:instrText>
      </w:r>
      <w:bookmarkStart w:id="142" w:name="_Toc67558360"/>
      <w:bookmarkStart w:id="143" w:name="_Toc67576226"/>
      <w:bookmarkStart w:id="144" w:name="_Toc67652878"/>
      <w:bookmarkEnd w:id="142"/>
      <w:bookmarkEnd w:id="143"/>
      <w:bookmarkEnd w:id="144"/>
      <w:r w:rsidR="001854B8">
        <w:instrText xml:space="preserve">" \f C \l "1" </w:instrText>
      </w:r>
      <w:r w:rsidR="001854B8">
        <w:fldChar w:fldCharType="end"/>
      </w:r>
      <w:r w:rsidR="00C531E0">
        <w:fldChar w:fldCharType="end"/>
      </w:r>
    </w:p>
    <w:p w14:paraId="51BAE9A5" w14:textId="77777777" w:rsidR="005278EB" w:rsidRPr="009825D5" w:rsidRDefault="005278EB" w:rsidP="00E86353">
      <w:pPr>
        <w:pStyle w:val="StyleHeading1Tahoma"/>
        <w:numPr>
          <w:ilvl w:val="0"/>
          <w:numId w:val="0"/>
        </w:numPr>
        <w:ind w:left="993"/>
      </w:pPr>
    </w:p>
    <w:p w14:paraId="0AA24AD7" w14:textId="77777777" w:rsidR="005278EB" w:rsidRDefault="005278EB" w:rsidP="006B5FBB">
      <w:pPr>
        <w:pStyle w:val="StyleHeading2Tahoma"/>
        <w:numPr>
          <w:ilvl w:val="1"/>
          <w:numId w:val="33"/>
        </w:numPr>
        <w:ind w:left="709" w:hanging="709"/>
      </w:pPr>
      <w:bookmarkStart w:id="145" w:name="_Ref237943270"/>
      <w:r w:rsidRPr="009825D5">
        <w:t>In addition to any other rights and remedies that it may have in terms of this Agreement or otherwise, including the right to terminate this Agreement, SARS may in its sole discretion elect to (</w:t>
      </w:r>
      <w:proofErr w:type="spellStart"/>
      <w:r w:rsidRPr="009825D5">
        <w:t>i</w:t>
      </w:r>
      <w:proofErr w:type="spellEnd"/>
      <w:r w:rsidRPr="009825D5">
        <w:t xml:space="preserve">) call for an urgent senior level meeting with the Service Provider; and/or (ii) launch an audit investigation into the Service Provider’s operations in accordance with the audit provisions detailed in </w:t>
      </w:r>
      <w:r w:rsidRPr="002507DF">
        <w:rPr>
          <w:b/>
        </w:rPr>
        <w:t xml:space="preserve">Clause </w:t>
      </w:r>
      <w:r w:rsidR="00007DE9">
        <w:rPr>
          <w:b/>
        </w:rPr>
        <w:fldChar w:fldCharType="begin"/>
      </w:r>
      <w:r w:rsidR="00007DE9">
        <w:rPr>
          <w:b/>
        </w:rPr>
        <w:instrText xml:space="preserve"> REF _Ref334428845 \r \h </w:instrText>
      </w:r>
      <w:r w:rsidR="00007DE9">
        <w:rPr>
          <w:b/>
        </w:rPr>
      </w:r>
      <w:r w:rsidR="00007DE9">
        <w:rPr>
          <w:b/>
        </w:rPr>
        <w:fldChar w:fldCharType="separate"/>
      </w:r>
      <w:r w:rsidR="00162E86">
        <w:rPr>
          <w:b/>
        </w:rPr>
        <w:t>16.1.6</w:t>
      </w:r>
      <w:r w:rsidR="00007DE9">
        <w:rPr>
          <w:b/>
        </w:rPr>
        <w:fldChar w:fldCharType="end"/>
      </w:r>
      <w:r w:rsidRPr="009825D5">
        <w:t xml:space="preserve">; and/or (iii) temporarily take over the Services as contemplated in </w:t>
      </w:r>
      <w:r w:rsidRPr="002507DF">
        <w:rPr>
          <w:b/>
        </w:rPr>
        <w:t xml:space="preserve">Clause </w:t>
      </w:r>
      <w:r w:rsidR="00007DE9">
        <w:rPr>
          <w:b/>
        </w:rPr>
        <w:fldChar w:fldCharType="begin"/>
      </w:r>
      <w:r w:rsidR="00007DE9">
        <w:rPr>
          <w:b/>
        </w:rPr>
        <w:instrText xml:space="preserve"> REF _Ref334428859 \r \h </w:instrText>
      </w:r>
      <w:r w:rsidR="00007DE9">
        <w:rPr>
          <w:b/>
        </w:rPr>
      </w:r>
      <w:r w:rsidR="00007DE9">
        <w:rPr>
          <w:b/>
        </w:rPr>
        <w:fldChar w:fldCharType="separate"/>
      </w:r>
      <w:r w:rsidR="00162E86">
        <w:rPr>
          <w:b/>
        </w:rPr>
        <w:t>25.2</w:t>
      </w:r>
      <w:r w:rsidR="00007DE9">
        <w:rPr>
          <w:b/>
        </w:rPr>
        <w:fldChar w:fldCharType="end"/>
      </w:r>
      <w:r w:rsidRPr="009825D5">
        <w:t xml:space="preserve"> below, immediately upon SARS’s identification or the Service Provider's notification of the occurrence of a</w:t>
      </w:r>
      <w:r>
        <w:t>ny event which SARS considers</w:t>
      </w:r>
      <w:r w:rsidRPr="009825D5">
        <w:t xml:space="preserve"> in its sole discretion, to be an event which may affect the continuity of the Services.</w:t>
      </w:r>
      <w:bookmarkStart w:id="146" w:name="_Hlt72052177"/>
      <w:bookmarkStart w:id="147" w:name="_Ref240624969"/>
      <w:bookmarkStart w:id="148" w:name="_Ref241462559"/>
      <w:bookmarkEnd w:id="145"/>
      <w:bookmarkEnd w:id="146"/>
    </w:p>
    <w:p w14:paraId="0F1DE32A" w14:textId="77777777" w:rsidR="005278EB" w:rsidRDefault="005278EB" w:rsidP="005823CA">
      <w:pPr>
        <w:pStyle w:val="StyleHeading2Tahoma"/>
        <w:ind w:left="993" w:hanging="993"/>
      </w:pPr>
    </w:p>
    <w:p w14:paraId="08A0798F" w14:textId="77777777" w:rsidR="005278EB" w:rsidRDefault="005278EB" w:rsidP="006B5FBB">
      <w:pPr>
        <w:pStyle w:val="StyleHeading2Tahoma"/>
        <w:numPr>
          <w:ilvl w:val="1"/>
          <w:numId w:val="33"/>
        </w:numPr>
        <w:ind w:left="709" w:hanging="709"/>
      </w:pPr>
      <w:bookmarkStart w:id="149" w:name="_Ref334428859"/>
      <w:r w:rsidRPr="009825D5">
        <w:t xml:space="preserve">For purposes of this </w:t>
      </w:r>
      <w:r w:rsidRPr="002507DF">
        <w:rPr>
          <w:b/>
        </w:rPr>
        <w:t xml:space="preserve">Clause </w:t>
      </w:r>
      <w:r w:rsidR="00007DE9">
        <w:rPr>
          <w:b/>
        </w:rPr>
        <w:fldChar w:fldCharType="begin"/>
      </w:r>
      <w:r w:rsidR="00007DE9">
        <w:rPr>
          <w:b/>
        </w:rPr>
        <w:instrText xml:space="preserve"> REF _Ref334428716 \r \h </w:instrText>
      </w:r>
      <w:r w:rsidR="00007DE9">
        <w:rPr>
          <w:b/>
        </w:rPr>
      </w:r>
      <w:r w:rsidR="00007DE9">
        <w:rPr>
          <w:b/>
        </w:rPr>
        <w:fldChar w:fldCharType="separate"/>
      </w:r>
      <w:r w:rsidR="00162E86">
        <w:rPr>
          <w:b/>
        </w:rPr>
        <w:t>26</w:t>
      </w:r>
      <w:r w:rsidR="00007DE9">
        <w:rPr>
          <w:b/>
        </w:rPr>
        <w:fldChar w:fldCharType="end"/>
      </w:r>
      <w:r w:rsidRPr="009825D5">
        <w:t xml:space="preserve"> SARS may (at its option), either itself or by the procurement of an alternate Third Party service provider, temporarily take over the provision of the Services until such time as SARS is able to make permanent alternate arrangements for the provision of the Services, which right will apply for a period of no more than one </w:t>
      </w:r>
      <w:r w:rsidRPr="009825D5">
        <w:lastRenderedPageBreak/>
        <w:t>hundred and eighty (180) days from the date that SARS temporarily takes over the provision of the Services. The Service Provider will, upon the request of SARS, fully co-operate with and assist SARS in the performance of the Services</w:t>
      </w:r>
      <w:r>
        <w:t xml:space="preserve"> during any such temporary take</w:t>
      </w:r>
      <w:r w:rsidRPr="009825D5">
        <w:t>over of the Services by SARS.</w:t>
      </w:r>
      <w:bookmarkEnd w:id="149"/>
      <w:r w:rsidRPr="009825D5">
        <w:t xml:space="preserve"> </w:t>
      </w:r>
      <w:bookmarkEnd w:id="147"/>
      <w:bookmarkEnd w:id="148"/>
    </w:p>
    <w:p w14:paraId="0F641860" w14:textId="77777777" w:rsidR="005278EB" w:rsidRDefault="005278EB" w:rsidP="005823CA">
      <w:pPr>
        <w:pStyle w:val="StyleHeading2Tahoma"/>
        <w:ind w:left="993" w:hanging="993"/>
      </w:pPr>
    </w:p>
    <w:p w14:paraId="0E07E1E9" w14:textId="77777777" w:rsidR="005278EB" w:rsidRPr="009825D5" w:rsidRDefault="005278EB" w:rsidP="006B5FBB">
      <w:pPr>
        <w:pStyle w:val="StyleHeading2Tahoma"/>
        <w:numPr>
          <w:ilvl w:val="1"/>
          <w:numId w:val="33"/>
        </w:numPr>
        <w:ind w:left="709" w:hanging="709"/>
      </w:pPr>
      <w:r w:rsidRPr="009825D5">
        <w:t xml:space="preserve">To the extent that SARS exercises its rights to assume the rendering of the Services or part thereof itself, or procures that a Third Party service provider renders some or all of the Services pursuant to the provisions of </w:t>
      </w:r>
      <w:r>
        <w:rPr>
          <w:b/>
        </w:rPr>
        <w:t xml:space="preserve">Clause </w:t>
      </w:r>
      <w:r w:rsidR="00007DE9">
        <w:rPr>
          <w:b/>
        </w:rPr>
        <w:fldChar w:fldCharType="begin"/>
      </w:r>
      <w:r w:rsidR="00007DE9">
        <w:rPr>
          <w:b/>
        </w:rPr>
        <w:instrText xml:space="preserve"> REF _Ref334428859 \r \h </w:instrText>
      </w:r>
      <w:r w:rsidR="00007DE9">
        <w:rPr>
          <w:b/>
        </w:rPr>
      </w:r>
      <w:r w:rsidR="00007DE9">
        <w:rPr>
          <w:b/>
        </w:rPr>
        <w:fldChar w:fldCharType="separate"/>
      </w:r>
      <w:r w:rsidR="00162E86">
        <w:rPr>
          <w:b/>
        </w:rPr>
        <w:t>25.2</w:t>
      </w:r>
      <w:r w:rsidR="00007DE9">
        <w:rPr>
          <w:b/>
        </w:rPr>
        <w:fldChar w:fldCharType="end"/>
      </w:r>
      <w:r w:rsidRPr="009825D5">
        <w:t xml:space="preserve"> above, the Service Provider will not be entitled to any fees during the period for which SARS or the Third Party assumes the Services. SARS will be obliged to also assume, for that period, any direct costs and expenses solely attributed to any such temporary rendering of part or all of the Services, incurred by SARS in accordance with this Clause, including the salary costs for </w:t>
      </w:r>
      <w:r>
        <w:t xml:space="preserve">the </w:t>
      </w:r>
      <w:r w:rsidRPr="009825D5">
        <w:t xml:space="preserve">Service Provider personnel that SARS may require to assist it in so rendering the Services or part thereof. SARS will not under any circumstances by virtue of such assumption, be obliged or deemed or required to also take over or assume responsibility for the conduct of the Service Provider's business operations or the employment of any </w:t>
      </w:r>
      <w:r w:rsidR="00E65EEB">
        <w:t xml:space="preserve">of the </w:t>
      </w:r>
      <w:r w:rsidRPr="009825D5">
        <w:t>Service Provid</w:t>
      </w:r>
      <w:r>
        <w:t>er</w:t>
      </w:r>
      <w:r w:rsidR="00E65EEB">
        <w:t>’s</w:t>
      </w:r>
      <w:r>
        <w:t xml:space="preserve"> personnel, in terms of this C</w:t>
      </w:r>
      <w:r w:rsidRPr="009825D5">
        <w:t>lause</w:t>
      </w:r>
      <w:r>
        <w:t>.</w:t>
      </w:r>
    </w:p>
    <w:p w14:paraId="5F72629D" w14:textId="77777777" w:rsidR="005278EB" w:rsidRPr="009825D5" w:rsidRDefault="005278EB" w:rsidP="005823CA">
      <w:pPr>
        <w:widowControl w:val="0"/>
        <w:overflowPunct/>
        <w:autoSpaceDE/>
        <w:autoSpaceDN/>
        <w:adjustRightInd/>
        <w:spacing w:line="360" w:lineRule="auto"/>
        <w:ind w:left="993" w:hanging="993"/>
        <w:textAlignment w:val="auto"/>
        <w:rPr>
          <w:rFonts w:ascii="Arial" w:hAnsi="Arial" w:cs="Arial"/>
          <w:b/>
          <w:bCs/>
          <w:caps/>
          <w:sz w:val="22"/>
          <w:szCs w:val="22"/>
        </w:rPr>
      </w:pPr>
    </w:p>
    <w:p w14:paraId="423DF900" w14:textId="77777777" w:rsidR="005278EB" w:rsidRPr="009825D5" w:rsidRDefault="005278EB" w:rsidP="00E86353">
      <w:pPr>
        <w:pStyle w:val="StyleHeading1Tahoma"/>
      </w:pPr>
      <w:bookmarkStart w:id="150" w:name="_Toc296601371"/>
      <w:r w:rsidRPr="009825D5">
        <w:t>RELATIONSHIP BETWEEN THE PARTIES</w:t>
      </w:r>
      <w:bookmarkEnd w:id="150"/>
      <w:r w:rsidR="00D7456F">
        <w:fldChar w:fldCharType="begin"/>
      </w:r>
      <w:r w:rsidR="00D7456F">
        <w:instrText xml:space="preserve"> TC "</w:instrText>
      </w:r>
      <w:bookmarkStart w:id="151" w:name="_Toc67652879"/>
      <w:r w:rsidR="00D7456F" w:rsidRPr="00010C3C">
        <w:rPr>
          <w:lang w:val="en-ZA"/>
        </w:rPr>
        <w:instrText>24.   RELATIONSHIP BETWEEN THE PARTIES</w:instrText>
      </w:r>
      <w:bookmarkEnd w:id="151"/>
      <w:r w:rsidR="00D7456F">
        <w:instrText xml:space="preserve">" \f C \l "1" </w:instrText>
      </w:r>
      <w:r w:rsidR="00D7456F">
        <w:fldChar w:fldCharType="end"/>
      </w:r>
      <w:r w:rsidR="00C531E0">
        <w:fldChar w:fldCharType="begin"/>
      </w:r>
      <w:r w:rsidR="00765448">
        <w:fldChar w:fldCharType="begin"/>
      </w:r>
      <w:r w:rsidR="00765448">
        <w:instrText xml:space="preserve"> TC "</w:instrText>
      </w:r>
      <w:r w:rsidR="00765448" w:rsidRPr="00640F34">
        <w:rPr>
          <w:lang w:val="en-ZA"/>
        </w:rPr>
        <w:instrText>23. RELATIONSHIP BETWEEN THE PARTIES</w:instrText>
      </w:r>
      <w:bookmarkStart w:id="152" w:name="_Toc67487026"/>
      <w:bookmarkStart w:id="153" w:name="_Toc67487064"/>
      <w:bookmarkStart w:id="154" w:name="_Toc67487272"/>
      <w:bookmarkStart w:id="155" w:name="_Toc67558361"/>
      <w:bookmarkStart w:id="156" w:name="_Toc67576227"/>
      <w:bookmarkStart w:id="157" w:name="_Toc67652880"/>
      <w:bookmarkEnd w:id="152"/>
      <w:bookmarkEnd w:id="153"/>
      <w:bookmarkEnd w:id="154"/>
      <w:bookmarkEnd w:id="155"/>
      <w:bookmarkEnd w:id="156"/>
      <w:bookmarkEnd w:id="157"/>
      <w:r w:rsidR="00765448">
        <w:instrText xml:space="preserve">" \f C \l "1" </w:instrText>
      </w:r>
      <w:r w:rsidR="00765448">
        <w:fldChar w:fldCharType="end"/>
      </w:r>
      <w:r w:rsidR="00C531E0">
        <w:instrText xml:space="preserve"> </w:instrText>
      </w:r>
      <w:r w:rsidR="00C531E0">
        <w:fldChar w:fldCharType="end"/>
      </w:r>
    </w:p>
    <w:p w14:paraId="5E865847" w14:textId="77777777" w:rsidR="005278EB" w:rsidRPr="009825D5" w:rsidRDefault="005278EB" w:rsidP="00E86353">
      <w:pPr>
        <w:pStyle w:val="StyleHeading1Tahoma"/>
        <w:numPr>
          <w:ilvl w:val="0"/>
          <w:numId w:val="0"/>
        </w:numPr>
        <w:ind w:left="993"/>
      </w:pPr>
    </w:p>
    <w:p w14:paraId="62F58F7B" w14:textId="77777777" w:rsidR="005278EB" w:rsidRDefault="005278EB" w:rsidP="006B5FBB">
      <w:pPr>
        <w:pStyle w:val="StyleHeading2Tahoma"/>
        <w:numPr>
          <w:ilvl w:val="1"/>
          <w:numId w:val="34"/>
        </w:numPr>
        <w:ind w:left="709" w:hanging="709"/>
      </w:pPr>
      <w:r w:rsidRPr="009825D5">
        <w:t xml:space="preserve">The Service Provider is an independent contractor, and under no circumstances will it be a partner, joint venture partner, agent or employee of SARS in the performance of its duties and responsibilities pursuant to this Agreement.  </w:t>
      </w:r>
    </w:p>
    <w:p w14:paraId="018E4CE9" w14:textId="77777777" w:rsidR="005278EB" w:rsidRDefault="005278EB" w:rsidP="005823CA">
      <w:pPr>
        <w:pStyle w:val="StyleHeading2Tahoma"/>
        <w:ind w:left="993" w:hanging="993"/>
      </w:pPr>
    </w:p>
    <w:p w14:paraId="4B293759" w14:textId="77777777" w:rsidR="005278EB" w:rsidRDefault="005278EB" w:rsidP="00386CE2">
      <w:pPr>
        <w:pStyle w:val="StyleHeading2Tahoma"/>
        <w:numPr>
          <w:ilvl w:val="1"/>
          <w:numId w:val="34"/>
        </w:numPr>
        <w:ind w:left="709" w:hanging="709"/>
      </w:pPr>
      <w:r w:rsidRPr="009825D5">
        <w:t>All personnel used by the Service Provider will be the Service Provider’s employees, contractors or agents, and the entire management, dir</w:t>
      </w:r>
      <w:r>
        <w:t>ection and control of all such P</w:t>
      </w:r>
      <w:r w:rsidRPr="009825D5">
        <w:t>ersons will be the responsibility of the Service Provider</w:t>
      </w:r>
      <w:r>
        <w:t>.</w:t>
      </w:r>
    </w:p>
    <w:p w14:paraId="073D2DB9" w14:textId="77777777" w:rsidR="00A3219D" w:rsidRPr="009825D5" w:rsidRDefault="00A3219D" w:rsidP="00A3219D">
      <w:pPr>
        <w:pStyle w:val="StyleHeading2Tahoma"/>
      </w:pPr>
    </w:p>
    <w:p w14:paraId="510FCFB9" w14:textId="77777777" w:rsidR="005278EB" w:rsidRPr="009825D5" w:rsidRDefault="005278EB" w:rsidP="00E86353">
      <w:pPr>
        <w:pStyle w:val="StyleHeading1Tahoma"/>
      </w:pPr>
      <w:bookmarkStart w:id="158" w:name="_Toc296601372"/>
      <w:bookmarkStart w:id="159" w:name="_Ref334428486"/>
      <w:r w:rsidRPr="009825D5">
        <w:t>DISPUTE RESOLUTION</w:t>
      </w:r>
      <w:bookmarkEnd w:id="158"/>
      <w:bookmarkEnd w:id="159"/>
      <w:r w:rsidR="00D7456F">
        <w:fldChar w:fldCharType="begin"/>
      </w:r>
      <w:r w:rsidR="00D7456F">
        <w:instrText xml:space="preserve"> TC "</w:instrText>
      </w:r>
      <w:bookmarkStart w:id="160" w:name="_Toc67652881"/>
      <w:r w:rsidR="00D7456F" w:rsidRPr="00DB614E">
        <w:rPr>
          <w:lang w:val="en-ZA"/>
        </w:rPr>
        <w:instrText>25.   DISPUTE RESOLUTION</w:instrText>
      </w:r>
      <w:bookmarkEnd w:id="160"/>
      <w:r w:rsidR="00D7456F">
        <w:instrText xml:space="preserve">" \f C \l "1" </w:instrText>
      </w:r>
      <w:r w:rsidR="00D7456F">
        <w:fldChar w:fldCharType="end"/>
      </w:r>
      <w:r w:rsidR="00C531E0">
        <w:fldChar w:fldCharType="begin"/>
      </w:r>
      <w:r w:rsidR="00C531E0">
        <w:instrText xml:space="preserve"> </w:instrText>
      </w:r>
      <w:r w:rsidR="00765448">
        <w:fldChar w:fldCharType="begin"/>
      </w:r>
      <w:r w:rsidR="00765448">
        <w:instrText xml:space="preserve"> TC "</w:instrText>
      </w:r>
      <w:r w:rsidR="00765448" w:rsidRPr="00130EBF">
        <w:rPr>
          <w:lang w:val="en-ZA"/>
        </w:rPr>
        <w:instrText>24.   DISPUTE RESOLUTION</w:instrText>
      </w:r>
      <w:bookmarkStart w:id="161" w:name="_Toc67558362"/>
      <w:bookmarkStart w:id="162" w:name="_Toc67576228"/>
      <w:bookmarkStart w:id="163" w:name="_Toc67652882"/>
      <w:bookmarkEnd w:id="161"/>
      <w:bookmarkEnd w:id="162"/>
      <w:bookmarkEnd w:id="163"/>
      <w:r w:rsidR="00765448">
        <w:instrText xml:space="preserve">" \f C \l "1" </w:instrText>
      </w:r>
      <w:r w:rsidR="00765448">
        <w:fldChar w:fldCharType="end"/>
      </w:r>
      <w:r w:rsidR="00C531E0">
        <w:fldChar w:fldCharType="end"/>
      </w:r>
    </w:p>
    <w:p w14:paraId="66A0CAEA" w14:textId="77777777" w:rsidR="005278EB" w:rsidRPr="009825D5" w:rsidRDefault="005278EB" w:rsidP="00E86353">
      <w:pPr>
        <w:pStyle w:val="StyleHeading1Tahoma"/>
        <w:numPr>
          <w:ilvl w:val="0"/>
          <w:numId w:val="0"/>
        </w:numPr>
        <w:ind w:left="993"/>
      </w:pPr>
    </w:p>
    <w:p w14:paraId="419563A0" w14:textId="77777777" w:rsidR="005278EB" w:rsidRDefault="005278EB" w:rsidP="006B5FBB">
      <w:pPr>
        <w:pStyle w:val="StyleHeading2Tahoma"/>
        <w:numPr>
          <w:ilvl w:val="1"/>
          <w:numId w:val="35"/>
        </w:numPr>
        <w:ind w:left="709" w:hanging="709"/>
      </w:pPr>
      <w:r w:rsidRPr="009825D5">
        <w:t>If a dispute between the Parties arises out of or is related to this Agreement, the Parties will meet and negotiate in good faith to attempt to resolve the dispute.  If, after ten</w:t>
      </w:r>
      <w:r>
        <w:t xml:space="preserve"> </w:t>
      </w:r>
      <w:r w:rsidRPr="009825D5">
        <w:t>(</w:t>
      </w:r>
      <w:r>
        <w:t>1</w:t>
      </w:r>
      <w:r w:rsidRPr="009825D5">
        <w:t>0) Business Days from the date upon which the dispute was declared by a Party by written notice, the dispute is not resolved, the matter will be determined in accordance with the provisions set out below.</w:t>
      </w:r>
      <w:bookmarkStart w:id="164" w:name="_Ref41478608"/>
    </w:p>
    <w:p w14:paraId="1B1BCB31" w14:textId="77777777" w:rsidR="005278EB" w:rsidRDefault="005278EB" w:rsidP="005823CA">
      <w:pPr>
        <w:pStyle w:val="StyleHeading2Tahoma"/>
        <w:ind w:left="993" w:hanging="993"/>
      </w:pPr>
    </w:p>
    <w:p w14:paraId="144ED704" w14:textId="77777777" w:rsidR="005278EB" w:rsidRDefault="005278EB" w:rsidP="006B5FBB">
      <w:pPr>
        <w:pStyle w:val="StyleHeading2Tahoma"/>
        <w:numPr>
          <w:ilvl w:val="1"/>
          <w:numId w:val="35"/>
        </w:numPr>
        <w:ind w:left="709" w:hanging="709"/>
      </w:pPr>
      <w:r w:rsidRPr="009825D5">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be finally resolved by arbitration in accordance with the Rules of the Arbitration Foundation of Southern Africa or its successor, by an arbitrator or arbitrators appointed by the Foundation.</w:t>
      </w:r>
      <w:bookmarkEnd w:id="164"/>
    </w:p>
    <w:p w14:paraId="2F9B817B" w14:textId="77777777" w:rsidR="005278EB" w:rsidRDefault="005278EB" w:rsidP="005823CA">
      <w:pPr>
        <w:pStyle w:val="StyleHeading2Tahoma"/>
        <w:ind w:left="993" w:hanging="993"/>
      </w:pPr>
    </w:p>
    <w:p w14:paraId="7BC31B08" w14:textId="77777777" w:rsidR="005278EB" w:rsidRDefault="005278EB" w:rsidP="006B5FBB">
      <w:pPr>
        <w:pStyle w:val="StyleHeading2Tahoma"/>
        <w:numPr>
          <w:ilvl w:val="1"/>
          <w:numId w:val="35"/>
        </w:numPr>
        <w:ind w:left="709" w:hanging="709"/>
      </w:pPr>
      <w:r w:rsidRPr="0000451F">
        <w:t xml:space="preserve">This </w:t>
      </w:r>
      <w:r w:rsidRPr="00E56E95">
        <w:rPr>
          <w:b/>
        </w:rPr>
        <w:t xml:space="preserve">Clause </w:t>
      </w:r>
      <w:r w:rsidR="00007DE9">
        <w:rPr>
          <w:b/>
        </w:rPr>
        <w:fldChar w:fldCharType="begin"/>
      </w:r>
      <w:r w:rsidR="00007DE9">
        <w:rPr>
          <w:b/>
        </w:rPr>
        <w:instrText xml:space="preserve"> REF _Ref334428486 \r \h </w:instrText>
      </w:r>
      <w:r w:rsidR="00007DE9">
        <w:rPr>
          <w:b/>
        </w:rPr>
      </w:r>
      <w:r w:rsidR="00007DE9">
        <w:rPr>
          <w:b/>
        </w:rPr>
        <w:fldChar w:fldCharType="separate"/>
      </w:r>
      <w:r w:rsidR="00162E86">
        <w:rPr>
          <w:b/>
        </w:rPr>
        <w:t>28</w:t>
      </w:r>
      <w:r w:rsidR="00007DE9">
        <w:rPr>
          <w:b/>
        </w:rPr>
        <w:fldChar w:fldCharType="end"/>
      </w:r>
      <w:r w:rsidRPr="009825D5">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06F0E976" w14:textId="77777777" w:rsidR="005278EB" w:rsidRDefault="005278EB" w:rsidP="005823CA">
      <w:pPr>
        <w:pStyle w:val="StyleHeading2Tahoma"/>
        <w:ind w:left="993" w:hanging="993"/>
      </w:pPr>
    </w:p>
    <w:p w14:paraId="6339088A" w14:textId="77777777" w:rsidR="005278EB" w:rsidRPr="009825D5" w:rsidRDefault="005278EB" w:rsidP="006B5FBB">
      <w:pPr>
        <w:pStyle w:val="StyleHeading2Tahoma"/>
        <w:numPr>
          <w:ilvl w:val="1"/>
          <w:numId w:val="35"/>
        </w:numPr>
        <w:ind w:left="709" w:hanging="709"/>
      </w:pPr>
      <w:r w:rsidRPr="009825D5">
        <w:t>Unless specifically otherwise provided for in this Agreement, neither Party will be entitled to withhold performance of any of their obligations in terms of this Agreement pending the settlement of, or decision in, any dispute arising between the Parties and each Party will in such circumstances continue to comply with their obligations in terms of this Agreement</w:t>
      </w:r>
      <w:r>
        <w:t>.</w:t>
      </w:r>
    </w:p>
    <w:p w14:paraId="1E098A93" w14:textId="77777777" w:rsidR="005278EB" w:rsidRPr="009825D5" w:rsidRDefault="005278EB" w:rsidP="00E86353">
      <w:pPr>
        <w:pStyle w:val="StyleHeading1Tahoma"/>
        <w:numPr>
          <w:ilvl w:val="0"/>
          <w:numId w:val="0"/>
        </w:numPr>
        <w:ind w:left="993"/>
      </w:pPr>
    </w:p>
    <w:p w14:paraId="6F15E737" w14:textId="77777777" w:rsidR="005278EB" w:rsidRPr="009825D5" w:rsidRDefault="005278EB" w:rsidP="00765448">
      <w:pPr>
        <w:pStyle w:val="StyleHeading1Tahoma"/>
      </w:pPr>
      <w:bookmarkStart w:id="165" w:name="_Toc296601373"/>
      <w:r w:rsidRPr="009825D5">
        <w:t>NON-EXCLUSIVITY</w:t>
      </w:r>
      <w:bookmarkEnd w:id="165"/>
      <w:r w:rsidR="00D7456F">
        <w:fldChar w:fldCharType="begin"/>
      </w:r>
      <w:r w:rsidR="00D7456F">
        <w:instrText xml:space="preserve"> TC "</w:instrText>
      </w:r>
      <w:bookmarkStart w:id="166" w:name="_Toc67652883"/>
      <w:r w:rsidR="00D7456F" w:rsidRPr="004C52F1">
        <w:rPr>
          <w:lang w:val="en-ZA"/>
        </w:rPr>
        <w:instrText>26.   NON-EXCLUSIVITY</w:instrText>
      </w:r>
      <w:bookmarkEnd w:id="166"/>
      <w:r w:rsidR="00D7456F">
        <w:instrText xml:space="preserve">" \f C \l "1" </w:instrText>
      </w:r>
      <w:r w:rsidR="00D7456F">
        <w:fldChar w:fldCharType="end"/>
      </w:r>
      <w:r w:rsidR="00C531E0">
        <w:fldChar w:fldCharType="begin"/>
      </w:r>
      <w:r w:rsidR="00765448">
        <w:instrText xml:space="preserve"> </w:instrText>
      </w:r>
      <w:r w:rsidR="00765448">
        <w:fldChar w:fldCharType="begin"/>
      </w:r>
      <w:r w:rsidR="00765448">
        <w:instrText xml:space="preserve"> TC "</w:instrText>
      </w:r>
      <w:r w:rsidR="00765448" w:rsidRPr="00ED5142">
        <w:rPr>
          <w:lang w:val="en-ZA"/>
        </w:rPr>
        <w:instrText>25.   NON-EXCLUSIVITY</w:instrText>
      </w:r>
      <w:bookmarkStart w:id="167" w:name="_Toc67487028"/>
      <w:bookmarkStart w:id="168" w:name="_Toc67487066"/>
      <w:bookmarkStart w:id="169" w:name="_Toc67487274"/>
      <w:bookmarkStart w:id="170" w:name="_Toc67558363"/>
      <w:bookmarkStart w:id="171" w:name="_Toc67576229"/>
      <w:bookmarkStart w:id="172" w:name="_Toc67652884"/>
      <w:bookmarkEnd w:id="167"/>
      <w:bookmarkEnd w:id="168"/>
      <w:bookmarkEnd w:id="169"/>
      <w:bookmarkEnd w:id="170"/>
      <w:bookmarkEnd w:id="171"/>
      <w:bookmarkEnd w:id="172"/>
      <w:r w:rsidR="00765448">
        <w:instrText xml:space="preserve">" \f C \l "1" </w:instrText>
      </w:r>
      <w:r w:rsidR="00765448">
        <w:fldChar w:fldCharType="end"/>
      </w:r>
      <w:r w:rsidR="00C531E0">
        <w:instrText xml:space="preserve"> </w:instrText>
      </w:r>
      <w:r w:rsidR="00C531E0">
        <w:fldChar w:fldCharType="end"/>
      </w:r>
    </w:p>
    <w:p w14:paraId="36542390" w14:textId="77777777" w:rsidR="005278EB" w:rsidRPr="009825D5" w:rsidRDefault="005278EB" w:rsidP="00E86353">
      <w:pPr>
        <w:pStyle w:val="StyleHeading1Tahoma"/>
        <w:numPr>
          <w:ilvl w:val="0"/>
          <w:numId w:val="0"/>
        </w:numPr>
        <w:ind w:left="993"/>
      </w:pPr>
    </w:p>
    <w:p w14:paraId="54E52B72" w14:textId="77777777" w:rsidR="005278EB" w:rsidRDefault="005278EB" w:rsidP="006B5FBB">
      <w:pPr>
        <w:pStyle w:val="StyleHeading2Tahoma"/>
        <w:numPr>
          <w:ilvl w:val="1"/>
          <w:numId w:val="36"/>
        </w:numPr>
        <w:ind w:left="709" w:hanging="709"/>
      </w:pPr>
      <w:r w:rsidRPr="009825D5">
        <w:t>The Service Provider is appointed to provide the Services to SARS on a non-exclusive basis and SARS will n</w:t>
      </w:r>
      <w:r>
        <w:t>ot be precluded from obtaining S</w:t>
      </w:r>
      <w:r w:rsidRPr="009825D5">
        <w:t>ervices that may be similar or identical to the Services from any other service provider.</w:t>
      </w:r>
    </w:p>
    <w:p w14:paraId="76C08FF9" w14:textId="77777777" w:rsidR="005278EB" w:rsidRDefault="005278EB" w:rsidP="005823CA">
      <w:pPr>
        <w:pStyle w:val="StyleHeading2Tahoma"/>
        <w:ind w:left="993" w:hanging="993"/>
      </w:pPr>
    </w:p>
    <w:p w14:paraId="5460424F" w14:textId="77777777" w:rsidR="00DB424B" w:rsidRDefault="005278EB" w:rsidP="00E359A7">
      <w:pPr>
        <w:pStyle w:val="StyleHeading2Tahoma"/>
        <w:numPr>
          <w:ilvl w:val="1"/>
          <w:numId w:val="36"/>
        </w:numPr>
        <w:ind w:left="709" w:hanging="709"/>
      </w:pPr>
      <w:r w:rsidRPr="009825D5">
        <w:t xml:space="preserve">Nothing contained herein will in any way be construed or constitute a guarantee in favour of the Service Provider that the Service Provider will receive any work or contract from SARS for </w:t>
      </w:r>
      <w:r>
        <w:t>S</w:t>
      </w:r>
      <w:r w:rsidRPr="009825D5">
        <w:t>ervices in the future, whether under this Agreement or otherwise</w:t>
      </w:r>
      <w:r>
        <w:t>.</w:t>
      </w:r>
    </w:p>
    <w:p w14:paraId="0BDCBE79" w14:textId="77777777" w:rsidR="004D2D0C" w:rsidRPr="00386CE2" w:rsidRDefault="004D2D0C" w:rsidP="00A3219D">
      <w:pPr>
        <w:pStyle w:val="StyleHeading2Tahoma"/>
      </w:pPr>
    </w:p>
    <w:p w14:paraId="2E83DF68" w14:textId="77777777" w:rsidR="005278EB" w:rsidRPr="009825D5" w:rsidRDefault="005278EB" w:rsidP="00E86353">
      <w:pPr>
        <w:pStyle w:val="StyleHeading1Tahoma"/>
      </w:pPr>
      <w:bookmarkStart w:id="173" w:name="_Toc296601374"/>
      <w:r w:rsidRPr="009825D5">
        <w:t>ADDRESSES</w:t>
      </w:r>
      <w:bookmarkEnd w:id="173"/>
      <w:r w:rsidR="00D7456F">
        <w:fldChar w:fldCharType="begin"/>
      </w:r>
      <w:r w:rsidR="00D7456F">
        <w:instrText xml:space="preserve"> TC "</w:instrText>
      </w:r>
      <w:bookmarkStart w:id="174" w:name="_Toc67652885"/>
      <w:r w:rsidR="00D7456F" w:rsidRPr="004A0113">
        <w:rPr>
          <w:lang w:val="en-ZA"/>
        </w:rPr>
        <w:instrText>27.   ADDRESSES</w:instrText>
      </w:r>
      <w:bookmarkEnd w:id="174"/>
      <w:r w:rsidR="00D7456F">
        <w:instrText xml:space="preserve">" \f C \l "1" </w:instrText>
      </w:r>
      <w:r w:rsidR="00D7456F">
        <w:fldChar w:fldCharType="end"/>
      </w:r>
      <w:r w:rsidR="00C531E0">
        <w:fldChar w:fldCharType="begin"/>
      </w:r>
      <w:r w:rsidR="00765448">
        <w:instrText xml:space="preserve"> </w:instrText>
      </w:r>
      <w:r w:rsidR="00765448">
        <w:fldChar w:fldCharType="begin"/>
      </w:r>
      <w:r w:rsidR="00765448">
        <w:instrText xml:space="preserve"> TC "</w:instrText>
      </w:r>
      <w:r w:rsidR="00765448" w:rsidRPr="00E91489">
        <w:rPr>
          <w:lang w:val="en-ZA"/>
        </w:rPr>
        <w:instrText>26.   ADDRESSES</w:instrText>
      </w:r>
      <w:bookmarkStart w:id="175" w:name="_Toc67487029"/>
      <w:bookmarkStart w:id="176" w:name="_Toc67487067"/>
      <w:bookmarkStart w:id="177" w:name="_Toc67487275"/>
      <w:bookmarkStart w:id="178" w:name="_Toc67558364"/>
      <w:bookmarkStart w:id="179" w:name="_Toc67576230"/>
      <w:bookmarkStart w:id="180" w:name="_Toc67652886"/>
      <w:bookmarkEnd w:id="175"/>
      <w:bookmarkEnd w:id="176"/>
      <w:bookmarkEnd w:id="177"/>
      <w:bookmarkEnd w:id="178"/>
      <w:bookmarkEnd w:id="179"/>
      <w:bookmarkEnd w:id="180"/>
      <w:r w:rsidR="00765448">
        <w:instrText xml:space="preserve">" \f C \l "1" </w:instrText>
      </w:r>
      <w:r w:rsidR="00765448">
        <w:fldChar w:fldCharType="end"/>
      </w:r>
      <w:r w:rsidR="00C531E0">
        <w:instrText xml:space="preserve"> </w:instrText>
      </w:r>
      <w:r w:rsidR="00C531E0">
        <w:fldChar w:fldCharType="end"/>
      </w:r>
    </w:p>
    <w:p w14:paraId="141E5C25" w14:textId="77777777" w:rsidR="005278EB" w:rsidRPr="009825D5" w:rsidRDefault="005278EB" w:rsidP="00E86353">
      <w:pPr>
        <w:pStyle w:val="StyleHeading1Tahoma"/>
        <w:numPr>
          <w:ilvl w:val="0"/>
          <w:numId w:val="0"/>
        </w:numPr>
        <w:ind w:left="993"/>
      </w:pPr>
    </w:p>
    <w:p w14:paraId="6BC1B63B" w14:textId="77777777" w:rsidR="005278EB" w:rsidRDefault="005278EB" w:rsidP="006B5FBB">
      <w:pPr>
        <w:pStyle w:val="StyleHeading2Tahoma"/>
        <w:numPr>
          <w:ilvl w:val="1"/>
          <w:numId w:val="37"/>
        </w:numPr>
        <w:ind w:left="709" w:hanging="709"/>
      </w:pPr>
      <w:r w:rsidRPr="009825D5">
        <w:t xml:space="preserve">Each Party chooses the addresses set out opposite its name below as its address to which all notices and other communications must be delivered for the purposes of this Agreement and its </w:t>
      </w:r>
      <w:proofErr w:type="spellStart"/>
      <w:r w:rsidRPr="009825D5">
        <w:rPr>
          <w:i/>
        </w:rPr>
        <w:t>domicilium</w:t>
      </w:r>
      <w:proofErr w:type="spellEnd"/>
      <w:r w:rsidRPr="009825D5">
        <w:rPr>
          <w:i/>
        </w:rPr>
        <w:t xml:space="preserve"> </w:t>
      </w:r>
      <w:proofErr w:type="spellStart"/>
      <w:r w:rsidRPr="009825D5">
        <w:rPr>
          <w:i/>
        </w:rPr>
        <w:t>citandi</w:t>
      </w:r>
      <w:proofErr w:type="spellEnd"/>
      <w:r w:rsidRPr="009825D5">
        <w:rPr>
          <w:i/>
        </w:rPr>
        <w:t xml:space="preserve"> et </w:t>
      </w:r>
      <w:proofErr w:type="spellStart"/>
      <w:r w:rsidRPr="009825D5">
        <w:rPr>
          <w:i/>
        </w:rPr>
        <w:t>executandi</w:t>
      </w:r>
      <w:proofErr w:type="spellEnd"/>
      <w:r w:rsidRPr="009825D5">
        <w:rPr>
          <w:i/>
        </w:rPr>
        <w:t xml:space="preserve"> (“</w:t>
      </w:r>
      <w:proofErr w:type="spellStart"/>
      <w:r w:rsidRPr="009825D5">
        <w:rPr>
          <w:i/>
        </w:rPr>
        <w:t>domicilium</w:t>
      </w:r>
      <w:proofErr w:type="spellEnd"/>
      <w:r w:rsidRPr="009825D5">
        <w:rPr>
          <w:i/>
        </w:rPr>
        <w:t>”)</w:t>
      </w:r>
      <w:r w:rsidRPr="009825D5">
        <w:t xml:space="preserve"> at which all documents in legal proceedings in connection with this Agreement must be served:</w:t>
      </w:r>
    </w:p>
    <w:p w14:paraId="0178D785" w14:textId="77777777" w:rsidR="005278EB" w:rsidRPr="009825D5" w:rsidRDefault="005278EB" w:rsidP="005823CA">
      <w:pPr>
        <w:pStyle w:val="StyleHeading2Tahoma"/>
        <w:ind w:left="993" w:hanging="993"/>
      </w:pPr>
    </w:p>
    <w:p w14:paraId="13F0B3F4" w14:textId="77777777" w:rsidR="005278EB" w:rsidRPr="00B10430" w:rsidRDefault="005278EB" w:rsidP="005823CA">
      <w:pPr>
        <w:pStyle w:val="StyleHeading2Tahoma"/>
        <w:numPr>
          <w:ilvl w:val="2"/>
          <w:numId w:val="37"/>
        </w:numPr>
        <w:tabs>
          <w:tab w:val="left" w:pos="1985"/>
        </w:tabs>
        <w:ind w:hanging="447"/>
        <w:rPr>
          <w:b/>
        </w:rPr>
      </w:pPr>
      <w:r w:rsidRPr="009636E6">
        <w:rPr>
          <w:b/>
        </w:rPr>
        <w:t>SARS:</w:t>
      </w:r>
      <w:r w:rsidRPr="00B10430">
        <w:tab/>
      </w:r>
      <w:r w:rsidRPr="00B10430">
        <w:tab/>
      </w:r>
      <w:r w:rsidR="00765448">
        <w:rPr>
          <w:b/>
        </w:rPr>
        <w:t>Head</w:t>
      </w:r>
      <w:r>
        <w:rPr>
          <w:b/>
        </w:rPr>
        <w:t>:  Corporate Legal Services</w:t>
      </w:r>
    </w:p>
    <w:p w14:paraId="143458AF" w14:textId="77777777"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F570DF">
        <w:rPr>
          <w:rFonts w:ascii="Arial" w:hAnsi="Arial" w:cs="Arial"/>
          <w:b/>
          <w:sz w:val="22"/>
          <w:szCs w:val="22"/>
        </w:rPr>
        <w:tab/>
      </w:r>
      <w:r w:rsidR="00F570DF">
        <w:rPr>
          <w:rFonts w:ascii="Arial" w:hAnsi="Arial" w:cs="Arial"/>
          <w:b/>
          <w:sz w:val="22"/>
          <w:szCs w:val="22"/>
        </w:rPr>
        <w:tab/>
      </w:r>
      <w:r w:rsidR="00F570DF">
        <w:rPr>
          <w:rFonts w:ascii="Arial" w:hAnsi="Arial" w:cs="Arial"/>
          <w:b/>
          <w:sz w:val="22"/>
          <w:szCs w:val="22"/>
        </w:rPr>
        <w:tab/>
        <w:t xml:space="preserve">           </w:t>
      </w:r>
      <w:r>
        <w:rPr>
          <w:rFonts w:ascii="Arial" w:hAnsi="Arial" w:cs="Arial"/>
          <w:b/>
          <w:sz w:val="22"/>
          <w:szCs w:val="22"/>
        </w:rPr>
        <w:t>2</w:t>
      </w:r>
      <w:r w:rsidRPr="00B10430">
        <w:rPr>
          <w:rFonts w:ascii="Arial" w:hAnsi="Arial" w:cs="Arial"/>
          <w:b/>
          <w:sz w:val="22"/>
          <w:szCs w:val="22"/>
        </w:rPr>
        <w:t>7</w:t>
      </w:r>
      <w:r>
        <w:rPr>
          <w:rFonts w:ascii="Arial" w:hAnsi="Arial" w:cs="Arial"/>
          <w:b/>
          <w:sz w:val="22"/>
          <w:szCs w:val="22"/>
        </w:rPr>
        <w:t xml:space="preserve">1 </w:t>
      </w:r>
      <w:proofErr w:type="spellStart"/>
      <w:r>
        <w:rPr>
          <w:rFonts w:ascii="Arial" w:hAnsi="Arial" w:cs="Arial"/>
          <w:b/>
          <w:sz w:val="22"/>
          <w:szCs w:val="22"/>
        </w:rPr>
        <w:t>Bronkhorst</w:t>
      </w:r>
      <w:proofErr w:type="spellEnd"/>
      <w:r>
        <w:rPr>
          <w:rFonts w:ascii="Arial" w:hAnsi="Arial" w:cs="Arial"/>
          <w:b/>
          <w:sz w:val="22"/>
          <w:szCs w:val="22"/>
        </w:rPr>
        <w:t xml:space="preserve"> Street</w:t>
      </w:r>
    </w:p>
    <w:p w14:paraId="373AE3AA" w14:textId="77777777"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F570DF">
        <w:rPr>
          <w:rFonts w:ascii="Arial" w:hAnsi="Arial" w:cs="Arial"/>
          <w:b/>
          <w:sz w:val="22"/>
          <w:szCs w:val="22"/>
        </w:rPr>
        <w:tab/>
      </w:r>
      <w:r w:rsidR="00F570DF">
        <w:rPr>
          <w:rFonts w:ascii="Arial" w:hAnsi="Arial" w:cs="Arial"/>
          <w:b/>
          <w:sz w:val="22"/>
          <w:szCs w:val="22"/>
        </w:rPr>
        <w:tab/>
      </w:r>
      <w:r w:rsidR="00F570DF">
        <w:rPr>
          <w:rFonts w:ascii="Arial" w:hAnsi="Arial" w:cs="Arial"/>
          <w:b/>
          <w:sz w:val="22"/>
          <w:szCs w:val="22"/>
        </w:rPr>
        <w:tab/>
        <w:t xml:space="preserve">           </w:t>
      </w:r>
      <w:proofErr w:type="spellStart"/>
      <w:r>
        <w:rPr>
          <w:rFonts w:ascii="Arial" w:hAnsi="Arial" w:cs="Arial"/>
          <w:b/>
          <w:sz w:val="22"/>
          <w:szCs w:val="22"/>
        </w:rPr>
        <w:t>Khanyisa</w:t>
      </w:r>
      <w:proofErr w:type="spellEnd"/>
      <w:r>
        <w:rPr>
          <w:rFonts w:ascii="Arial" w:hAnsi="Arial" w:cs="Arial"/>
          <w:b/>
          <w:sz w:val="22"/>
          <w:szCs w:val="22"/>
        </w:rPr>
        <w:t xml:space="preserve"> Building</w:t>
      </w:r>
    </w:p>
    <w:p w14:paraId="693CC7C9" w14:textId="77777777"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F570DF">
        <w:rPr>
          <w:rFonts w:ascii="Arial" w:hAnsi="Arial" w:cs="Arial"/>
          <w:b/>
          <w:sz w:val="22"/>
          <w:szCs w:val="22"/>
        </w:rPr>
        <w:tab/>
      </w:r>
      <w:r w:rsidR="00F570DF">
        <w:rPr>
          <w:rFonts w:ascii="Arial" w:hAnsi="Arial" w:cs="Arial"/>
          <w:b/>
          <w:sz w:val="22"/>
          <w:szCs w:val="22"/>
        </w:rPr>
        <w:tab/>
      </w:r>
      <w:r w:rsidR="00F570DF">
        <w:rPr>
          <w:rFonts w:ascii="Arial" w:hAnsi="Arial" w:cs="Arial"/>
          <w:b/>
          <w:sz w:val="22"/>
          <w:szCs w:val="22"/>
        </w:rPr>
        <w:tab/>
        <w:t xml:space="preserve">           </w:t>
      </w:r>
      <w:r w:rsidRPr="00B10430">
        <w:rPr>
          <w:rFonts w:ascii="Arial" w:hAnsi="Arial" w:cs="Arial"/>
          <w:b/>
          <w:sz w:val="22"/>
          <w:szCs w:val="22"/>
        </w:rPr>
        <w:t xml:space="preserve">Brooklyn </w:t>
      </w:r>
    </w:p>
    <w:p w14:paraId="5BC95611" w14:textId="77777777"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F570DF">
        <w:rPr>
          <w:rFonts w:ascii="Arial" w:hAnsi="Arial" w:cs="Arial"/>
          <w:b/>
          <w:sz w:val="22"/>
          <w:szCs w:val="22"/>
        </w:rPr>
        <w:tab/>
      </w:r>
      <w:r w:rsidR="00F570DF">
        <w:rPr>
          <w:rFonts w:ascii="Arial" w:hAnsi="Arial" w:cs="Arial"/>
          <w:b/>
          <w:sz w:val="22"/>
          <w:szCs w:val="22"/>
        </w:rPr>
        <w:tab/>
      </w:r>
      <w:r w:rsidR="00F570DF">
        <w:rPr>
          <w:rFonts w:ascii="Arial" w:hAnsi="Arial" w:cs="Arial"/>
          <w:b/>
          <w:sz w:val="22"/>
          <w:szCs w:val="22"/>
        </w:rPr>
        <w:tab/>
        <w:t xml:space="preserve">           </w:t>
      </w:r>
      <w:r w:rsidRPr="00B10430">
        <w:rPr>
          <w:rFonts w:ascii="Arial" w:hAnsi="Arial" w:cs="Arial"/>
          <w:b/>
          <w:sz w:val="22"/>
          <w:szCs w:val="22"/>
        </w:rPr>
        <w:t>PRETORIA</w:t>
      </w:r>
    </w:p>
    <w:p w14:paraId="55F7A12B" w14:textId="77777777" w:rsidR="005278EB" w:rsidRPr="009825D5" w:rsidRDefault="005278EB" w:rsidP="005823CA">
      <w:pPr>
        <w:pStyle w:val="StyleHeading2Tahoma"/>
        <w:ind w:left="993" w:hanging="993"/>
      </w:pPr>
      <w:r w:rsidRPr="009825D5">
        <w:tab/>
      </w:r>
    </w:p>
    <w:p w14:paraId="17EEC40B" w14:textId="77777777" w:rsidR="005278EB" w:rsidRPr="0000451F" w:rsidRDefault="00D5283A" w:rsidP="005823CA">
      <w:pPr>
        <w:pStyle w:val="StyleHeading2Tahoma"/>
        <w:numPr>
          <w:ilvl w:val="2"/>
          <w:numId w:val="37"/>
        </w:numPr>
        <w:ind w:left="1985" w:hanging="992"/>
        <w:rPr>
          <w:b/>
        </w:rPr>
      </w:pPr>
      <w:r>
        <w:rPr>
          <w:b/>
        </w:rPr>
        <w:t>Seller</w:t>
      </w:r>
      <w:r w:rsidR="005278EB" w:rsidRPr="009825D5">
        <w:rPr>
          <w:b/>
        </w:rPr>
        <w:t>:</w:t>
      </w:r>
      <w:r>
        <w:rPr>
          <w:b/>
        </w:rPr>
        <w:t xml:space="preserve">                </w:t>
      </w:r>
      <w:r w:rsidR="005278EB" w:rsidRPr="009825D5">
        <w:rPr>
          <w:b/>
        </w:rPr>
        <w:t xml:space="preserve"> </w:t>
      </w:r>
      <w:r w:rsidR="005278EB" w:rsidRPr="009825D5">
        <w:rPr>
          <w:b/>
        </w:rPr>
        <w:tab/>
      </w:r>
      <w:r>
        <w:rPr>
          <w:b/>
        </w:rPr>
        <w:t>…………………………………</w:t>
      </w:r>
    </w:p>
    <w:p w14:paraId="3DE3902B" w14:textId="77777777" w:rsidR="005278EB" w:rsidRPr="0000451F" w:rsidRDefault="00D5283A" w:rsidP="005823CA">
      <w:pPr>
        <w:pStyle w:val="StyleHeading2Tahoma"/>
        <w:ind w:left="3698" w:firstLine="622"/>
        <w:rPr>
          <w:b/>
        </w:rPr>
      </w:pPr>
      <w:r>
        <w:rPr>
          <w:b/>
        </w:rPr>
        <w:t>………………………………</w:t>
      </w:r>
    </w:p>
    <w:p w14:paraId="5E1EA7F9" w14:textId="77777777" w:rsidR="005278EB" w:rsidRPr="0000451F" w:rsidRDefault="00D5283A" w:rsidP="005823CA">
      <w:pPr>
        <w:pStyle w:val="StyleHeading2Tahoma"/>
        <w:ind w:left="3873" w:firstLine="447"/>
        <w:rPr>
          <w:b/>
        </w:rPr>
      </w:pPr>
      <w:r>
        <w:rPr>
          <w:b/>
        </w:rPr>
        <w:t>…………………………</w:t>
      </w:r>
    </w:p>
    <w:p w14:paraId="591ED9F1" w14:textId="77777777" w:rsidR="005278EB" w:rsidRPr="0000451F" w:rsidRDefault="00D5283A" w:rsidP="005823CA">
      <w:pPr>
        <w:pStyle w:val="StyleHeading2Tahoma"/>
        <w:ind w:left="3873" w:firstLine="447"/>
        <w:rPr>
          <w:b/>
        </w:rPr>
      </w:pPr>
      <w:r>
        <w:rPr>
          <w:b/>
        </w:rPr>
        <w:t>……………………….</w:t>
      </w:r>
    </w:p>
    <w:p w14:paraId="0F9BCE44" w14:textId="77777777" w:rsidR="005278EB" w:rsidRPr="0000451F" w:rsidRDefault="007928C4" w:rsidP="005823CA">
      <w:pPr>
        <w:pStyle w:val="StyleHeading2Tahoma"/>
        <w:ind w:left="993" w:hanging="993"/>
        <w:rPr>
          <w:b/>
        </w:rPr>
      </w:pPr>
      <w:r>
        <w:rPr>
          <w:b/>
        </w:rPr>
        <w:t xml:space="preserve">                                                                 </w:t>
      </w:r>
      <w:r w:rsidR="004D2D0C">
        <w:rPr>
          <w:b/>
        </w:rPr>
        <w:t xml:space="preserve">      </w:t>
      </w:r>
    </w:p>
    <w:p w14:paraId="6744C6C4" w14:textId="77777777" w:rsidR="005278EB" w:rsidRDefault="00D5283A" w:rsidP="005823CA">
      <w:pPr>
        <w:pStyle w:val="StyleHeading2Tahoma"/>
        <w:ind w:left="1713" w:firstLine="272"/>
        <w:rPr>
          <w:b/>
        </w:rPr>
      </w:pPr>
      <w:r>
        <w:rPr>
          <w:b/>
        </w:rPr>
        <w:t>Telefax No:</w:t>
      </w:r>
      <w:r>
        <w:rPr>
          <w:b/>
        </w:rPr>
        <w:tab/>
      </w:r>
      <w:r>
        <w:rPr>
          <w:b/>
        </w:rPr>
        <w:tab/>
        <w:t>+27………………………..</w:t>
      </w:r>
    </w:p>
    <w:p w14:paraId="548A32A8" w14:textId="77777777" w:rsidR="00513E0B" w:rsidRPr="0000451F" w:rsidRDefault="00513E0B" w:rsidP="005823CA">
      <w:pPr>
        <w:pStyle w:val="StyleHeading2Tahoma"/>
        <w:ind w:left="1713" w:firstLine="272"/>
        <w:rPr>
          <w:b/>
        </w:rPr>
      </w:pPr>
    </w:p>
    <w:p w14:paraId="54C62E9F" w14:textId="77777777" w:rsidR="005278EB" w:rsidRDefault="005278EB" w:rsidP="006B5FBB">
      <w:pPr>
        <w:pStyle w:val="StyleHeading2Tahoma"/>
        <w:numPr>
          <w:ilvl w:val="1"/>
          <w:numId w:val="37"/>
        </w:numPr>
        <w:ind w:left="709" w:hanging="709"/>
        <w:rPr>
          <w:lang w:val="en-ZA"/>
        </w:rPr>
      </w:pPr>
      <w:r w:rsidRPr="009825D5">
        <w:rPr>
          <w:lang w:val="en-ZA"/>
        </w:rPr>
        <w:t xml:space="preserve">Any notice or communication required or permitted to be given to a Party pursuant to the provisions of this Agreement will be valid and effective only if in writing and sent to a Party’s chosen address or telefax number, provided that documents in legal proceedings in connection with this Agreement may only be served at a Party’s </w:t>
      </w:r>
      <w:proofErr w:type="spellStart"/>
      <w:r w:rsidRPr="0000451F">
        <w:rPr>
          <w:i/>
          <w:lang w:val="en-ZA"/>
        </w:rPr>
        <w:t>domicilium</w:t>
      </w:r>
      <w:proofErr w:type="spellEnd"/>
      <w:r w:rsidRPr="009825D5">
        <w:rPr>
          <w:lang w:val="en-ZA"/>
        </w:rPr>
        <w:t>.</w:t>
      </w:r>
    </w:p>
    <w:p w14:paraId="51F77090" w14:textId="77777777" w:rsidR="005278EB" w:rsidRDefault="005278EB" w:rsidP="005823CA">
      <w:pPr>
        <w:pStyle w:val="StyleHeading2Tahoma"/>
        <w:ind w:left="993" w:hanging="993"/>
        <w:rPr>
          <w:lang w:val="en-ZA"/>
        </w:rPr>
      </w:pPr>
    </w:p>
    <w:p w14:paraId="1CA6263F" w14:textId="77777777" w:rsidR="005278EB" w:rsidRDefault="005278EB" w:rsidP="006B5FBB">
      <w:pPr>
        <w:pStyle w:val="StyleHeading2Tahoma"/>
        <w:numPr>
          <w:ilvl w:val="1"/>
          <w:numId w:val="37"/>
        </w:numPr>
        <w:ind w:left="709" w:hanging="709"/>
      </w:pPr>
      <w:r w:rsidRPr="009825D5">
        <w:t>Any Party may by written notice to the other Party, change its chosen address or telefax number to another address or telefax number provided that:-</w:t>
      </w:r>
    </w:p>
    <w:p w14:paraId="2D1601E0" w14:textId="77777777" w:rsidR="005278EB" w:rsidRDefault="005278EB" w:rsidP="005823CA">
      <w:pPr>
        <w:pStyle w:val="StyleHeading2Tahoma"/>
        <w:ind w:left="993" w:hanging="993"/>
      </w:pPr>
    </w:p>
    <w:p w14:paraId="4052B0B0" w14:textId="77777777" w:rsidR="005278EB" w:rsidRDefault="005278EB" w:rsidP="005823CA">
      <w:pPr>
        <w:pStyle w:val="StyleHeading2Tahoma"/>
        <w:numPr>
          <w:ilvl w:val="2"/>
          <w:numId w:val="37"/>
        </w:numPr>
        <w:ind w:left="1985" w:hanging="992"/>
      </w:pPr>
      <w:r w:rsidRPr="009825D5">
        <w:t>the change will become effective on the tenth (10</w:t>
      </w:r>
      <w:r w:rsidRPr="009825D5">
        <w:rPr>
          <w:vertAlign w:val="superscript"/>
        </w:rPr>
        <w:t>th</w:t>
      </w:r>
      <w:r w:rsidRPr="009825D5">
        <w:t>) Business Day after receipt or deemed receipt of the notice by the addressee</w:t>
      </w:r>
      <w:r>
        <w:t>;</w:t>
      </w:r>
      <w:r w:rsidRPr="009825D5">
        <w:t xml:space="preserve"> and</w:t>
      </w:r>
    </w:p>
    <w:p w14:paraId="3F512043" w14:textId="77777777" w:rsidR="005278EB" w:rsidRDefault="005278EB" w:rsidP="005823CA">
      <w:pPr>
        <w:pStyle w:val="StyleHeading2Tahoma"/>
        <w:ind w:left="993" w:hanging="993"/>
      </w:pPr>
    </w:p>
    <w:p w14:paraId="264F7964" w14:textId="77777777" w:rsidR="005278EB" w:rsidRPr="009825D5" w:rsidRDefault="005278EB" w:rsidP="005823CA">
      <w:pPr>
        <w:pStyle w:val="StyleHeading2Tahoma"/>
        <w:numPr>
          <w:ilvl w:val="2"/>
          <w:numId w:val="37"/>
        </w:numPr>
        <w:ind w:left="1985" w:hanging="992"/>
      </w:pPr>
      <w:r w:rsidRPr="009825D5">
        <w:rPr>
          <w:lang w:val="en-ZA"/>
        </w:rPr>
        <w:t xml:space="preserve">any change in a Party’s </w:t>
      </w:r>
      <w:proofErr w:type="spellStart"/>
      <w:r w:rsidRPr="009825D5">
        <w:rPr>
          <w:i/>
          <w:lang w:val="en-ZA"/>
        </w:rPr>
        <w:t>domicilium</w:t>
      </w:r>
      <w:proofErr w:type="spellEnd"/>
      <w:r w:rsidRPr="009825D5">
        <w:rPr>
          <w:lang w:val="en-ZA"/>
        </w:rPr>
        <w:t xml:space="preserve"> will only be to an address in </w:t>
      </w:r>
      <w:r>
        <w:rPr>
          <w:lang w:val="en-ZA"/>
        </w:rPr>
        <w:t xml:space="preserve">the Republic of </w:t>
      </w:r>
      <w:r w:rsidRPr="009825D5">
        <w:rPr>
          <w:lang w:val="en-ZA"/>
        </w:rPr>
        <w:t xml:space="preserve">South Africa, which is not a post office box or a </w:t>
      </w:r>
      <w:r w:rsidRPr="009825D5">
        <w:rPr>
          <w:i/>
          <w:lang w:val="en-ZA"/>
        </w:rPr>
        <w:t>poste restante.</w:t>
      </w:r>
    </w:p>
    <w:p w14:paraId="51F0BD01" w14:textId="77777777" w:rsidR="005278EB" w:rsidRDefault="005278EB" w:rsidP="005823CA">
      <w:pPr>
        <w:pStyle w:val="StyleHeading2Tahoma"/>
        <w:ind w:left="993" w:hanging="993"/>
        <w:rPr>
          <w:lang w:val="en-ZA"/>
        </w:rPr>
      </w:pPr>
    </w:p>
    <w:p w14:paraId="1B8FBABD" w14:textId="77777777" w:rsidR="00DB424B" w:rsidRPr="009825D5" w:rsidRDefault="00DB424B" w:rsidP="005823CA">
      <w:pPr>
        <w:pStyle w:val="StyleHeading2Tahoma"/>
        <w:ind w:left="993" w:hanging="993"/>
        <w:rPr>
          <w:lang w:val="en-ZA"/>
        </w:rPr>
      </w:pPr>
    </w:p>
    <w:p w14:paraId="73FBA34C" w14:textId="77777777" w:rsidR="005278EB" w:rsidRDefault="005278EB" w:rsidP="006B5FBB">
      <w:pPr>
        <w:pStyle w:val="StyleHeading2Tahoma"/>
        <w:numPr>
          <w:ilvl w:val="1"/>
          <w:numId w:val="37"/>
        </w:numPr>
        <w:ind w:left="709" w:hanging="709"/>
      </w:pPr>
      <w:bookmarkStart w:id="181" w:name="_Ref133132751"/>
      <w:r w:rsidRPr="009825D5">
        <w:t>Any notice to a Party contained in</w:t>
      </w:r>
      <w:r>
        <w:t xml:space="preserve"> a correctly addressed envelope</w:t>
      </w:r>
      <w:r w:rsidRPr="009825D5">
        <w:t xml:space="preserve"> and</w:t>
      </w:r>
      <w:bookmarkStart w:id="182" w:name="_Ref440288555"/>
      <w:bookmarkEnd w:id="181"/>
      <w:r w:rsidRPr="009825D5">
        <w:t xml:space="preserve"> sent by prepaid registered post to it at its chosen address or</w:t>
      </w:r>
      <w:bookmarkStart w:id="183" w:name="a34"/>
      <w:bookmarkStart w:id="184" w:name="_Ref440288568"/>
      <w:bookmarkEnd w:id="182"/>
      <w:bookmarkEnd w:id="183"/>
      <w:r w:rsidRPr="009825D5">
        <w:t xml:space="preserve"> deli</w:t>
      </w:r>
      <w:r>
        <w:t>vered by hand to a responsible P</w:t>
      </w:r>
      <w:r w:rsidRPr="009825D5">
        <w:t>erson during ordinary business hours at its chosen address</w:t>
      </w:r>
      <w:bookmarkEnd w:id="184"/>
      <w:r w:rsidRPr="009825D5">
        <w:t>:</w:t>
      </w:r>
    </w:p>
    <w:p w14:paraId="17B4951F" w14:textId="77777777" w:rsidR="005278EB" w:rsidRPr="009825D5" w:rsidRDefault="005278EB" w:rsidP="005823CA">
      <w:pPr>
        <w:pStyle w:val="StyleHeading2Tahoma"/>
        <w:ind w:left="993" w:hanging="993"/>
      </w:pPr>
    </w:p>
    <w:p w14:paraId="05C97924" w14:textId="77777777" w:rsidR="005278EB" w:rsidRPr="009825D5" w:rsidRDefault="005278EB" w:rsidP="00A3219D">
      <w:pPr>
        <w:pStyle w:val="StyleHeading2Tahoma"/>
        <w:numPr>
          <w:ilvl w:val="2"/>
          <w:numId w:val="37"/>
        </w:numPr>
        <w:ind w:left="1985" w:hanging="992"/>
      </w:pPr>
      <w:r w:rsidRPr="009825D5">
        <w:t>will be deemed to have been received in the case of prepaid registered post on the fif</w:t>
      </w:r>
      <w:r>
        <w:t>th</w:t>
      </w:r>
      <w:r w:rsidRPr="009825D5">
        <w:t xml:space="preserve"> (5</w:t>
      </w:r>
      <w:r w:rsidRPr="009825D5">
        <w:rPr>
          <w:vertAlign w:val="superscript"/>
        </w:rPr>
        <w:t>th</w:t>
      </w:r>
      <w:r>
        <w:t>) Business Day after posting and</w:t>
      </w:r>
      <w:r w:rsidRPr="009825D5">
        <w:t xml:space="preserve"> in </w:t>
      </w:r>
      <w:r>
        <w:t xml:space="preserve">the </w:t>
      </w:r>
      <w:r w:rsidRPr="009825D5">
        <w:t xml:space="preserve">case of delivery by </w:t>
      </w:r>
      <w:r w:rsidRPr="009825D5">
        <w:lastRenderedPageBreak/>
        <w:t>hand, on the day of such delivery</w:t>
      </w:r>
      <w:r>
        <w:t xml:space="preserve"> unless the contrary is proved</w:t>
      </w:r>
      <w:r w:rsidRPr="009825D5">
        <w:t>.</w:t>
      </w:r>
    </w:p>
    <w:p w14:paraId="1D391A5E" w14:textId="77777777" w:rsidR="005278EB" w:rsidRDefault="005278EB" w:rsidP="006B5FBB">
      <w:pPr>
        <w:pStyle w:val="StyleHeading2Tahoma"/>
        <w:numPr>
          <w:ilvl w:val="1"/>
          <w:numId w:val="37"/>
        </w:numPr>
        <w:ind w:left="709" w:hanging="709"/>
      </w:pPr>
      <w:bookmarkStart w:id="185" w:name="_Ref133132592"/>
      <w:r w:rsidRPr="009825D5">
        <w:t>Any notice by telefax to a Party at its telefax number will be deemed, unless the contrary is proved, to have been received on the first (1</w:t>
      </w:r>
      <w:r w:rsidRPr="009825D5">
        <w:rPr>
          <w:vertAlign w:val="superscript"/>
        </w:rPr>
        <w:t>st</w:t>
      </w:r>
      <w:r w:rsidRPr="009825D5">
        <w:t>) Business Day after the date of transmission.</w:t>
      </w:r>
      <w:bookmarkEnd w:id="185"/>
    </w:p>
    <w:p w14:paraId="32B55C25" w14:textId="77777777" w:rsidR="005278EB" w:rsidRDefault="005278EB" w:rsidP="005823CA">
      <w:pPr>
        <w:pStyle w:val="StyleHeading2Tahoma"/>
        <w:ind w:left="993" w:hanging="993"/>
      </w:pPr>
    </w:p>
    <w:p w14:paraId="729CC2AB" w14:textId="77777777" w:rsidR="005278EB" w:rsidRPr="009825D5" w:rsidRDefault="005278EB" w:rsidP="00081842">
      <w:pPr>
        <w:pStyle w:val="StyleHeading2Tahoma"/>
        <w:numPr>
          <w:ilvl w:val="1"/>
          <w:numId w:val="37"/>
        </w:numPr>
        <w:ind w:left="709" w:hanging="709"/>
      </w:pPr>
      <w:r w:rsidRPr="009825D5">
        <w:t>The Parties record that whilst they may correspond via e-mail during the currency of this Agreement for operational reasons, no formal notice required in terms of this Agreement, nor any amendment or variation to this Agreement, may be given or concluded via e-mail</w:t>
      </w:r>
      <w:r>
        <w:t>.</w:t>
      </w:r>
    </w:p>
    <w:p w14:paraId="02E5020D" w14:textId="77777777" w:rsidR="005278EB" w:rsidRPr="009825D5" w:rsidRDefault="005278EB" w:rsidP="005823CA">
      <w:pPr>
        <w:widowControl w:val="0"/>
        <w:spacing w:line="360" w:lineRule="auto"/>
        <w:ind w:left="993" w:hanging="993"/>
        <w:jc w:val="both"/>
        <w:rPr>
          <w:rFonts w:ascii="Arial" w:hAnsi="Arial" w:cs="Arial"/>
          <w:sz w:val="22"/>
          <w:szCs w:val="22"/>
        </w:rPr>
      </w:pPr>
    </w:p>
    <w:p w14:paraId="268C5DCD" w14:textId="77777777" w:rsidR="005278EB" w:rsidRPr="009825D5" w:rsidRDefault="005278EB" w:rsidP="00E86353">
      <w:pPr>
        <w:pStyle w:val="StyleHeading1Tahoma"/>
      </w:pPr>
      <w:bookmarkStart w:id="186" w:name="_Toc296601375"/>
      <w:bookmarkStart w:id="187" w:name="_Ref334428926"/>
      <w:r w:rsidRPr="009825D5">
        <w:t>Confidentiality</w:t>
      </w:r>
      <w:bookmarkEnd w:id="186"/>
      <w:bookmarkEnd w:id="187"/>
      <w:r w:rsidR="00D50D37">
        <w:fldChar w:fldCharType="begin"/>
      </w:r>
      <w:r w:rsidR="00D50D37">
        <w:instrText xml:space="preserve"> TC "</w:instrText>
      </w:r>
      <w:bookmarkStart w:id="188" w:name="_Toc67652887"/>
      <w:r w:rsidR="00D50D37" w:rsidRPr="0065797D">
        <w:rPr>
          <w:lang w:val="en-ZA"/>
        </w:rPr>
        <w:instrText>28.   CONFIDENTIALITY</w:instrText>
      </w:r>
      <w:bookmarkEnd w:id="188"/>
      <w:r w:rsidR="00D50D37">
        <w:instrText xml:space="preserve">" \f C \l "1" </w:instrText>
      </w:r>
      <w:r w:rsidR="00D50D37">
        <w:fldChar w:fldCharType="end"/>
      </w:r>
      <w:r w:rsidR="00C531E0">
        <w:fldChar w:fldCharType="begin"/>
      </w:r>
      <w:r w:rsidR="00765448">
        <w:instrText xml:space="preserve"> </w:instrText>
      </w:r>
      <w:r w:rsidR="00A63249">
        <w:fldChar w:fldCharType="begin"/>
      </w:r>
      <w:r w:rsidR="00A63249">
        <w:instrText xml:space="preserve"> TC "</w:instrText>
      </w:r>
      <w:r w:rsidR="00A63249" w:rsidRPr="005614B1">
        <w:rPr>
          <w:lang w:val="en-ZA"/>
        </w:rPr>
        <w:instrText>27.   CONFIDENTIALITY</w:instrText>
      </w:r>
      <w:bookmarkStart w:id="189" w:name="_Toc67487030"/>
      <w:bookmarkStart w:id="190" w:name="_Toc67487068"/>
      <w:bookmarkStart w:id="191" w:name="_Toc67487276"/>
      <w:bookmarkStart w:id="192" w:name="_Toc67558365"/>
      <w:bookmarkStart w:id="193" w:name="_Toc67576231"/>
      <w:bookmarkStart w:id="194" w:name="_Toc67652888"/>
      <w:bookmarkEnd w:id="189"/>
      <w:bookmarkEnd w:id="190"/>
      <w:bookmarkEnd w:id="191"/>
      <w:bookmarkEnd w:id="192"/>
      <w:bookmarkEnd w:id="193"/>
      <w:bookmarkEnd w:id="194"/>
      <w:r w:rsidR="00A63249">
        <w:instrText xml:space="preserve">" \f C \l "1" </w:instrText>
      </w:r>
      <w:r w:rsidR="00A63249">
        <w:fldChar w:fldCharType="end"/>
      </w:r>
      <w:r w:rsidR="00C531E0">
        <w:instrText xml:space="preserve"> </w:instrText>
      </w:r>
      <w:r w:rsidR="00C531E0">
        <w:fldChar w:fldCharType="end"/>
      </w:r>
    </w:p>
    <w:p w14:paraId="71F75A56" w14:textId="77777777" w:rsidR="005278EB" w:rsidRPr="009825D5" w:rsidRDefault="005278EB" w:rsidP="00E86353">
      <w:pPr>
        <w:pStyle w:val="StyleHeading1Tahoma"/>
        <w:numPr>
          <w:ilvl w:val="0"/>
          <w:numId w:val="0"/>
        </w:numPr>
        <w:ind w:left="993"/>
      </w:pPr>
    </w:p>
    <w:p w14:paraId="3951966B" w14:textId="77777777" w:rsidR="00C63842" w:rsidRDefault="00C63842" w:rsidP="00081842">
      <w:pPr>
        <w:pStyle w:val="StyleHeading2Tahoma"/>
        <w:numPr>
          <w:ilvl w:val="1"/>
          <w:numId w:val="38"/>
        </w:numPr>
        <w:ind w:left="709" w:hanging="709"/>
      </w:pPr>
      <w:r w:rsidRPr="009825D5">
        <w:t>The Service Provider will execute SARS’s standard Oath of Secrecy (as amended from time to time), and undertakes to ensure that all of its personnel involved in performing the Services in terms of this Agreement, or who may have access to SARS’s Confidential Information, sign and are bound by SARS’s standard Oath of Secrecy (as amended from time to time), prior to such personnel entering or gaining access to any of SARS’s premises.</w:t>
      </w:r>
    </w:p>
    <w:p w14:paraId="0A046669" w14:textId="77777777" w:rsidR="00C63842" w:rsidRDefault="00C63842" w:rsidP="005823CA">
      <w:pPr>
        <w:pStyle w:val="StyleHeading2Tahoma"/>
        <w:ind w:left="993" w:hanging="993"/>
      </w:pPr>
    </w:p>
    <w:p w14:paraId="65D96DF5" w14:textId="77777777" w:rsidR="00C63842" w:rsidRDefault="00C63842" w:rsidP="00567976">
      <w:pPr>
        <w:pStyle w:val="StyleHeading2Tahoma"/>
        <w:numPr>
          <w:ilvl w:val="1"/>
          <w:numId w:val="38"/>
        </w:numPr>
        <w:ind w:left="709" w:hanging="709"/>
      </w:pPr>
      <w:r w:rsidRPr="009825D5">
        <w:t>The Service Provider undertakes not to commit any act which in any manner prejudices SARS’s Confidential Information, including any Third Party information which is in the custody of SARS.  The Service Provider further undertakes to implement measures to ensure that its personnel who have not signed SARS’s Oath of Secrecy will not have access to SARS’s Confidential Information or any of SARS’s premises.</w:t>
      </w:r>
    </w:p>
    <w:p w14:paraId="615C4976" w14:textId="77777777" w:rsidR="00C63842" w:rsidRDefault="00C63842" w:rsidP="005823CA">
      <w:pPr>
        <w:pStyle w:val="StyleHeading2Tahoma"/>
        <w:ind w:left="993" w:hanging="993"/>
      </w:pPr>
    </w:p>
    <w:p w14:paraId="2C7B1E91" w14:textId="77777777" w:rsidR="00C63842" w:rsidRDefault="00C63842" w:rsidP="00567976">
      <w:pPr>
        <w:pStyle w:val="StyleHeading2Tahoma"/>
        <w:numPr>
          <w:ilvl w:val="1"/>
          <w:numId w:val="38"/>
        </w:numPr>
        <w:ind w:left="709" w:hanging="709"/>
      </w:pPr>
      <w:r w:rsidRPr="009825D5">
        <w:t>The Service Provider may with SARS’s prior written consent and sub</w:t>
      </w:r>
      <w:r>
        <w:t xml:space="preserve">ject to the provisions of this </w:t>
      </w:r>
      <w:r w:rsidRPr="002507DF">
        <w:rPr>
          <w:b/>
        </w:rPr>
        <w:t xml:space="preserve">Clause </w:t>
      </w:r>
      <w:r w:rsidR="00007DE9">
        <w:rPr>
          <w:b/>
        </w:rPr>
        <w:fldChar w:fldCharType="begin"/>
      </w:r>
      <w:r w:rsidR="00007DE9">
        <w:rPr>
          <w:b/>
        </w:rPr>
        <w:instrText xml:space="preserve"> REF _Ref334428926 \r \h </w:instrText>
      </w:r>
      <w:r w:rsidR="00007DE9">
        <w:rPr>
          <w:b/>
        </w:rPr>
      </w:r>
      <w:r w:rsidR="00007DE9">
        <w:rPr>
          <w:b/>
        </w:rPr>
        <w:fldChar w:fldCharType="separate"/>
      </w:r>
      <w:r w:rsidR="00162E86">
        <w:rPr>
          <w:b/>
        </w:rPr>
        <w:t>31</w:t>
      </w:r>
      <w:r w:rsidR="00007DE9">
        <w:rPr>
          <w:b/>
        </w:rPr>
        <w:fldChar w:fldCharType="end"/>
      </w:r>
      <w:r w:rsidRPr="009825D5">
        <w:t xml:space="preserve"> disclose only such information as may be legally required by a regulatory or other competent authority</w:t>
      </w:r>
      <w:r>
        <w:t>.</w:t>
      </w:r>
    </w:p>
    <w:p w14:paraId="0A506D55" w14:textId="77777777" w:rsidR="00A3219D" w:rsidRDefault="00A3219D" w:rsidP="00A3219D">
      <w:pPr>
        <w:pStyle w:val="StyleHeading2Tahoma"/>
      </w:pPr>
    </w:p>
    <w:p w14:paraId="4A7F0263" w14:textId="77777777" w:rsidR="00BF739E" w:rsidRPr="009825D5" w:rsidRDefault="005278EB" w:rsidP="00BF739E">
      <w:pPr>
        <w:pStyle w:val="StyleHeading2Tahoma"/>
        <w:numPr>
          <w:ilvl w:val="1"/>
          <w:numId w:val="38"/>
        </w:numPr>
        <w:ind w:left="709" w:hanging="709"/>
      </w:pPr>
      <w:r>
        <w:t>Each P</w:t>
      </w:r>
      <w:r w:rsidRPr="009825D5">
        <w:t>arty hereby undertak</w:t>
      </w:r>
      <w:r>
        <w:t>es for the continuance of this A</w:t>
      </w:r>
      <w:r w:rsidRPr="009825D5">
        <w:t xml:space="preserve">greement and for a period of </w:t>
      </w:r>
      <w:r>
        <w:t>five</w:t>
      </w:r>
      <w:r w:rsidRPr="009825D5">
        <w:t xml:space="preserve"> </w:t>
      </w:r>
      <w:r>
        <w:t xml:space="preserve"> (</w:t>
      </w:r>
      <w:r w:rsidRPr="009825D5">
        <w:t>5</w:t>
      </w:r>
      <w:r>
        <w:t>) years from the termination of this A</w:t>
      </w:r>
      <w:r w:rsidRPr="009825D5">
        <w:t>greement to the other to:-</w:t>
      </w:r>
    </w:p>
    <w:p w14:paraId="058B65C3" w14:textId="77777777" w:rsidR="005278EB" w:rsidRDefault="005278EB" w:rsidP="005823CA">
      <w:pPr>
        <w:pStyle w:val="StyleHeading2Tahoma"/>
        <w:numPr>
          <w:ilvl w:val="2"/>
          <w:numId w:val="38"/>
        </w:numPr>
        <w:ind w:left="1985" w:hanging="992"/>
      </w:pPr>
      <w:r w:rsidRPr="009825D5">
        <w:t>keep confidential all information (written, including information</w:t>
      </w:r>
      <w:r>
        <w:t xml:space="preserve"> contained in electronic format</w:t>
      </w:r>
      <w:r w:rsidRPr="009825D5">
        <w:t xml:space="preserve"> or oral) concerning the business affairs of the other that it shall have obtained or received from the other </w:t>
      </w:r>
      <w:r>
        <w:t>P</w:t>
      </w:r>
      <w:r w:rsidRPr="009825D5">
        <w:t>arty ("the information");</w:t>
      </w:r>
      <w:r>
        <w:t xml:space="preserve"> and</w:t>
      </w:r>
    </w:p>
    <w:p w14:paraId="4FCB9C7E" w14:textId="77777777" w:rsidR="005278EB" w:rsidRDefault="005278EB" w:rsidP="005823CA">
      <w:pPr>
        <w:pStyle w:val="StyleHeading2Tahoma"/>
        <w:ind w:left="993" w:hanging="993"/>
      </w:pPr>
    </w:p>
    <w:p w14:paraId="513F5F85" w14:textId="77777777" w:rsidR="005278EB" w:rsidRDefault="005278EB" w:rsidP="00A3219D">
      <w:pPr>
        <w:pStyle w:val="StyleHeading2Tahoma"/>
        <w:numPr>
          <w:ilvl w:val="2"/>
          <w:numId w:val="38"/>
        </w:numPr>
        <w:ind w:left="1985" w:hanging="992"/>
      </w:pPr>
      <w:r w:rsidRPr="009825D5">
        <w:t xml:space="preserve">not, without the other's written consent, disclose the information in whole or in part to </w:t>
      </w:r>
      <w:r>
        <w:t>any other P</w:t>
      </w:r>
      <w:r w:rsidRPr="009825D5">
        <w:t>erson save</w:t>
      </w:r>
      <w:r w:rsidR="00513E0B">
        <w:t xml:space="preserve"> to</w:t>
      </w:r>
      <w:r w:rsidRPr="009825D5">
        <w:t xml:space="preserve"> its employees involved in the implementation </w:t>
      </w:r>
      <w:r w:rsidRPr="009825D5">
        <w:lastRenderedPageBreak/>
        <w:t xml:space="preserve">of this </w:t>
      </w:r>
      <w:r>
        <w:t>A</w:t>
      </w:r>
      <w:r w:rsidRPr="009825D5">
        <w:t xml:space="preserve">greement, and </w:t>
      </w:r>
      <w:r w:rsidR="00513E0B">
        <w:t>then only on a “need-to-know” basis</w:t>
      </w:r>
      <w:r>
        <w:t>.</w:t>
      </w:r>
    </w:p>
    <w:p w14:paraId="074051AE" w14:textId="77777777" w:rsidR="003316C2" w:rsidRPr="009825D5" w:rsidRDefault="003316C2" w:rsidP="003316C2">
      <w:pPr>
        <w:pStyle w:val="StyleHeading2Tahoma"/>
      </w:pPr>
    </w:p>
    <w:p w14:paraId="498A23F4" w14:textId="77777777" w:rsidR="005278EB" w:rsidRPr="009825D5" w:rsidRDefault="005278EB" w:rsidP="00E86353">
      <w:pPr>
        <w:pStyle w:val="StyleHeading1Tahoma"/>
      </w:pPr>
      <w:bookmarkStart w:id="195" w:name="_Toc296601376"/>
      <w:r w:rsidRPr="009825D5">
        <w:t>MISCELLANEOUS</w:t>
      </w:r>
      <w:bookmarkEnd w:id="195"/>
      <w:r w:rsidR="00D50D37">
        <w:fldChar w:fldCharType="begin"/>
      </w:r>
      <w:r w:rsidR="00D50D37">
        <w:instrText xml:space="preserve"> TC "</w:instrText>
      </w:r>
      <w:bookmarkStart w:id="196" w:name="_Toc67652889"/>
      <w:r w:rsidR="00D50D37" w:rsidRPr="0021515E">
        <w:rPr>
          <w:lang w:val="en-ZA"/>
        </w:rPr>
        <w:instrText>29.   MISCELLANEOUS</w:instrText>
      </w:r>
      <w:bookmarkEnd w:id="196"/>
      <w:r w:rsidR="00D50D37">
        <w:instrText xml:space="preserve">" \f C \l "1" </w:instrText>
      </w:r>
      <w:r w:rsidR="00D50D37">
        <w:fldChar w:fldCharType="end"/>
      </w:r>
      <w:r w:rsidR="00C531E0">
        <w:fldChar w:fldCharType="begin"/>
      </w:r>
      <w:r w:rsidR="00A63249">
        <w:instrText xml:space="preserve"> </w:instrText>
      </w:r>
      <w:r w:rsidR="00A63249">
        <w:fldChar w:fldCharType="begin"/>
      </w:r>
      <w:r w:rsidR="00A63249">
        <w:instrText xml:space="preserve"> TC "</w:instrText>
      </w:r>
      <w:r w:rsidR="00A63249" w:rsidRPr="00CE4C93">
        <w:rPr>
          <w:lang w:val="en-ZA"/>
        </w:rPr>
        <w:instrText>28.   MISCELLANEOUS</w:instrText>
      </w:r>
      <w:bookmarkStart w:id="197" w:name="_Toc67487031"/>
      <w:bookmarkStart w:id="198" w:name="_Toc67487069"/>
      <w:bookmarkStart w:id="199" w:name="_Toc67487277"/>
      <w:bookmarkStart w:id="200" w:name="_Toc67558366"/>
      <w:bookmarkStart w:id="201" w:name="_Toc67576232"/>
      <w:bookmarkStart w:id="202" w:name="_Toc67652890"/>
      <w:bookmarkEnd w:id="197"/>
      <w:bookmarkEnd w:id="198"/>
      <w:bookmarkEnd w:id="199"/>
      <w:bookmarkEnd w:id="200"/>
      <w:bookmarkEnd w:id="201"/>
      <w:bookmarkEnd w:id="202"/>
      <w:r w:rsidR="00A63249">
        <w:instrText xml:space="preserve">" \f C \l "1" </w:instrText>
      </w:r>
      <w:r w:rsidR="00A63249">
        <w:fldChar w:fldCharType="end"/>
      </w:r>
      <w:r w:rsidR="00C531E0">
        <w:instrText xml:space="preserve"> </w:instrText>
      </w:r>
      <w:r w:rsidR="00C531E0">
        <w:fldChar w:fldCharType="end"/>
      </w:r>
    </w:p>
    <w:p w14:paraId="539213C4" w14:textId="77777777" w:rsidR="005278EB" w:rsidRPr="009825D5" w:rsidRDefault="005278EB" w:rsidP="00E86353">
      <w:pPr>
        <w:pStyle w:val="StyleHeading1Tahoma"/>
        <w:numPr>
          <w:ilvl w:val="0"/>
          <w:numId w:val="0"/>
        </w:numPr>
        <w:ind w:left="993"/>
      </w:pPr>
    </w:p>
    <w:bookmarkEnd w:id="89"/>
    <w:bookmarkEnd w:id="90"/>
    <w:p w14:paraId="260D3506" w14:textId="77777777" w:rsidR="005278EB" w:rsidRDefault="005278EB" w:rsidP="00567976">
      <w:pPr>
        <w:pStyle w:val="StyleHeading2Tahoma"/>
        <w:numPr>
          <w:ilvl w:val="1"/>
          <w:numId w:val="39"/>
        </w:numPr>
        <w:ind w:left="709" w:hanging="709"/>
      </w:pPr>
      <w:r w:rsidRPr="009825D5">
        <w:t>This document contains the entire Agreement between the Parties in regard to the subject matter hereof.</w:t>
      </w:r>
    </w:p>
    <w:p w14:paraId="63B7F374" w14:textId="77777777" w:rsidR="005278EB" w:rsidRDefault="005278EB" w:rsidP="005823CA">
      <w:pPr>
        <w:pStyle w:val="StyleHeading2Tahoma"/>
        <w:ind w:left="993" w:hanging="993"/>
      </w:pPr>
    </w:p>
    <w:p w14:paraId="2303A5E6" w14:textId="77777777" w:rsidR="005278EB" w:rsidRDefault="005278EB" w:rsidP="00567976">
      <w:pPr>
        <w:pStyle w:val="StyleHeading2Tahoma"/>
        <w:numPr>
          <w:ilvl w:val="1"/>
          <w:numId w:val="39"/>
        </w:numPr>
        <w:ind w:left="709" w:hanging="709"/>
      </w:pPr>
      <w:r w:rsidRPr="009825D5">
        <w:t xml:space="preserve">No Party will be bound by or have any claim or right of action arising from any express or implied term, undertaking, representation, warranty, promise or the like not included or recorded in this </w:t>
      </w:r>
      <w:r>
        <w:t>Agreem</w:t>
      </w:r>
      <w:r w:rsidRPr="009825D5">
        <w:t>ent whether it induced the contract and/or whether it was negligent or not.</w:t>
      </w:r>
      <w:bookmarkStart w:id="203" w:name="_Ref487692028"/>
    </w:p>
    <w:p w14:paraId="5E002C97" w14:textId="77777777" w:rsidR="00C758B9" w:rsidRDefault="00C758B9" w:rsidP="00FF0E63">
      <w:pPr>
        <w:pStyle w:val="StyleHeading2Tahoma"/>
        <w:ind w:left="993"/>
      </w:pPr>
    </w:p>
    <w:p w14:paraId="47BB73FF" w14:textId="77777777" w:rsidR="005278EB" w:rsidRDefault="005278EB" w:rsidP="00567976">
      <w:pPr>
        <w:pStyle w:val="StyleHeading2Tahoma"/>
        <w:numPr>
          <w:ilvl w:val="1"/>
          <w:numId w:val="39"/>
        </w:numPr>
        <w:ind w:left="709" w:hanging="709"/>
      </w:pPr>
      <w:r w:rsidRPr="009825D5">
        <w:t>No variation, amendment or consensual cancellation of this Agreement or any provision or term hereof and no settlement of any disputes arising under this Agreement and no extension of time, waiver or relaxation or suspension of any of the provisions or terms of this Agreement will be binding or have any force and effect unless reduced to writing and signed by or on behalf of the Parties.  Any such extension, waiver or relaxation or suspension which is so given or made will be construed as relating strictly to the matter in respect whereof it was made or given.</w:t>
      </w:r>
      <w:bookmarkEnd w:id="203"/>
    </w:p>
    <w:p w14:paraId="7D5DE0FD" w14:textId="77777777" w:rsidR="005278EB" w:rsidRDefault="005278EB" w:rsidP="005823CA">
      <w:pPr>
        <w:pStyle w:val="StyleHeading2Tahoma"/>
        <w:ind w:left="993" w:hanging="993"/>
      </w:pPr>
    </w:p>
    <w:p w14:paraId="158D4492" w14:textId="77777777" w:rsidR="005278EB" w:rsidRDefault="005278EB" w:rsidP="00567976">
      <w:pPr>
        <w:pStyle w:val="StyleHeading2Tahoma"/>
        <w:numPr>
          <w:ilvl w:val="1"/>
          <w:numId w:val="39"/>
        </w:numPr>
        <w:ind w:left="709" w:hanging="709"/>
      </w:pPr>
      <w:r w:rsidRPr="009825D5">
        <w:t>No failure by any Party to enforce any provision of this Agreement will constitute a waiver of such provision or affect in any way such Party’s right to require the performance of such provision at any time in the future, nor will a waiver of a subsequent breach nullify the effectiveness of the provision itself.</w:t>
      </w:r>
    </w:p>
    <w:p w14:paraId="678C55DA" w14:textId="77777777" w:rsidR="00DB424B" w:rsidRDefault="00DB424B" w:rsidP="00451275">
      <w:pPr>
        <w:pStyle w:val="StyleHeading2Tahoma"/>
      </w:pPr>
    </w:p>
    <w:p w14:paraId="0DC66A9C" w14:textId="77777777" w:rsidR="005278EB" w:rsidRDefault="005278EB" w:rsidP="00567976">
      <w:pPr>
        <w:pStyle w:val="StyleHeading2Tahoma"/>
        <w:numPr>
          <w:ilvl w:val="1"/>
          <w:numId w:val="39"/>
        </w:numPr>
        <w:ind w:left="709" w:hanging="709"/>
      </w:pPr>
      <w:r w:rsidRPr="009825D5">
        <w:t>Except as provided for under this Agreement, neither Party will cede nor assign any of its rights or obligations under this Agreement without the prior written consent of the other Party.</w:t>
      </w:r>
    </w:p>
    <w:p w14:paraId="0FF4910E" w14:textId="77777777" w:rsidR="005278EB" w:rsidRDefault="005278EB" w:rsidP="005823CA">
      <w:pPr>
        <w:pStyle w:val="StyleHeading2Tahoma"/>
        <w:ind w:left="993" w:hanging="993"/>
      </w:pPr>
    </w:p>
    <w:p w14:paraId="346D8A46" w14:textId="77777777" w:rsidR="005278EB" w:rsidRDefault="005278EB" w:rsidP="00A3219D">
      <w:pPr>
        <w:pStyle w:val="StyleHeading2Tahoma"/>
        <w:numPr>
          <w:ilvl w:val="1"/>
          <w:numId w:val="39"/>
        </w:numPr>
        <w:ind w:left="709" w:hanging="709"/>
      </w:pPr>
      <w:r w:rsidRPr="009825D5">
        <w:t>If any Clause or term of this Agreement becomes invalid, unenforceable, defective or illegal for any reason whatsoever, then the Parties will negotiate in good faith</w:t>
      </w:r>
      <w:r>
        <w:t xml:space="preserve"> to replace such Clause with a C</w:t>
      </w:r>
      <w:r w:rsidRPr="009825D5">
        <w:t>lause which is valid, enforceable and legal but maintaining the essential provisions of that Clause to the extent possible, provided that if the Parties should fail to reach</w:t>
      </w:r>
      <w:r>
        <w:t xml:space="preserve"> Agreement on such replacement C</w:t>
      </w:r>
      <w:r w:rsidRPr="009825D5">
        <w:t xml:space="preserve">lause, then the remaining terms and provisions of this Agreement will be deemed to be severable there from and will continue in full force and </w:t>
      </w:r>
      <w:r w:rsidRPr="009825D5">
        <w:lastRenderedPageBreak/>
        <w:t>effect unless such invalidity, unenforceability, defect or illegality goes to the root of this Agreement.</w:t>
      </w:r>
    </w:p>
    <w:p w14:paraId="695E5E24" w14:textId="77777777" w:rsidR="003316C2" w:rsidRDefault="003316C2" w:rsidP="003316C2">
      <w:pPr>
        <w:pStyle w:val="StyleHeading2Tahoma"/>
      </w:pPr>
    </w:p>
    <w:p w14:paraId="644E8C8D" w14:textId="77777777" w:rsidR="005278EB" w:rsidRPr="009825D5" w:rsidRDefault="005278EB" w:rsidP="00567976">
      <w:pPr>
        <w:pStyle w:val="StyleHeading2Tahoma"/>
        <w:numPr>
          <w:ilvl w:val="1"/>
          <w:numId w:val="39"/>
        </w:numPr>
        <w:ind w:left="709" w:hanging="709"/>
      </w:pPr>
      <w:r w:rsidRPr="009825D5">
        <w:t>The rule of construction that an agreement will be interpreted against the Party respo</w:t>
      </w:r>
      <w:r>
        <w:t>nsible for the drafting of the A</w:t>
      </w:r>
      <w:r w:rsidRPr="009825D5">
        <w:t>greement will not apply</w:t>
      </w:r>
      <w:r>
        <w:t>.</w:t>
      </w:r>
    </w:p>
    <w:p w14:paraId="3472F8A1" w14:textId="77777777" w:rsidR="005278EB" w:rsidRPr="009825D5" w:rsidRDefault="005278EB" w:rsidP="005823CA">
      <w:pPr>
        <w:pStyle w:val="StyleHeading2Tahoma"/>
        <w:ind w:left="993" w:hanging="993"/>
      </w:pPr>
    </w:p>
    <w:p w14:paraId="39B9188C" w14:textId="77777777" w:rsidR="005278EB" w:rsidRPr="009825D5" w:rsidRDefault="005278EB" w:rsidP="00E86353">
      <w:pPr>
        <w:pStyle w:val="StyleHeading1Tahoma"/>
      </w:pPr>
      <w:bookmarkStart w:id="204" w:name="_Toc296601378"/>
      <w:r w:rsidRPr="009825D5">
        <w:t>PUBLIC DISCLOSURES</w:t>
      </w:r>
      <w:bookmarkEnd w:id="204"/>
      <w:r w:rsidR="00D50D37">
        <w:fldChar w:fldCharType="begin"/>
      </w:r>
      <w:r w:rsidR="00D50D37">
        <w:instrText xml:space="preserve"> TC "</w:instrText>
      </w:r>
      <w:bookmarkStart w:id="205" w:name="_Toc67652891"/>
      <w:r w:rsidR="00D50D37" w:rsidRPr="004D3E52">
        <w:rPr>
          <w:lang w:val="en-ZA"/>
        </w:rPr>
        <w:instrText>31.   GOVERNING LAWS</w:instrText>
      </w:r>
      <w:bookmarkEnd w:id="205"/>
      <w:r w:rsidR="00D50D37">
        <w:instrText xml:space="preserve">" \f C \l "1" </w:instrText>
      </w:r>
      <w:r w:rsidR="00D50D37">
        <w:fldChar w:fldCharType="end"/>
      </w:r>
      <w:r w:rsidR="00C531E0">
        <w:fldChar w:fldCharType="begin"/>
      </w:r>
      <w:r w:rsidR="00A63249">
        <w:instrText xml:space="preserve"> </w:instrText>
      </w:r>
      <w:r w:rsidR="00A63249">
        <w:fldChar w:fldCharType="begin"/>
      </w:r>
      <w:r w:rsidR="00A63249">
        <w:instrText xml:space="preserve"> TC "</w:instrText>
      </w:r>
      <w:r w:rsidR="00A63249" w:rsidRPr="00610A91">
        <w:rPr>
          <w:lang w:val="en-ZA"/>
        </w:rPr>
        <w:instrText>29.   PUBLIC DISCLOSURES</w:instrText>
      </w:r>
      <w:bookmarkStart w:id="206" w:name="_Toc67487032"/>
      <w:bookmarkStart w:id="207" w:name="_Toc67487070"/>
      <w:bookmarkStart w:id="208" w:name="_Toc67487278"/>
      <w:bookmarkStart w:id="209" w:name="_Toc67558367"/>
      <w:bookmarkStart w:id="210" w:name="_Toc67576233"/>
      <w:bookmarkStart w:id="211" w:name="_Toc67652892"/>
      <w:bookmarkEnd w:id="206"/>
      <w:bookmarkEnd w:id="207"/>
      <w:bookmarkEnd w:id="208"/>
      <w:bookmarkEnd w:id="209"/>
      <w:bookmarkEnd w:id="210"/>
      <w:bookmarkEnd w:id="211"/>
      <w:r w:rsidR="00A63249">
        <w:instrText xml:space="preserve">" \f C \l "1" </w:instrText>
      </w:r>
      <w:r w:rsidR="00A63249">
        <w:fldChar w:fldCharType="end"/>
      </w:r>
      <w:r w:rsidR="00C531E0">
        <w:instrText xml:space="preserve"> </w:instrText>
      </w:r>
      <w:r w:rsidR="00C531E0">
        <w:fldChar w:fldCharType="end"/>
      </w:r>
    </w:p>
    <w:p w14:paraId="0CEF8775" w14:textId="77777777" w:rsidR="005278EB" w:rsidRPr="009825D5" w:rsidRDefault="005278EB" w:rsidP="00E86353">
      <w:pPr>
        <w:pStyle w:val="StyleHeading1Tahoma"/>
        <w:numPr>
          <w:ilvl w:val="0"/>
          <w:numId w:val="0"/>
        </w:numPr>
        <w:ind w:left="993"/>
      </w:pPr>
    </w:p>
    <w:p w14:paraId="5C2C49C0" w14:textId="77777777" w:rsidR="005278EB" w:rsidRDefault="005278EB" w:rsidP="008E17F0">
      <w:pPr>
        <w:pStyle w:val="StyleHeading2Tahoma"/>
        <w:numPr>
          <w:ilvl w:val="1"/>
          <w:numId w:val="40"/>
        </w:numPr>
        <w:ind w:left="709" w:hanging="709"/>
      </w:pPr>
      <w:r w:rsidRPr="009825D5">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without first obtaining written approval from the other Party.</w:t>
      </w:r>
    </w:p>
    <w:p w14:paraId="2A163812" w14:textId="77777777" w:rsidR="005278EB" w:rsidRDefault="005278EB" w:rsidP="005823CA">
      <w:pPr>
        <w:pStyle w:val="StyleHeading2Tahoma"/>
        <w:ind w:left="993" w:hanging="993"/>
      </w:pPr>
    </w:p>
    <w:p w14:paraId="3171E4E7" w14:textId="77777777" w:rsidR="005278EB" w:rsidRPr="009825D5" w:rsidRDefault="005278EB" w:rsidP="008E17F0">
      <w:pPr>
        <w:pStyle w:val="StyleHeading2Tahoma"/>
        <w:numPr>
          <w:ilvl w:val="1"/>
          <w:numId w:val="40"/>
        </w:numPr>
        <w:ind w:left="709" w:hanging="709"/>
      </w:pPr>
      <w:r w:rsidRPr="009825D5">
        <w:t>The Parties may not use each other’s logos</w:t>
      </w:r>
      <w:r>
        <w:t xml:space="preserve">, or any other service marks or </w:t>
      </w:r>
      <w:r w:rsidRPr="009825D5">
        <w:t>trademarks which are intellectual property of the other Party</w:t>
      </w:r>
      <w:r>
        <w:t>.</w:t>
      </w:r>
    </w:p>
    <w:p w14:paraId="79674E00" w14:textId="77777777" w:rsidR="005278EB" w:rsidRPr="009825D5" w:rsidRDefault="005278EB" w:rsidP="005823CA">
      <w:pPr>
        <w:pStyle w:val="StyleHeading2Tahoma"/>
        <w:ind w:left="993" w:hanging="993"/>
      </w:pPr>
    </w:p>
    <w:p w14:paraId="0B285F46" w14:textId="77777777" w:rsidR="005278EB" w:rsidRPr="009825D5" w:rsidRDefault="005278EB" w:rsidP="00E86353">
      <w:pPr>
        <w:pStyle w:val="StyleHeading1Tahoma"/>
      </w:pPr>
      <w:bookmarkStart w:id="212" w:name="_Toc296601379"/>
      <w:r w:rsidRPr="009825D5">
        <w:t>GOVERNING LAW AND JURISDICTION</w:t>
      </w:r>
      <w:bookmarkEnd w:id="212"/>
      <w:r w:rsidR="00C531E0">
        <w:fldChar w:fldCharType="begin"/>
      </w:r>
      <w:r w:rsidR="00A63249">
        <w:instrText xml:space="preserve"> </w:instrText>
      </w:r>
      <w:r w:rsidR="00A63249">
        <w:fldChar w:fldCharType="begin"/>
      </w:r>
      <w:r w:rsidR="00A63249">
        <w:instrText xml:space="preserve"> TC "</w:instrText>
      </w:r>
      <w:r w:rsidR="00A63249" w:rsidRPr="004D4F55">
        <w:rPr>
          <w:lang w:val="en-ZA"/>
        </w:rPr>
        <w:instrText>30.   GOVERNING LAW AND JURISDICTION</w:instrText>
      </w:r>
      <w:bookmarkStart w:id="213" w:name="_Toc67487033"/>
      <w:bookmarkStart w:id="214" w:name="_Toc67487071"/>
      <w:bookmarkStart w:id="215" w:name="_Toc67487279"/>
      <w:bookmarkStart w:id="216" w:name="_Toc67558368"/>
      <w:bookmarkStart w:id="217" w:name="_Toc67576234"/>
      <w:bookmarkStart w:id="218" w:name="_Toc67652893"/>
      <w:bookmarkEnd w:id="213"/>
      <w:bookmarkEnd w:id="214"/>
      <w:bookmarkEnd w:id="215"/>
      <w:bookmarkEnd w:id="216"/>
      <w:bookmarkEnd w:id="217"/>
      <w:bookmarkEnd w:id="218"/>
      <w:r w:rsidR="00A63249">
        <w:instrText xml:space="preserve">" \f C \l "1" </w:instrText>
      </w:r>
      <w:r w:rsidR="00A63249">
        <w:fldChar w:fldCharType="end"/>
      </w:r>
      <w:r w:rsidR="00C531E0">
        <w:instrText xml:space="preserve"> </w:instrText>
      </w:r>
      <w:r w:rsidR="00C531E0">
        <w:fldChar w:fldCharType="end"/>
      </w:r>
    </w:p>
    <w:p w14:paraId="26DBAAEA" w14:textId="77777777" w:rsidR="005278EB" w:rsidRPr="009825D5" w:rsidRDefault="005278EB" w:rsidP="00E86353">
      <w:pPr>
        <w:pStyle w:val="StyleHeading1Tahoma"/>
        <w:numPr>
          <w:ilvl w:val="0"/>
          <w:numId w:val="0"/>
        </w:numPr>
        <w:ind w:left="993"/>
      </w:pPr>
    </w:p>
    <w:p w14:paraId="5438AC79" w14:textId="77777777" w:rsidR="005278EB" w:rsidRDefault="005278EB" w:rsidP="008E17F0">
      <w:pPr>
        <w:pStyle w:val="StyleHeading2Tahoma"/>
        <w:numPr>
          <w:ilvl w:val="1"/>
          <w:numId w:val="41"/>
        </w:numPr>
        <w:ind w:left="709" w:hanging="709"/>
      </w:pPr>
      <w:r w:rsidRPr="009825D5">
        <w:t xml:space="preserve">The provisions of this Agreement will be governed by and construed in accordance with the Laws of the Republic of South Africa.  </w:t>
      </w:r>
    </w:p>
    <w:p w14:paraId="1D3D7327" w14:textId="77777777" w:rsidR="005278EB" w:rsidRDefault="005278EB" w:rsidP="005823CA">
      <w:pPr>
        <w:pStyle w:val="StyleHeading2Tahoma"/>
        <w:ind w:left="993" w:hanging="993"/>
      </w:pPr>
    </w:p>
    <w:p w14:paraId="597766CC" w14:textId="77777777" w:rsidR="005278EB" w:rsidRDefault="005278EB" w:rsidP="008E17F0">
      <w:pPr>
        <w:pStyle w:val="StyleHeading2Tahoma"/>
        <w:numPr>
          <w:ilvl w:val="1"/>
          <w:numId w:val="41"/>
        </w:numPr>
        <w:ind w:left="709" w:hanging="709"/>
      </w:pPr>
      <w:r>
        <w:t>T</w:t>
      </w:r>
      <w:r w:rsidRPr="009825D5">
        <w:t>he Parties hereby irrevocably and unconditionally consent to the non-exclusive jurisdiction of the North Gauteng High Court of South Africa in regard to all matters arising from this Agreement</w:t>
      </w:r>
      <w:r>
        <w:t>.</w:t>
      </w:r>
    </w:p>
    <w:p w14:paraId="54AF92D3" w14:textId="77777777" w:rsidR="00386CE2" w:rsidRDefault="00386CE2" w:rsidP="00D57FCA">
      <w:pPr>
        <w:pStyle w:val="StyleHeading2Tahoma"/>
      </w:pPr>
    </w:p>
    <w:p w14:paraId="6EA08603" w14:textId="77777777" w:rsidR="004D2D0C" w:rsidRDefault="004D2D0C" w:rsidP="00D57FCA">
      <w:pPr>
        <w:pStyle w:val="StyleHeading2Tahoma"/>
      </w:pPr>
    </w:p>
    <w:p w14:paraId="1F42075F" w14:textId="77777777" w:rsidR="004D2D0C" w:rsidRDefault="004D2D0C" w:rsidP="00D57FCA">
      <w:pPr>
        <w:pStyle w:val="StyleHeading2Tahoma"/>
      </w:pPr>
    </w:p>
    <w:p w14:paraId="432178BD" w14:textId="77777777" w:rsidR="004D2D0C" w:rsidRPr="009825D5" w:rsidRDefault="004D2D0C" w:rsidP="00D57FCA">
      <w:pPr>
        <w:pStyle w:val="StyleHeading2Tahoma"/>
      </w:pPr>
    </w:p>
    <w:p w14:paraId="7621D175" w14:textId="77777777" w:rsidR="005278EB" w:rsidRPr="009825D5" w:rsidRDefault="005278EB" w:rsidP="00E86353">
      <w:pPr>
        <w:pStyle w:val="StyleHeading1Tahoma"/>
      </w:pPr>
      <w:bookmarkStart w:id="219" w:name="_Toc296601380"/>
      <w:r w:rsidRPr="009825D5">
        <w:t>COSTS</w:t>
      </w:r>
      <w:bookmarkEnd w:id="219"/>
      <w:r w:rsidR="00D50D37">
        <w:fldChar w:fldCharType="begin"/>
      </w:r>
      <w:r w:rsidR="00D50D37">
        <w:instrText xml:space="preserve"> TC "</w:instrText>
      </w:r>
      <w:bookmarkStart w:id="220" w:name="_Toc67652894"/>
      <w:r w:rsidR="00D50D37" w:rsidRPr="008E4178">
        <w:rPr>
          <w:lang w:val="en-ZA"/>
        </w:rPr>
        <w:instrText>32.   COSTS</w:instrText>
      </w:r>
      <w:bookmarkEnd w:id="220"/>
      <w:r w:rsidR="00D50D37">
        <w:instrText xml:space="preserve">" \f C \l "1" </w:instrText>
      </w:r>
      <w:r w:rsidR="00D50D37">
        <w:fldChar w:fldCharType="end"/>
      </w:r>
      <w:r w:rsidR="00C531E0">
        <w:fldChar w:fldCharType="begin"/>
      </w:r>
      <w:r w:rsidR="00A63249">
        <w:instrText xml:space="preserve"> </w:instrText>
      </w:r>
      <w:r w:rsidR="00A63249">
        <w:fldChar w:fldCharType="begin"/>
      </w:r>
      <w:r w:rsidR="00A63249">
        <w:instrText xml:space="preserve"> TC "</w:instrText>
      </w:r>
      <w:r w:rsidR="00A63249" w:rsidRPr="005D38AE">
        <w:rPr>
          <w:lang w:val="en-ZA"/>
        </w:rPr>
        <w:instrText>31.   COSTS</w:instrText>
      </w:r>
      <w:bookmarkStart w:id="221" w:name="_Toc67487034"/>
      <w:bookmarkStart w:id="222" w:name="_Toc67487072"/>
      <w:bookmarkStart w:id="223" w:name="_Toc67487280"/>
      <w:bookmarkStart w:id="224" w:name="_Toc67558369"/>
      <w:bookmarkStart w:id="225" w:name="_Toc67576235"/>
      <w:bookmarkStart w:id="226" w:name="_Toc67652895"/>
      <w:bookmarkEnd w:id="221"/>
      <w:bookmarkEnd w:id="222"/>
      <w:bookmarkEnd w:id="223"/>
      <w:bookmarkEnd w:id="224"/>
      <w:bookmarkEnd w:id="225"/>
      <w:bookmarkEnd w:id="226"/>
      <w:r w:rsidR="00A63249">
        <w:instrText xml:space="preserve">" \f C \l "1" </w:instrText>
      </w:r>
      <w:r w:rsidR="00A63249">
        <w:fldChar w:fldCharType="end"/>
      </w:r>
      <w:r w:rsidR="00C531E0">
        <w:instrText xml:space="preserve"> </w:instrText>
      </w:r>
      <w:r w:rsidR="00C531E0">
        <w:fldChar w:fldCharType="end"/>
      </w:r>
    </w:p>
    <w:p w14:paraId="0A6D7DCD" w14:textId="77777777" w:rsidR="005278EB" w:rsidRPr="009825D5" w:rsidRDefault="005278EB" w:rsidP="00E86353">
      <w:pPr>
        <w:pStyle w:val="StyleHeading1Tahoma"/>
        <w:numPr>
          <w:ilvl w:val="0"/>
          <w:numId w:val="0"/>
        </w:numPr>
        <w:ind w:left="993"/>
      </w:pPr>
    </w:p>
    <w:p w14:paraId="257FE489" w14:textId="77777777" w:rsidR="005278EB" w:rsidRPr="009825D5" w:rsidRDefault="005278EB" w:rsidP="0014238A">
      <w:pPr>
        <w:pStyle w:val="StyleHeading2Tahoma"/>
        <w:ind w:left="709"/>
        <w:rPr>
          <w:lang w:eastAsia="en-GB"/>
        </w:rPr>
      </w:pPr>
      <w:r w:rsidRPr="009825D5">
        <w:rPr>
          <w:lang w:eastAsia="en-GB"/>
        </w:rPr>
        <w:t>Save as may be otherwise provided herein, each Party will bear and pay its own legal costs and expenses of and incidental to the negotiation, drafting, preparation and implementation of this Agreement.</w:t>
      </w:r>
      <w:bookmarkStart w:id="227" w:name="_Toc179367650"/>
      <w:bookmarkEnd w:id="227"/>
    </w:p>
    <w:p w14:paraId="366F250D" w14:textId="77777777" w:rsidR="00A3219D" w:rsidRPr="009825D5" w:rsidRDefault="005278EB" w:rsidP="0019453A">
      <w:pPr>
        <w:widowControl w:val="0"/>
        <w:tabs>
          <w:tab w:val="left" w:pos="3870"/>
        </w:tabs>
        <w:spacing w:line="360" w:lineRule="auto"/>
        <w:ind w:left="993" w:hanging="993"/>
        <w:jc w:val="both"/>
        <w:rPr>
          <w:rFonts w:ascii="Arial" w:hAnsi="Arial" w:cs="Arial"/>
          <w:b/>
          <w:sz w:val="22"/>
          <w:szCs w:val="22"/>
        </w:rPr>
      </w:pPr>
      <w:r>
        <w:rPr>
          <w:rFonts w:ascii="Arial" w:hAnsi="Arial" w:cs="Arial"/>
          <w:b/>
          <w:sz w:val="22"/>
          <w:szCs w:val="22"/>
        </w:rPr>
        <w:lastRenderedPageBreak/>
        <w:tab/>
      </w:r>
    </w:p>
    <w:p w14:paraId="60ED2FEC" w14:textId="77777777" w:rsidR="005278EB" w:rsidRPr="009825D5" w:rsidRDefault="005278EB" w:rsidP="005823CA">
      <w:pPr>
        <w:widowControl w:val="0"/>
        <w:spacing w:line="360" w:lineRule="auto"/>
        <w:ind w:left="993" w:hanging="993"/>
        <w:jc w:val="both"/>
        <w:rPr>
          <w:rFonts w:ascii="Arial" w:hAnsi="Arial" w:cs="Arial"/>
          <w:b/>
          <w:sz w:val="22"/>
          <w:szCs w:val="22"/>
          <w:lang w:val="en-ZA"/>
        </w:rPr>
      </w:pPr>
      <w:r w:rsidRPr="009825D5">
        <w:rPr>
          <w:rFonts w:ascii="Arial" w:hAnsi="Arial" w:cs="Arial"/>
          <w:b/>
          <w:sz w:val="22"/>
          <w:szCs w:val="22"/>
          <w:lang w:val="en-ZA"/>
        </w:rPr>
        <w:t>Signed at Pretoria by and on behalf of SARS</w:t>
      </w:r>
      <w:r w:rsidR="00D57FCA">
        <w:rPr>
          <w:rFonts w:ascii="Arial" w:hAnsi="Arial" w:cs="Arial"/>
          <w:b/>
          <w:sz w:val="22"/>
          <w:szCs w:val="22"/>
          <w:lang w:val="en-ZA"/>
        </w:rPr>
        <w:t>-</w:t>
      </w:r>
      <w:r w:rsidRPr="009825D5">
        <w:rPr>
          <w:rFonts w:ascii="Arial" w:hAnsi="Arial" w:cs="Arial"/>
          <w:b/>
          <w:sz w:val="22"/>
          <w:szCs w:val="22"/>
          <w:lang w:val="en-ZA"/>
        </w:rPr>
        <w:t xml:space="preserve"> </w:t>
      </w:r>
    </w:p>
    <w:p w14:paraId="06546687" w14:textId="77777777" w:rsidR="005278EB" w:rsidRPr="009825D5" w:rsidRDefault="005278EB" w:rsidP="005823CA">
      <w:pPr>
        <w:widowControl w:val="0"/>
        <w:spacing w:line="360" w:lineRule="auto"/>
        <w:ind w:left="993" w:hanging="993"/>
        <w:jc w:val="both"/>
        <w:rPr>
          <w:rFonts w:ascii="Arial" w:hAnsi="Arial" w:cs="Arial"/>
          <w:b/>
          <w:sz w:val="22"/>
          <w:szCs w:val="22"/>
          <w:lang w:val="en-ZA"/>
        </w:rPr>
      </w:pPr>
    </w:p>
    <w:p w14:paraId="6EEDEAD5" w14:textId="77777777" w:rsidR="005278EB" w:rsidRPr="00E66DEC" w:rsidRDefault="005278EB" w:rsidP="00E66DEC">
      <w:pPr>
        <w:pStyle w:val="ListParagraph"/>
        <w:widowControl w:val="0"/>
        <w:overflowPunct/>
        <w:autoSpaceDE/>
        <w:autoSpaceDN/>
        <w:adjustRightInd/>
        <w:spacing w:line="360" w:lineRule="auto"/>
        <w:ind w:left="993" w:hanging="993"/>
        <w:contextualSpacing w:val="0"/>
        <w:jc w:val="both"/>
        <w:textAlignment w:val="auto"/>
        <w:rPr>
          <w:rFonts w:ascii="Arial" w:hAnsi="Arial" w:cs="Arial"/>
          <w:b/>
          <w:sz w:val="22"/>
          <w:szCs w:val="22"/>
        </w:rPr>
      </w:pPr>
      <w:r>
        <w:rPr>
          <w:rFonts w:ascii="Arial" w:hAnsi="Arial" w:cs="Arial"/>
          <w:b/>
          <w:sz w:val="22"/>
          <w:szCs w:val="22"/>
        </w:rPr>
        <w:t>1.</w:t>
      </w:r>
      <w:r>
        <w:rPr>
          <w:rFonts w:ascii="Arial" w:hAnsi="Arial" w:cs="Arial"/>
          <w:b/>
          <w:sz w:val="22"/>
          <w:szCs w:val="22"/>
        </w:rPr>
        <w:tab/>
      </w:r>
      <w:r w:rsidR="00D5283A">
        <w:rPr>
          <w:rFonts w:ascii="Arial" w:hAnsi="Arial" w:cs="Arial"/>
          <w:b/>
          <w:sz w:val="22"/>
          <w:szCs w:val="22"/>
        </w:rPr>
        <w:t>Andy Tondi</w:t>
      </w:r>
      <w:r w:rsidR="00D5283A">
        <w:rPr>
          <w:rFonts w:ascii="Arial" w:hAnsi="Arial" w:cs="Arial"/>
          <w:b/>
          <w:sz w:val="22"/>
          <w:szCs w:val="22"/>
        </w:rPr>
        <w:tab/>
      </w:r>
      <w:r w:rsidR="00D5283A">
        <w:rPr>
          <w:rFonts w:ascii="Arial" w:hAnsi="Arial" w:cs="Arial"/>
          <w:b/>
          <w:sz w:val="22"/>
          <w:szCs w:val="22"/>
        </w:rPr>
        <w:tab/>
      </w:r>
      <w:r w:rsidR="00D5283A">
        <w:rPr>
          <w:rFonts w:ascii="Arial" w:hAnsi="Arial" w:cs="Arial"/>
          <w:b/>
          <w:sz w:val="22"/>
          <w:szCs w:val="22"/>
        </w:rPr>
        <w:tab/>
        <w:t xml:space="preserve">           </w:t>
      </w:r>
      <w:proofErr w:type="gramStart"/>
      <w:r w:rsidR="00D5283A">
        <w:rPr>
          <w:rFonts w:ascii="Arial" w:hAnsi="Arial" w:cs="Arial"/>
          <w:b/>
          <w:sz w:val="22"/>
          <w:szCs w:val="22"/>
        </w:rPr>
        <w:t>Head :</w:t>
      </w:r>
      <w:proofErr w:type="gramEnd"/>
      <w:r w:rsidR="00D5283A">
        <w:rPr>
          <w:rFonts w:ascii="Arial" w:hAnsi="Arial" w:cs="Arial"/>
          <w:b/>
          <w:sz w:val="22"/>
          <w:szCs w:val="22"/>
        </w:rPr>
        <w:t xml:space="preserve"> Physical Facilities</w:t>
      </w:r>
    </w:p>
    <w:p w14:paraId="3856EA83" w14:textId="77777777" w:rsidR="005278EB" w:rsidRPr="009825D5" w:rsidRDefault="005278EB" w:rsidP="005823CA">
      <w:pPr>
        <w:widowControl w:val="0"/>
        <w:spacing w:line="360" w:lineRule="auto"/>
        <w:ind w:left="993" w:hanging="993"/>
        <w:jc w:val="both"/>
        <w:rPr>
          <w:rFonts w:ascii="Arial" w:hAnsi="Arial" w:cs="Arial"/>
          <w:b/>
          <w:sz w:val="22"/>
          <w:szCs w:val="22"/>
        </w:rPr>
      </w:pPr>
    </w:p>
    <w:p w14:paraId="796F6440" w14:textId="77777777" w:rsidR="005278EB" w:rsidRPr="009825D5" w:rsidRDefault="005278EB" w:rsidP="005823CA">
      <w:pPr>
        <w:widowControl w:val="0"/>
        <w:spacing w:line="360" w:lineRule="auto"/>
        <w:ind w:left="993"/>
        <w:jc w:val="both"/>
        <w:rPr>
          <w:rFonts w:ascii="Arial" w:hAnsi="Arial" w:cs="Arial"/>
          <w:b/>
          <w:sz w:val="22"/>
          <w:szCs w:val="22"/>
        </w:rPr>
      </w:pPr>
      <w:r w:rsidRPr="009825D5">
        <w:rPr>
          <w:rFonts w:ascii="Arial" w:hAnsi="Arial" w:cs="Arial"/>
          <w:b/>
          <w:sz w:val="22"/>
          <w:szCs w:val="22"/>
        </w:rPr>
        <w:t>Signature</w:t>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005823CA">
        <w:rPr>
          <w:rFonts w:ascii="Arial" w:hAnsi="Arial" w:cs="Arial"/>
          <w:b/>
          <w:sz w:val="22"/>
          <w:szCs w:val="22"/>
        </w:rPr>
        <w:tab/>
      </w:r>
      <w:r w:rsidRPr="009825D5">
        <w:rPr>
          <w:rFonts w:ascii="Arial" w:hAnsi="Arial" w:cs="Arial"/>
          <w:b/>
          <w:sz w:val="22"/>
          <w:szCs w:val="22"/>
        </w:rPr>
        <w:t>___________________</w:t>
      </w:r>
    </w:p>
    <w:p w14:paraId="4165E216" w14:textId="77777777" w:rsidR="005278EB" w:rsidRPr="009825D5" w:rsidRDefault="005278EB" w:rsidP="005823CA">
      <w:pPr>
        <w:widowControl w:val="0"/>
        <w:spacing w:line="360" w:lineRule="auto"/>
        <w:ind w:left="993" w:hanging="993"/>
        <w:jc w:val="both"/>
        <w:rPr>
          <w:rFonts w:ascii="Arial" w:hAnsi="Arial" w:cs="Arial"/>
          <w:b/>
          <w:sz w:val="22"/>
          <w:szCs w:val="22"/>
        </w:rPr>
      </w:pPr>
    </w:p>
    <w:p w14:paraId="7C9F4320" w14:textId="77777777" w:rsidR="005278EB" w:rsidRPr="009825D5" w:rsidRDefault="005278EB" w:rsidP="005823CA">
      <w:pPr>
        <w:widowControl w:val="0"/>
        <w:spacing w:line="360" w:lineRule="auto"/>
        <w:ind w:left="993" w:hanging="993"/>
        <w:jc w:val="both"/>
        <w:rPr>
          <w:rFonts w:ascii="Arial" w:hAnsi="Arial" w:cs="Arial"/>
          <w:b/>
          <w:sz w:val="22"/>
          <w:szCs w:val="22"/>
        </w:rPr>
      </w:pPr>
      <w:r w:rsidRPr="009825D5">
        <w:rPr>
          <w:rFonts w:ascii="Arial" w:hAnsi="Arial" w:cs="Arial"/>
          <w:b/>
          <w:sz w:val="22"/>
          <w:szCs w:val="22"/>
        </w:rPr>
        <w:tab/>
        <w:t>Date signed</w:t>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t>___________________</w:t>
      </w:r>
    </w:p>
    <w:p w14:paraId="04DF1A5D" w14:textId="77777777" w:rsidR="005278EB" w:rsidRDefault="005278EB" w:rsidP="005823CA">
      <w:pPr>
        <w:widowControl w:val="0"/>
        <w:spacing w:line="360" w:lineRule="auto"/>
        <w:ind w:left="993" w:hanging="993"/>
        <w:jc w:val="both"/>
        <w:rPr>
          <w:rFonts w:ascii="Arial" w:hAnsi="Arial" w:cs="Arial"/>
          <w:b/>
          <w:sz w:val="22"/>
          <w:szCs w:val="22"/>
        </w:rPr>
      </w:pPr>
    </w:p>
    <w:p w14:paraId="7E031F73" w14:textId="77777777" w:rsidR="00AC3C5C" w:rsidRPr="009825D5" w:rsidRDefault="00AC3C5C" w:rsidP="005823CA">
      <w:pPr>
        <w:widowControl w:val="0"/>
        <w:spacing w:line="360" w:lineRule="auto"/>
        <w:ind w:left="993" w:hanging="993"/>
        <w:jc w:val="both"/>
        <w:rPr>
          <w:rFonts w:ascii="Arial" w:hAnsi="Arial" w:cs="Arial"/>
          <w:b/>
          <w:sz w:val="22"/>
          <w:szCs w:val="22"/>
        </w:rPr>
      </w:pPr>
    </w:p>
    <w:p w14:paraId="58DA6B6C" w14:textId="77777777" w:rsidR="005278EB" w:rsidRPr="009825D5" w:rsidRDefault="00D5283A" w:rsidP="005823CA">
      <w:pPr>
        <w:widowControl w:val="0"/>
        <w:spacing w:line="360" w:lineRule="auto"/>
        <w:ind w:left="993" w:right="-1234" w:hanging="993"/>
        <w:jc w:val="both"/>
        <w:rPr>
          <w:rFonts w:ascii="Arial" w:hAnsi="Arial" w:cs="Arial"/>
          <w:b/>
          <w:sz w:val="22"/>
          <w:szCs w:val="22"/>
        </w:rPr>
      </w:pPr>
      <w:r>
        <w:rPr>
          <w:rFonts w:ascii="Arial" w:hAnsi="Arial" w:cs="Arial"/>
          <w:b/>
          <w:sz w:val="22"/>
          <w:szCs w:val="22"/>
        </w:rPr>
        <w:t>2.</w:t>
      </w:r>
      <w:r>
        <w:rPr>
          <w:rFonts w:ascii="Arial" w:hAnsi="Arial" w:cs="Arial"/>
          <w:b/>
          <w:sz w:val="22"/>
          <w:szCs w:val="22"/>
        </w:rPr>
        <w:tab/>
        <w:t>Deliwe Rampa</w:t>
      </w:r>
      <w:r w:rsidR="005278EB" w:rsidRPr="009825D5">
        <w:rPr>
          <w:rFonts w:ascii="Arial" w:hAnsi="Arial" w:cs="Arial"/>
          <w:b/>
          <w:sz w:val="22"/>
          <w:szCs w:val="22"/>
        </w:rPr>
        <w:tab/>
      </w:r>
      <w:r w:rsidR="005278EB" w:rsidRPr="009825D5">
        <w:rPr>
          <w:rFonts w:ascii="Arial" w:hAnsi="Arial" w:cs="Arial"/>
          <w:b/>
          <w:sz w:val="22"/>
          <w:szCs w:val="22"/>
        </w:rPr>
        <w:tab/>
      </w:r>
      <w:r w:rsidR="005278EB" w:rsidRPr="009825D5">
        <w:rPr>
          <w:rFonts w:ascii="Arial" w:hAnsi="Arial" w:cs="Arial"/>
          <w:b/>
          <w:sz w:val="22"/>
          <w:szCs w:val="22"/>
        </w:rPr>
        <w:tab/>
      </w:r>
      <w:r w:rsidR="004D2D0C">
        <w:rPr>
          <w:rFonts w:ascii="Arial" w:hAnsi="Arial" w:cs="Arial"/>
          <w:b/>
          <w:sz w:val="22"/>
          <w:szCs w:val="22"/>
        </w:rPr>
        <w:t xml:space="preserve"> </w:t>
      </w:r>
      <w:r>
        <w:rPr>
          <w:rFonts w:ascii="Arial" w:hAnsi="Arial" w:cs="Arial"/>
          <w:b/>
          <w:sz w:val="22"/>
          <w:szCs w:val="22"/>
        </w:rPr>
        <w:t xml:space="preserve">                     </w:t>
      </w:r>
      <w:r w:rsidR="004D2D0C">
        <w:rPr>
          <w:rFonts w:ascii="Arial" w:hAnsi="Arial" w:cs="Arial"/>
          <w:b/>
          <w:sz w:val="22"/>
          <w:szCs w:val="22"/>
        </w:rPr>
        <w:t xml:space="preserve"> </w:t>
      </w:r>
      <w:r w:rsidR="005278EB" w:rsidRPr="009825D5">
        <w:rPr>
          <w:rFonts w:ascii="Arial" w:hAnsi="Arial" w:cs="Arial"/>
          <w:b/>
          <w:sz w:val="22"/>
          <w:szCs w:val="22"/>
        </w:rPr>
        <w:t>Exec</w:t>
      </w:r>
      <w:r w:rsidR="00011AAC">
        <w:rPr>
          <w:rFonts w:ascii="Arial" w:hAnsi="Arial" w:cs="Arial"/>
          <w:b/>
          <w:sz w:val="22"/>
          <w:szCs w:val="22"/>
        </w:rPr>
        <w:t>utive: Procurement</w:t>
      </w:r>
    </w:p>
    <w:p w14:paraId="4E57F6C2" w14:textId="77777777" w:rsidR="005278EB" w:rsidRDefault="005278EB" w:rsidP="005823CA">
      <w:pPr>
        <w:widowControl w:val="0"/>
        <w:spacing w:line="360" w:lineRule="auto"/>
        <w:ind w:left="993" w:hanging="993"/>
        <w:jc w:val="both"/>
        <w:rPr>
          <w:rFonts w:ascii="Arial" w:hAnsi="Arial" w:cs="Arial"/>
          <w:b/>
          <w:sz w:val="22"/>
          <w:szCs w:val="22"/>
        </w:rPr>
      </w:pPr>
    </w:p>
    <w:p w14:paraId="1FA2593B" w14:textId="77777777" w:rsidR="005278EB" w:rsidRPr="009825D5" w:rsidRDefault="005278EB" w:rsidP="005823CA">
      <w:pPr>
        <w:widowControl w:val="0"/>
        <w:spacing w:line="360" w:lineRule="auto"/>
        <w:ind w:left="993"/>
        <w:jc w:val="both"/>
        <w:rPr>
          <w:rFonts w:ascii="Arial" w:hAnsi="Arial" w:cs="Arial"/>
          <w:b/>
          <w:sz w:val="22"/>
          <w:szCs w:val="22"/>
        </w:rPr>
      </w:pPr>
      <w:r w:rsidRPr="009825D5">
        <w:rPr>
          <w:rFonts w:ascii="Arial" w:hAnsi="Arial" w:cs="Arial"/>
          <w:b/>
          <w:sz w:val="22"/>
          <w:szCs w:val="22"/>
        </w:rPr>
        <w:t>Signature</w:t>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005823CA">
        <w:rPr>
          <w:rFonts w:ascii="Arial" w:hAnsi="Arial" w:cs="Arial"/>
          <w:b/>
          <w:sz w:val="22"/>
          <w:szCs w:val="22"/>
        </w:rPr>
        <w:tab/>
      </w:r>
      <w:r w:rsidRPr="009825D5">
        <w:rPr>
          <w:rFonts w:ascii="Arial" w:hAnsi="Arial" w:cs="Arial"/>
          <w:b/>
          <w:sz w:val="22"/>
          <w:szCs w:val="22"/>
        </w:rPr>
        <w:t>___________________</w:t>
      </w:r>
    </w:p>
    <w:p w14:paraId="3245DD5D" w14:textId="77777777" w:rsidR="005278EB" w:rsidRPr="009825D5" w:rsidRDefault="005278EB" w:rsidP="005823CA">
      <w:pPr>
        <w:widowControl w:val="0"/>
        <w:spacing w:line="360" w:lineRule="auto"/>
        <w:ind w:left="993" w:hanging="993"/>
        <w:jc w:val="both"/>
        <w:rPr>
          <w:rFonts w:ascii="Arial" w:hAnsi="Arial" w:cs="Arial"/>
          <w:b/>
          <w:sz w:val="22"/>
          <w:szCs w:val="22"/>
        </w:rPr>
      </w:pPr>
      <w:r w:rsidRPr="009825D5">
        <w:rPr>
          <w:rFonts w:ascii="Arial" w:hAnsi="Arial" w:cs="Arial"/>
          <w:b/>
          <w:sz w:val="22"/>
          <w:szCs w:val="22"/>
        </w:rPr>
        <w:tab/>
      </w:r>
    </w:p>
    <w:p w14:paraId="3D4A03B7" w14:textId="77777777" w:rsidR="005278EB" w:rsidRDefault="005278EB" w:rsidP="005823CA">
      <w:pPr>
        <w:widowControl w:val="0"/>
        <w:spacing w:line="360" w:lineRule="auto"/>
        <w:ind w:left="993" w:hanging="993"/>
        <w:jc w:val="both"/>
        <w:rPr>
          <w:rFonts w:ascii="Arial" w:hAnsi="Arial" w:cs="Arial"/>
          <w:b/>
          <w:sz w:val="22"/>
          <w:szCs w:val="22"/>
        </w:rPr>
      </w:pPr>
      <w:r w:rsidRPr="009825D5">
        <w:rPr>
          <w:rFonts w:ascii="Arial" w:hAnsi="Arial" w:cs="Arial"/>
          <w:b/>
          <w:sz w:val="22"/>
          <w:szCs w:val="22"/>
        </w:rPr>
        <w:tab/>
        <w:t>Date signed</w:t>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r>
      <w:r w:rsidRPr="009825D5">
        <w:rPr>
          <w:rFonts w:ascii="Arial" w:hAnsi="Arial" w:cs="Arial"/>
          <w:b/>
          <w:sz w:val="22"/>
          <w:szCs w:val="22"/>
        </w:rPr>
        <w:tab/>
        <w:t>___________________</w:t>
      </w:r>
    </w:p>
    <w:p w14:paraId="5B7D4F88" w14:textId="77777777" w:rsidR="002576B9" w:rsidRPr="009825D5" w:rsidRDefault="002576B9" w:rsidP="005823CA">
      <w:pPr>
        <w:widowControl w:val="0"/>
        <w:spacing w:line="360" w:lineRule="auto"/>
        <w:ind w:left="993" w:hanging="993"/>
        <w:jc w:val="both"/>
        <w:rPr>
          <w:rFonts w:ascii="Arial" w:hAnsi="Arial" w:cs="Arial"/>
          <w:b/>
          <w:sz w:val="22"/>
          <w:szCs w:val="22"/>
        </w:rPr>
      </w:pPr>
    </w:p>
    <w:p w14:paraId="7160FC41" w14:textId="77777777" w:rsidR="005278EB" w:rsidRDefault="005278EB" w:rsidP="005823CA">
      <w:pPr>
        <w:widowControl w:val="0"/>
        <w:spacing w:line="360" w:lineRule="auto"/>
        <w:ind w:left="993" w:hanging="993"/>
        <w:jc w:val="both"/>
        <w:rPr>
          <w:rFonts w:ascii="Arial" w:hAnsi="Arial" w:cs="Arial"/>
          <w:b/>
          <w:sz w:val="22"/>
          <w:szCs w:val="22"/>
        </w:rPr>
      </w:pPr>
    </w:p>
    <w:p w14:paraId="30BA4060" w14:textId="77777777" w:rsidR="00451275" w:rsidRDefault="00451275" w:rsidP="005823CA">
      <w:pPr>
        <w:widowControl w:val="0"/>
        <w:spacing w:line="360" w:lineRule="auto"/>
        <w:ind w:left="993" w:hanging="993"/>
        <w:jc w:val="both"/>
        <w:rPr>
          <w:rFonts w:ascii="Arial" w:hAnsi="Arial" w:cs="Arial"/>
          <w:b/>
          <w:sz w:val="22"/>
          <w:szCs w:val="22"/>
        </w:rPr>
      </w:pPr>
    </w:p>
    <w:p w14:paraId="744478F7" w14:textId="77777777" w:rsidR="00386CE2" w:rsidRDefault="00386CE2" w:rsidP="005823CA">
      <w:pPr>
        <w:widowControl w:val="0"/>
        <w:spacing w:line="360" w:lineRule="auto"/>
        <w:ind w:left="993" w:hanging="993"/>
        <w:jc w:val="both"/>
        <w:rPr>
          <w:rFonts w:ascii="Arial" w:hAnsi="Arial" w:cs="Arial"/>
          <w:b/>
          <w:sz w:val="22"/>
          <w:szCs w:val="22"/>
        </w:rPr>
      </w:pPr>
    </w:p>
    <w:p w14:paraId="01E1909F" w14:textId="77777777" w:rsidR="00386CE2" w:rsidRDefault="00386CE2" w:rsidP="005823CA">
      <w:pPr>
        <w:widowControl w:val="0"/>
        <w:spacing w:line="360" w:lineRule="auto"/>
        <w:ind w:left="993" w:hanging="993"/>
        <w:jc w:val="both"/>
        <w:rPr>
          <w:rFonts w:ascii="Arial" w:hAnsi="Arial" w:cs="Arial"/>
          <w:b/>
          <w:sz w:val="22"/>
          <w:szCs w:val="22"/>
        </w:rPr>
      </w:pPr>
    </w:p>
    <w:p w14:paraId="4575E506" w14:textId="77777777" w:rsidR="00386CE2" w:rsidRDefault="00386CE2" w:rsidP="005823CA">
      <w:pPr>
        <w:widowControl w:val="0"/>
        <w:spacing w:line="360" w:lineRule="auto"/>
        <w:ind w:left="993" w:hanging="993"/>
        <w:jc w:val="both"/>
        <w:rPr>
          <w:rFonts w:ascii="Arial" w:hAnsi="Arial" w:cs="Arial"/>
          <w:b/>
          <w:sz w:val="22"/>
          <w:szCs w:val="22"/>
        </w:rPr>
      </w:pPr>
    </w:p>
    <w:p w14:paraId="56DFF90A" w14:textId="77777777" w:rsidR="00386CE2" w:rsidRDefault="00386CE2" w:rsidP="005823CA">
      <w:pPr>
        <w:widowControl w:val="0"/>
        <w:spacing w:line="360" w:lineRule="auto"/>
        <w:ind w:left="993" w:hanging="993"/>
        <w:jc w:val="both"/>
        <w:rPr>
          <w:rFonts w:ascii="Arial" w:hAnsi="Arial" w:cs="Arial"/>
          <w:b/>
          <w:sz w:val="22"/>
          <w:szCs w:val="22"/>
        </w:rPr>
      </w:pPr>
    </w:p>
    <w:p w14:paraId="6961C7A7" w14:textId="77777777" w:rsidR="00386CE2" w:rsidRDefault="00386CE2" w:rsidP="005823CA">
      <w:pPr>
        <w:widowControl w:val="0"/>
        <w:spacing w:line="360" w:lineRule="auto"/>
        <w:ind w:left="993" w:hanging="993"/>
        <w:jc w:val="both"/>
        <w:rPr>
          <w:rFonts w:ascii="Arial" w:hAnsi="Arial" w:cs="Arial"/>
          <w:b/>
          <w:sz w:val="22"/>
          <w:szCs w:val="22"/>
        </w:rPr>
      </w:pPr>
    </w:p>
    <w:p w14:paraId="67353565" w14:textId="77777777" w:rsidR="00386CE2" w:rsidRDefault="00386CE2" w:rsidP="005823CA">
      <w:pPr>
        <w:widowControl w:val="0"/>
        <w:spacing w:line="360" w:lineRule="auto"/>
        <w:ind w:left="993" w:hanging="993"/>
        <w:jc w:val="both"/>
        <w:rPr>
          <w:rFonts w:ascii="Arial" w:hAnsi="Arial" w:cs="Arial"/>
          <w:b/>
          <w:sz w:val="22"/>
          <w:szCs w:val="22"/>
        </w:rPr>
      </w:pPr>
    </w:p>
    <w:p w14:paraId="7F4E5AD3" w14:textId="77777777" w:rsidR="00386CE2" w:rsidRDefault="00386CE2" w:rsidP="005823CA">
      <w:pPr>
        <w:widowControl w:val="0"/>
        <w:spacing w:line="360" w:lineRule="auto"/>
        <w:ind w:left="993" w:hanging="993"/>
        <w:jc w:val="both"/>
        <w:rPr>
          <w:rFonts w:ascii="Arial" w:hAnsi="Arial" w:cs="Arial"/>
          <w:b/>
          <w:sz w:val="22"/>
          <w:szCs w:val="22"/>
        </w:rPr>
      </w:pPr>
    </w:p>
    <w:p w14:paraId="7BFF4982" w14:textId="77777777" w:rsidR="00386CE2" w:rsidRDefault="00386CE2" w:rsidP="005823CA">
      <w:pPr>
        <w:widowControl w:val="0"/>
        <w:spacing w:line="360" w:lineRule="auto"/>
        <w:ind w:left="993" w:hanging="993"/>
        <w:jc w:val="both"/>
        <w:rPr>
          <w:rFonts w:ascii="Arial" w:hAnsi="Arial" w:cs="Arial"/>
          <w:b/>
          <w:sz w:val="22"/>
          <w:szCs w:val="22"/>
        </w:rPr>
      </w:pPr>
    </w:p>
    <w:p w14:paraId="0BB3FFFC" w14:textId="77777777" w:rsidR="00386CE2" w:rsidRDefault="00386CE2" w:rsidP="005823CA">
      <w:pPr>
        <w:widowControl w:val="0"/>
        <w:spacing w:line="360" w:lineRule="auto"/>
        <w:ind w:left="993" w:hanging="993"/>
        <w:jc w:val="both"/>
        <w:rPr>
          <w:rFonts w:ascii="Arial" w:hAnsi="Arial" w:cs="Arial"/>
          <w:b/>
          <w:sz w:val="22"/>
          <w:szCs w:val="22"/>
        </w:rPr>
      </w:pPr>
    </w:p>
    <w:p w14:paraId="13700E7D" w14:textId="77777777" w:rsidR="00386CE2" w:rsidRDefault="00386CE2" w:rsidP="005823CA">
      <w:pPr>
        <w:widowControl w:val="0"/>
        <w:spacing w:line="360" w:lineRule="auto"/>
        <w:ind w:left="993" w:hanging="993"/>
        <w:jc w:val="both"/>
        <w:rPr>
          <w:rFonts w:ascii="Arial" w:hAnsi="Arial" w:cs="Arial"/>
          <w:b/>
          <w:sz w:val="22"/>
          <w:szCs w:val="22"/>
        </w:rPr>
      </w:pPr>
    </w:p>
    <w:p w14:paraId="4CE87DC4" w14:textId="77777777" w:rsidR="00386CE2" w:rsidRDefault="00386CE2" w:rsidP="005823CA">
      <w:pPr>
        <w:widowControl w:val="0"/>
        <w:spacing w:line="360" w:lineRule="auto"/>
        <w:ind w:left="993" w:hanging="993"/>
        <w:jc w:val="both"/>
        <w:rPr>
          <w:rFonts w:ascii="Arial" w:hAnsi="Arial" w:cs="Arial"/>
          <w:b/>
          <w:sz w:val="22"/>
          <w:szCs w:val="22"/>
        </w:rPr>
      </w:pPr>
    </w:p>
    <w:p w14:paraId="0E2DB66D" w14:textId="77777777" w:rsidR="00011AAC" w:rsidRPr="00F07745" w:rsidRDefault="00011AAC" w:rsidP="00F07745">
      <w:pPr>
        <w:widowControl w:val="0"/>
        <w:spacing w:line="360" w:lineRule="auto"/>
        <w:jc w:val="both"/>
        <w:rPr>
          <w:b/>
        </w:rPr>
      </w:pPr>
    </w:p>
    <w:p w14:paraId="0ABC2E7F" w14:textId="77777777" w:rsidR="002576B9" w:rsidRPr="002576B9" w:rsidRDefault="002576B9" w:rsidP="002576B9">
      <w:pPr>
        <w:widowControl w:val="0"/>
        <w:spacing w:line="360" w:lineRule="auto"/>
        <w:jc w:val="both"/>
        <w:rPr>
          <w:rFonts w:ascii="Arial" w:hAnsi="Arial"/>
          <w:b/>
          <w:sz w:val="22"/>
        </w:rPr>
      </w:pPr>
      <w:r w:rsidRPr="002576B9">
        <w:rPr>
          <w:rFonts w:ascii="Arial" w:hAnsi="Arial"/>
          <w:b/>
          <w:sz w:val="22"/>
        </w:rPr>
        <w:t>Signed by and on</w:t>
      </w:r>
      <w:r w:rsidR="00D57FCA">
        <w:rPr>
          <w:rFonts w:ascii="Arial" w:hAnsi="Arial"/>
          <w:b/>
          <w:sz w:val="22"/>
        </w:rPr>
        <w:t xml:space="preserve"> be</w:t>
      </w:r>
      <w:r w:rsidR="00386CE2">
        <w:rPr>
          <w:rFonts w:ascii="Arial" w:hAnsi="Arial"/>
          <w:b/>
          <w:sz w:val="22"/>
        </w:rPr>
        <w:t>half</w:t>
      </w:r>
      <w:r w:rsidR="000A5FFA">
        <w:rPr>
          <w:rFonts w:ascii="Arial" w:hAnsi="Arial"/>
          <w:b/>
          <w:sz w:val="22"/>
        </w:rPr>
        <w:t xml:space="preserve"> of </w:t>
      </w:r>
      <w:r w:rsidR="00D5283A">
        <w:rPr>
          <w:rFonts w:ascii="Arial" w:hAnsi="Arial"/>
          <w:b/>
          <w:sz w:val="22"/>
        </w:rPr>
        <w:t>……………………………………..</w:t>
      </w:r>
      <w:r w:rsidRPr="002576B9">
        <w:rPr>
          <w:rFonts w:ascii="Arial" w:hAnsi="Arial"/>
          <w:b/>
          <w:sz w:val="22"/>
        </w:rPr>
        <w:t xml:space="preserve"> at _______________ on this the ____</w:t>
      </w:r>
      <w:r w:rsidR="00A3219D">
        <w:rPr>
          <w:rFonts w:ascii="Arial" w:hAnsi="Arial"/>
          <w:b/>
          <w:sz w:val="22"/>
        </w:rPr>
        <w:t xml:space="preserve">______ day of </w:t>
      </w:r>
      <w:r w:rsidR="001A13F9">
        <w:rPr>
          <w:rFonts w:ascii="Arial" w:hAnsi="Arial"/>
          <w:b/>
          <w:sz w:val="22"/>
        </w:rPr>
        <w:t>_____________ 2017</w:t>
      </w:r>
    </w:p>
    <w:p w14:paraId="705068C5" w14:textId="77777777" w:rsidR="002576B9" w:rsidRPr="002576B9" w:rsidRDefault="002576B9" w:rsidP="002576B9">
      <w:pPr>
        <w:widowControl w:val="0"/>
        <w:spacing w:line="360" w:lineRule="auto"/>
        <w:ind w:left="993" w:hanging="993"/>
        <w:jc w:val="both"/>
        <w:rPr>
          <w:rFonts w:ascii="Arial" w:hAnsi="Arial"/>
          <w:b/>
          <w:sz w:val="22"/>
        </w:rPr>
      </w:pPr>
    </w:p>
    <w:p w14:paraId="57D034F7" w14:textId="77777777" w:rsidR="007B45F9" w:rsidRPr="004D672A" w:rsidRDefault="002576B9" w:rsidP="002576B9">
      <w:pPr>
        <w:widowControl w:val="0"/>
        <w:spacing w:line="360" w:lineRule="auto"/>
        <w:ind w:left="993" w:hanging="993"/>
        <w:jc w:val="both"/>
        <w:rPr>
          <w:rFonts w:ascii="Arial" w:hAnsi="Arial"/>
          <w:sz w:val="22"/>
        </w:rPr>
      </w:pPr>
      <w:r w:rsidRPr="004D672A">
        <w:rPr>
          <w:rFonts w:ascii="Arial" w:hAnsi="Arial"/>
          <w:sz w:val="22"/>
        </w:rPr>
        <w:t xml:space="preserve">Signature of the </w:t>
      </w:r>
      <w:r w:rsidR="007B45F9" w:rsidRPr="004D672A">
        <w:rPr>
          <w:rFonts w:ascii="Arial" w:hAnsi="Arial"/>
          <w:sz w:val="22"/>
        </w:rPr>
        <w:t>Authorised R</w:t>
      </w:r>
      <w:r w:rsidRPr="004D672A">
        <w:rPr>
          <w:rFonts w:ascii="Arial" w:hAnsi="Arial"/>
          <w:sz w:val="22"/>
        </w:rPr>
        <w:t xml:space="preserve">epresentative </w:t>
      </w:r>
    </w:p>
    <w:p w14:paraId="698CDB0B" w14:textId="77777777" w:rsidR="002576B9" w:rsidRPr="004D672A" w:rsidRDefault="002576B9" w:rsidP="00AA5BFC">
      <w:pPr>
        <w:widowControl w:val="0"/>
        <w:spacing w:line="360" w:lineRule="auto"/>
        <w:ind w:left="993" w:hanging="993"/>
        <w:jc w:val="both"/>
        <w:rPr>
          <w:rFonts w:ascii="Arial" w:hAnsi="Arial"/>
          <w:sz w:val="22"/>
        </w:rPr>
      </w:pPr>
      <w:r w:rsidRPr="004D672A">
        <w:rPr>
          <w:rFonts w:ascii="Arial" w:hAnsi="Arial"/>
          <w:sz w:val="22"/>
        </w:rPr>
        <w:t xml:space="preserve">of </w:t>
      </w:r>
      <w:r w:rsidR="00AA5BFC" w:rsidRPr="004D672A">
        <w:rPr>
          <w:rFonts w:ascii="Arial" w:hAnsi="Arial"/>
          <w:sz w:val="22"/>
        </w:rPr>
        <w:t>the Service</w:t>
      </w:r>
      <w:r w:rsidRPr="004D672A">
        <w:rPr>
          <w:rFonts w:ascii="Arial" w:hAnsi="Arial"/>
          <w:sz w:val="22"/>
        </w:rPr>
        <w:t xml:space="preserve"> Provider:</w:t>
      </w:r>
      <w:r w:rsidRPr="004D672A">
        <w:rPr>
          <w:rFonts w:ascii="Arial" w:hAnsi="Arial"/>
          <w:sz w:val="22"/>
        </w:rPr>
        <w:tab/>
      </w:r>
      <w:r w:rsidRPr="004D672A">
        <w:rPr>
          <w:rFonts w:ascii="Arial" w:hAnsi="Arial"/>
          <w:sz w:val="22"/>
        </w:rPr>
        <w:tab/>
      </w:r>
      <w:r w:rsidRPr="004D672A">
        <w:rPr>
          <w:rFonts w:ascii="Arial" w:hAnsi="Arial"/>
          <w:sz w:val="22"/>
        </w:rPr>
        <w:tab/>
      </w:r>
      <w:r w:rsidRPr="004D672A">
        <w:rPr>
          <w:rFonts w:ascii="Arial" w:hAnsi="Arial"/>
          <w:sz w:val="22"/>
        </w:rPr>
        <w:tab/>
        <w:t>________________________</w:t>
      </w:r>
    </w:p>
    <w:p w14:paraId="5BBC23BD" w14:textId="77777777" w:rsidR="002576B9" w:rsidRPr="004D672A" w:rsidRDefault="002576B9" w:rsidP="002576B9">
      <w:pPr>
        <w:widowControl w:val="0"/>
        <w:spacing w:line="360" w:lineRule="auto"/>
        <w:ind w:left="993" w:hanging="993"/>
        <w:jc w:val="both"/>
        <w:rPr>
          <w:rFonts w:ascii="Arial" w:hAnsi="Arial"/>
          <w:sz w:val="22"/>
        </w:rPr>
      </w:pPr>
    </w:p>
    <w:p w14:paraId="5BB3F555" w14:textId="77777777" w:rsidR="002576B9" w:rsidRPr="004D672A" w:rsidRDefault="002576B9" w:rsidP="002576B9">
      <w:pPr>
        <w:widowControl w:val="0"/>
        <w:spacing w:line="360" w:lineRule="auto"/>
        <w:ind w:left="993" w:hanging="993"/>
        <w:jc w:val="both"/>
        <w:rPr>
          <w:rFonts w:ascii="Arial" w:hAnsi="Arial"/>
          <w:sz w:val="22"/>
        </w:rPr>
      </w:pPr>
      <w:r w:rsidRPr="004D672A">
        <w:rPr>
          <w:rFonts w:ascii="Arial" w:hAnsi="Arial"/>
          <w:sz w:val="22"/>
        </w:rPr>
        <w:t>Full Name and Capacity:</w:t>
      </w:r>
      <w:r w:rsidRPr="004D672A">
        <w:rPr>
          <w:rFonts w:ascii="Arial" w:hAnsi="Arial"/>
          <w:sz w:val="22"/>
        </w:rPr>
        <w:tab/>
      </w:r>
      <w:r w:rsidRPr="004D672A">
        <w:rPr>
          <w:rFonts w:ascii="Arial" w:hAnsi="Arial"/>
          <w:sz w:val="22"/>
        </w:rPr>
        <w:tab/>
      </w:r>
      <w:r w:rsidRPr="004D672A">
        <w:rPr>
          <w:rFonts w:ascii="Arial" w:hAnsi="Arial"/>
          <w:sz w:val="22"/>
        </w:rPr>
        <w:tab/>
      </w:r>
      <w:r w:rsidRPr="004D672A">
        <w:rPr>
          <w:rFonts w:ascii="Arial" w:hAnsi="Arial"/>
          <w:sz w:val="22"/>
        </w:rPr>
        <w:tab/>
        <w:t>________________________</w:t>
      </w:r>
    </w:p>
    <w:p w14:paraId="21D79865" w14:textId="77777777" w:rsidR="002576B9" w:rsidRPr="004D672A" w:rsidRDefault="002576B9" w:rsidP="002576B9">
      <w:pPr>
        <w:widowControl w:val="0"/>
        <w:spacing w:line="360" w:lineRule="auto"/>
        <w:ind w:left="993" w:hanging="993"/>
        <w:jc w:val="both"/>
        <w:rPr>
          <w:rFonts w:ascii="Arial" w:hAnsi="Arial"/>
          <w:sz w:val="22"/>
        </w:rPr>
      </w:pPr>
      <w:r w:rsidRPr="004D672A">
        <w:rPr>
          <w:rFonts w:ascii="Arial" w:hAnsi="Arial"/>
          <w:sz w:val="22"/>
        </w:rPr>
        <w:t xml:space="preserve">Who warrants his authority </w:t>
      </w:r>
      <w:proofErr w:type="gramStart"/>
      <w:r w:rsidRPr="004D672A">
        <w:rPr>
          <w:rFonts w:ascii="Arial" w:hAnsi="Arial"/>
          <w:sz w:val="22"/>
        </w:rPr>
        <w:t>thereto</w:t>
      </w:r>
      <w:proofErr w:type="gramEnd"/>
    </w:p>
    <w:p w14:paraId="66FE1E59" w14:textId="77777777" w:rsidR="002576B9" w:rsidRPr="004D672A" w:rsidRDefault="002576B9" w:rsidP="002576B9">
      <w:pPr>
        <w:widowControl w:val="0"/>
        <w:spacing w:line="360" w:lineRule="auto"/>
        <w:ind w:left="993" w:hanging="993"/>
        <w:jc w:val="both"/>
        <w:rPr>
          <w:rFonts w:ascii="Arial" w:hAnsi="Arial"/>
          <w:sz w:val="22"/>
        </w:rPr>
      </w:pPr>
    </w:p>
    <w:p w14:paraId="3DDF3D5C" w14:textId="77777777" w:rsidR="002576B9" w:rsidRPr="004D672A" w:rsidRDefault="002576B9" w:rsidP="002576B9">
      <w:pPr>
        <w:widowControl w:val="0"/>
        <w:spacing w:line="360" w:lineRule="auto"/>
        <w:ind w:left="993" w:hanging="993"/>
        <w:jc w:val="both"/>
        <w:rPr>
          <w:rFonts w:ascii="Arial" w:hAnsi="Arial"/>
          <w:sz w:val="22"/>
        </w:rPr>
      </w:pPr>
      <w:r w:rsidRPr="004D672A">
        <w:rPr>
          <w:rFonts w:ascii="Arial" w:hAnsi="Arial"/>
          <w:sz w:val="22"/>
        </w:rPr>
        <w:t>Witnesses</w:t>
      </w:r>
      <w:r w:rsidRPr="004D672A">
        <w:rPr>
          <w:rFonts w:ascii="Arial" w:hAnsi="Arial"/>
          <w:sz w:val="22"/>
        </w:rPr>
        <w:tab/>
      </w:r>
      <w:r w:rsidRPr="004D672A">
        <w:rPr>
          <w:rFonts w:ascii="Arial" w:hAnsi="Arial"/>
          <w:sz w:val="22"/>
        </w:rPr>
        <w:tab/>
      </w:r>
      <w:r w:rsidRPr="004D672A">
        <w:rPr>
          <w:rFonts w:ascii="Arial" w:hAnsi="Arial"/>
          <w:sz w:val="22"/>
        </w:rPr>
        <w:tab/>
      </w:r>
      <w:r w:rsidRPr="004D672A">
        <w:rPr>
          <w:rFonts w:ascii="Arial" w:hAnsi="Arial"/>
          <w:sz w:val="22"/>
        </w:rPr>
        <w:tab/>
      </w:r>
      <w:r w:rsidRPr="004D672A">
        <w:rPr>
          <w:rFonts w:ascii="Arial" w:hAnsi="Arial"/>
          <w:sz w:val="22"/>
        </w:rPr>
        <w:tab/>
      </w:r>
      <w:r w:rsidRPr="004D672A">
        <w:rPr>
          <w:rFonts w:ascii="Arial" w:hAnsi="Arial"/>
          <w:sz w:val="22"/>
        </w:rPr>
        <w:tab/>
        <w:t>Date signed</w:t>
      </w:r>
    </w:p>
    <w:p w14:paraId="3841C405" w14:textId="77777777" w:rsidR="002576B9" w:rsidRPr="004D672A" w:rsidRDefault="002576B9" w:rsidP="002576B9">
      <w:pPr>
        <w:widowControl w:val="0"/>
        <w:spacing w:line="360" w:lineRule="auto"/>
        <w:ind w:left="993" w:hanging="993"/>
        <w:jc w:val="both"/>
        <w:rPr>
          <w:rFonts w:ascii="Arial" w:hAnsi="Arial"/>
          <w:sz w:val="22"/>
        </w:rPr>
      </w:pPr>
    </w:p>
    <w:p w14:paraId="4E09C63D" w14:textId="77777777" w:rsidR="002576B9" w:rsidRPr="004D672A" w:rsidRDefault="002576B9" w:rsidP="002576B9">
      <w:pPr>
        <w:widowControl w:val="0"/>
        <w:spacing w:line="360" w:lineRule="auto"/>
        <w:ind w:left="993" w:hanging="993"/>
        <w:jc w:val="both"/>
        <w:rPr>
          <w:rFonts w:ascii="Arial" w:hAnsi="Arial"/>
          <w:sz w:val="22"/>
        </w:rPr>
      </w:pPr>
      <w:r w:rsidRPr="004D672A">
        <w:rPr>
          <w:rFonts w:ascii="Arial" w:hAnsi="Arial"/>
          <w:sz w:val="22"/>
        </w:rPr>
        <w:t>1.</w:t>
      </w:r>
      <w:r w:rsidRPr="004D672A">
        <w:rPr>
          <w:rFonts w:ascii="Arial" w:hAnsi="Arial"/>
          <w:sz w:val="22"/>
        </w:rPr>
        <w:tab/>
        <w:t>_____________________</w:t>
      </w:r>
      <w:r w:rsidRPr="004D672A">
        <w:rPr>
          <w:rFonts w:ascii="Arial" w:hAnsi="Arial"/>
          <w:sz w:val="22"/>
        </w:rPr>
        <w:tab/>
      </w:r>
      <w:r w:rsidRPr="004D672A">
        <w:rPr>
          <w:rFonts w:ascii="Arial" w:hAnsi="Arial"/>
          <w:sz w:val="22"/>
        </w:rPr>
        <w:tab/>
      </w:r>
      <w:r w:rsidRPr="004D672A">
        <w:rPr>
          <w:rFonts w:ascii="Arial" w:hAnsi="Arial"/>
          <w:sz w:val="22"/>
        </w:rPr>
        <w:tab/>
        <w:t>___________________</w:t>
      </w:r>
      <w:r w:rsidR="00781D5C" w:rsidRPr="004D672A">
        <w:rPr>
          <w:rFonts w:ascii="Arial" w:hAnsi="Arial"/>
          <w:sz w:val="22"/>
        </w:rPr>
        <w:t>_____</w:t>
      </w:r>
    </w:p>
    <w:p w14:paraId="6806E481" w14:textId="77777777" w:rsidR="002576B9" w:rsidRPr="004D672A" w:rsidRDefault="002576B9" w:rsidP="002576B9">
      <w:pPr>
        <w:widowControl w:val="0"/>
        <w:spacing w:line="360" w:lineRule="auto"/>
        <w:ind w:left="993" w:hanging="993"/>
        <w:jc w:val="both"/>
        <w:rPr>
          <w:rFonts w:ascii="Arial" w:hAnsi="Arial"/>
          <w:sz w:val="22"/>
        </w:rPr>
      </w:pPr>
    </w:p>
    <w:p w14:paraId="6B791A9A" w14:textId="77777777" w:rsidR="002576B9" w:rsidRPr="004D672A" w:rsidRDefault="002576B9" w:rsidP="002576B9">
      <w:pPr>
        <w:widowControl w:val="0"/>
        <w:spacing w:line="360" w:lineRule="auto"/>
        <w:ind w:left="993" w:hanging="993"/>
        <w:jc w:val="both"/>
        <w:rPr>
          <w:rFonts w:ascii="Arial" w:hAnsi="Arial"/>
          <w:sz w:val="22"/>
        </w:rPr>
      </w:pPr>
      <w:r w:rsidRPr="004D672A">
        <w:rPr>
          <w:rFonts w:ascii="Arial" w:hAnsi="Arial"/>
          <w:sz w:val="22"/>
        </w:rPr>
        <w:t>2.</w:t>
      </w:r>
      <w:r w:rsidRPr="004D672A">
        <w:rPr>
          <w:rFonts w:ascii="Arial" w:hAnsi="Arial"/>
          <w:sz w:val="22"/>
        </w:rPr>
        <w:tab/>
        <w:t>_____________________</w:t>
      </w:r>
      <w:r w:rsidRPr="004D672A">
        <w:rPr>
          <w:rFonts w:ascii="Arial" w:hAnsi="Arial"/>
          <w:sz w:val="22"/>
        </w:rPr>
        <w:tab/>
      </w:r>
      <w:r w:rsidRPr="004D672A">
        <w:rPr>
          <w:rFonts w:ascii="Arial" w:hAnsi="Arial"/>
          <w:sz w:val="22"/>
        </w:rPr>
        <w:tab/>
      </w:r>
      <w:r w:rsidRPr="004D672A">
        <w:rPr>
          <w:rFonts w:ascii="Arial" w:hAnsi="Arial"/>
          <w:sz w:val="22"/>
        </w:rPr>
        <w:tab/>
        <w:t>___________________</w:t>
      </w:r>
      <w:r w:rsidR="00781D5C" w:rsidRPr="004D672A">
        <w:rPr>
          <w:rFonts w:ascii="Arial" w:hAnsi="Arial"/>
          <w:sz w:val="22"/>
        </w:rPr>
        <w:t>_____</w:t>
      </w:r>
    </w:p>
    <w:p w14:paraId="1FFE7BCF" w14:textId="77777777" w:rsidR="002576B9" w:rsidRPr="002576B9" w:rsidRDefault="002576B9" w:rsidP="005823CA">
      <w:pPr>
        <w:widowControl w:val="0"/>
        <w:spacing w:line="360" w:lineRule="auto"/>
        <w:ind w:left="993" w:hanging="993"/>
        <w:jc w:val="both"/>
        <w:rPr>
          <w:rFonts w:ascii="Arial" w:hAnsi="Arial" w:cs="Arial"/>
          <w:b/>
          <w:sz w:val="22"/>
          <w:szCs w:val="22"/>
        </w:rPr>
      </w:pPr>
    </w:p>
    <w:sectPr w:rsidR="002576B9" w:rsidRPr="002576B9" w:rsidSect="00076698">
      <w:headerReference w:type="default" r:id="rId9"/>
      <w:footerReference w:type="default" r:id="rId10"/>
      <w:type w:val="continuous"/>
      <w:pgSz w:w="12240" w:h="15840" w:code="1"/>
      <w:pgMar w:top="1191" w:right="1298" w:bottom="1191"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62012" w14:textId="77777777" w:rsidR="00726FC3" w:rsidRDefault="00726FC3">
      <w:r>
        <w:separator/>
      </w:r>
    </w:p>
  </w:endnote>
  <w:endnote w:type="continuationSeparator" w:id="0">
    <w:p w14:paraId="2F7317E0" w14:textId="77777777" w:rsidR="00726FC3" w:rsidRDefault="0072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4680"/>
      <w:gridCol w:w="5148"/>
    </w:tblGrid>
    <w:tr w:rsidR="00D7456F" w:rsidRPr="00A573C2" w14:paraId="7B11CEAB" w14:textId="77777777">
      <w:trPr>
        <w:trHeight w:val="350"/>
      </w:trPr>
      <w:tc>
        <w:tcPr>
          <w:tcW w:w="4680" w:type="dxa"/>
          <w:tcBorders>
            <w:top w:val="single" w:sz="6" w:space="0" w:color="auto"/>
            <w:left w:val="nil"/>
            <w:bottom w:val="nil"/>
            <w:right w:val="nil"/>
          </w:tcBorders>
        </w:tcPr>
        <w:p w14:paraId="78715FC7" w14:textId="77777777" w:rsidR="00D7456F" w:rsidRPr="00A573C2" w:rsidRDefault="00D7456F">
          <w:pPr>
            <w:spacing w:before="60"/>
            <w:rPr>
              <w:color w:val="808080"/>
              <w:sz w:val="18"/>
            </w:rPr>
          </w:pPr>
        </w:p>
      </w:tc>
      <w:tc>
        <w:tcPr>
          <w:tcW w:w="5148" w:type="dxa"/>
          <w:tcBorders>
            <w:top w:val="single" w:sz="6" w:space="0" w:color="auto"/>
            <w:left w:val="nil"/>
            <w:bottom w:val="nil"/>
            <w:right w:val="nil"/>
          </w:tcBorders>
        </w:tcPr>
        <w:p w14:paraId="30745C9D" w14:textId="77777777" w:rsidR="00D7456F" w:rsidRPr="009B266D" w:rsidRDefault="00D7456F">
          <w:pPr>
            <w:spacing w:before="60"/>
            <w:jc w:val="right"/>
            <w:rPr>
              <w:rFonts w:ascii="Arial" w:hAnsi="Arial" w:cs="Arial"/>
              <w:sz w:val="16"/>
              <w:szCs w:val="16"/>
            </w:rPr>
          </w:pPr>
          <w:r w:rsidRPr="009B266D">
            <w:rPr>
              <w:rFonts w:ascii="Arial" w:hAnsi="Arial" w:cs="Arial"/>
              <w:sz w:val="16"/>
              <w:szCs w:val="16"/>
            </w:rPr>
            <w:t xml:space="preserve">Page </w:t>
          </w:r>
          <w:r w:rsidRPr="009B266D">
            <w:rPr>
              <w:rFonts w:ascii="Arial" w:hAnsi="Arial" w:cs="Arial"/>
              <w:sz w:val="16"/>
              <w:szCs w:val="16"/>
            </w:rPr>
            <w:fldChar w:fldCharType="begin"/>
          </w:r>
          <w:r w:rsidRPr="009B266D">
            <w:rPr>
              <w:rFonts w:ascii="Arial" w:hAnsi="Arial" w:cs="Arial"/>
              <w:sz w:val="16"/>
              <w:szCs w:val="16"/>
            </w:rPr>
            <w:instrText xml:space="preserve"> PAGE </w:instrText>
          </w:r>
          <w:r w:rsidRPr="009B266D">
            <w:rPr>
              <w:rFonts w:ascii="Arial" w:hAnsi="Arial" w:cs="Arial"/>
              <w:sz w:val="16"/>
              <w:szCs w:val="16"/>
            </w:rPr>
            <w:fldChar w:fldCharType="separate"/>
          </w:r>
          <w:r w:rsidR="006F3580">
            <w:rPr>
              <w:rFonts w:ascii="Arial" w:hAnsi="Arial" w:cs="Arial"/>
              <w:noProof/>
              <w:sz w:val="16"/>
              <w:szCs w:val="16"/>
            </w:rPr>
            <w:t>38</w:t>
          </w:r>
          <w:r w:rsidRPr="009B266D">
            <w:rPr>
              <w:rFonts w:ascii="Arial" w:hAnsi="Arial" w:cs="Arial"/>
              <w:sz w:val="16"/>
              <w:szCs w:val="16"/>
            </w:rPr>
            <w:fldChar w:fldCharType="end"/>
          </w:r>
          <w:r w:rsidRPr="009B266D">
            <w:rPr>
              <w:rFonts w:ascii="Arial" w:hAnsi="Arial" w:cs="Arial"/>
              <w:sz w:val="16"/>
              <w:szCs w:val="16"/>
            </w:rPr>
            <w:t xml:space="preserve"> of </w:t>
          </w:r>
          <w:r w:rsidRPr="009B266D">
            <w:rPr>
              <w:rFonts w:ascii="Arial" w:hAnsi="Arial" w:cs="Arial"/>
              <w:sz w:val="16"/>
              <w:szCs w:val="16"/>
            </w:rPr>
            <w:fldChar w:fldCharType="begin"/>
          </w:r>
          <w:r w:rsidRPr="009B266D">
            <w:rPr>
              <w:rFonts w:ascii="Arial" w:hAnsi="Arial" w:cs="Arial"/>
              <w:sz w:val="16"/>
              <w:szCs w:val="16"/>
            </w:rPr>
            <w:instrText xml:space="preserve"> NUMPAGES </w:instrText>
          </w:r>
          <w:r w:rsidRPr="009B266D">
            <w:rPr>
              <w:rFonts w:ascii="Arial" w:hAnsi="Arial" w:cs="Arial"/>
              <w:sz w:val="16"/>
              <w:szCs w:val="16"/>
            </w:rPr>
            <w:fldChar w:fldCharType="separate"/>
          </w:r>
          <w:r w:rsidR="006F3580">
            <w:rPr>
              <w:rFonts w:ascii="Arial" w:hAnsi="Arial" w:cs="Arial"/>
              <w:noProof/>
              <w:sz w:val="16"/>
              <w:szCs w:val="16"/>
            </w:rPr>
            <w:t>38</w:t>
          </w:r>
          <w:r w:rsidRPr="009B266D">
            <w:rPr>
              <w:rFonts w:ascii="Arial" w:hAnsi="Arial" w:cs="Arial"/>
              <w:sz w:val="16"/>
              <w:szCs w:val="16"/>
            </w:rPr>
            <w:fldChar w:fldCharType="end"/>
          </w:r>
          <w:r w:rsidRPr="009B266D">
            <w:rPr>
              <w:rFonts w:ascii="Arial" w:hAnsi="Arial" w:cs="Arial"/>
              <w:sz w:val="16"/>
              <w:szCs w:val="16"/>
            </w:rPr>
            <w:t xml:space="preserve"> </w:t>
          </w:r>
        </w:p>
      </w:tc>
    </w:tr>
  </w:tbl>
  <w:p w14:paraId="75327BF1" w14:textId="77777777" w:rsidR="00D7456F" w:rsidRDefault="00D74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9FE68" w14:textId="77777777" w:rsidR="00726FC3" w:rsidRDefault="00726FC3">
      <w:r>
        <w:separator/>
      </w:r>
    </w:p>
  </w:footnote>
  <w:footnote w:type="continuationSeparator" w:id="0">
    <w:p w14:paraId="6940FA9B" w14:textId="77777777" w:rsidR="00726FC3" w:rsidRDefault="00726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08B1E" w14:textId="77777777" w:rsidR="00D7456F" w:rsidRPr="009B266D" w:rsidRDefault="00D7456F" w:rsidP="00BB00EC">
    <w:pPr>
      <w:pStyle w:val="Header"/>
      <w:jc w:val="center"/>
      <w:rPr>
        <w:rFonts w:ascii="Arial" w:hAnsi="Arial" w:cs="Arial"/>
        <w:b w:val="0"/>
        <w:sz w:val="16"/>
        <w:szCs w:val="16"/>
        <w:u w:val="single"/>
        <w:lang w:val="en-US"/>
      </w:rPr>
    </w:pPr>
  </w:p>
  <w:p w14:paraId="0355B520" w14:textId="77777777" w:rsidR="00D7456F" w:rsidRPr="009825D5" w:rsidRDefault="00D7456F" w:rsidP="00BB00EC">
    <w:pPr>
      <w:pStyle w:val="Header"/>
      <w:jc w:val="center"/>
      <w:rPr>
        <w:rFonts w:ascii="Arial" w:hAnsi="Arial" w:cs="Arial"/>
        <w:b w:val="0"/>
        <w:sz w:val="16"/>
        <w:szCs w:val="16"/>
        <w:u w:val="single"/>
        <w:lang w:val="en-US"/>
      </w:rPr>
    </w:pPr>
    <w:r w:rsidRPr="009825D5">
      <w:rPr>
        <w:rFonts w:ascii="Arial" w:hAnsi="Arial" w:cs="Arial"/>
        <w:b w:val="0"/>
        <w:sz w:val="16"/>
        <w:szCs w:val="16"/>
        <w:u w:val="single"/>
        <w:lang w:val="en-US"/>
      </w:rPr>
      <w:t>S</w:t>
    </w:r>
    <w:r>
      <w:rPr>
        <w:rFonts w:ascii="Arial" w:hAnsi="Arial" w:cs="Arial"/>
        <w:b w:val="0"/>
        <w:sz w:val="16"/>
        <w:szCs w:val="16"/>
        <w:u w:val="single"/>
        <w:lang w:val="en-US"/>
      </w:rPr>
      <w:t>ervice</w:t>
    </w:r>
    <w:r w:rsidRPr="009825D5">
      <w:rPr>
        <w:rFonts w:ascii="Arial" w:hAnsi="Arial" w:cs="Arial"/>
        <w:b w:val="0"/>
        <w:sz w:val="16"/>
        <w:szCs w:val="16"/>
        <w:u w:val="single"/>
        <w:lang w:val="en-US"/>
      </w:rPr>
      <w:t xml:space="preserve"> L</w:t>
    </w:r>
    <w:r>
      <w:rPr>
        <w:rFonts w:ascii="Arial" w:hAnsi="Arial" w:cs="Arial"/>
        <w:b w:val="0"/>
        <w:sz w:val="16"/>
        <w:szCs w:val="16"/>
        <w:u w:val="single"/>
        <w:lang w:val="en-US"/>
      </w:rPr>
      <w:t>evel</w:t>
    </w:r>
    <w:r w:rsidRPr="009825D5">
      <w:rPr>
        <w:rFonts w:ascii="Arial" w:hAnsi="Arial" w:cs="Arial"/>
        <w:b w:val="0"/>
        <w:sz w:val="16"/>
        <w:szCs w:val="16"/>
        <w:u w:val="single"/>
        <w:lang w:val="en-US"/>
      </w:rPr>
      <w:t xml:space="preserve"> A</w:t>
    </w:r>
    <w:r>
      <w:rPr>
        <w:rFonts w:ascii="Arial" w:hAnsi="Arial" w:cs="Arial"/>
        <w:b w:val="0"/>
        <w:sz w:val="16"/>
        <w:szCs w:val="16"/>
        <w:u w:val="single"/>
        <w:lang w:val="en-US"/>
      </w:rPr>
      <w:t>greement</w:t>
    </w:r>
    <w:r w:rsidRPr="009825D5">
      <w:rPr>
        <w:rFonts w:ascii="Arial" w:hAnsi="Arial" w:cs="Arial"/>
        <w:b w:val="0"/>
        <w:sz w:val="16"/>
        <w:szCs w:val="16"/>
        <w:u w:val="single"/>
        <w:lang w:val="en-US"/>
      </w:rPr>
      <w:t xml:space="preserve"> </w:t>
    </w:r>
    <w:r>
      <w:rPr>
        <w:rFonts w:ascii="Arial" w:hAnsi="Arial" w:cs="Arial"/>
        <w:b w:val="0"/>
        <w:sz w:val="16"/>
        <w:szCs w:val="16"/>
        <w:u w:val="single"/>
        <w:lang w:val="en-US"/>
      </w:rPr>
      <w:t>for Supply and Delivery of Forklifts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6FA"/>
    <w:multiLevelType w:val="multilevel"/>
    <w:tmpl w:val="866EAAA6"/>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A50AA7"/>
    <w:multiLevelType w:val="multilevel"/>
    <w:tmpl w:val="BFC8EB64"/>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FE6A99"/>
    <w:multiLevelType w:val="multilevel"/>
    <w:tmpl w:val="8D661C94"/>
    <w:lvl w:ilvl="0">
      <w:start w:val="1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0AB62628"/>
    <w:multiLevelType w:val="multilevel"/>
    <w:tmpl w:val="85044938"/>
    <w:lvl w:ilvl="0">
      <w:start w:val="1"/>
      <w:numFmt w:val="decimal"/>
      <w:pStyle w:val="StyleHeading1Tahoma"/>
      <w:lvlText w:val="%1."/>
      <w:lvlJc w:val="left"/>
      <w:pPr>
        <w:tabs>
          <w:tab w:val="num" w:pos="502"/>
        </w:tabs>
        <w:ind w:left="502"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BE57080"/>
    <w:multiLevelType w:val="multilevel"/>
    <w:tmpl w:val="6BF2BF04"/>
    <w:lvl w:ilvl="0">
      <w:start w:val="10"/>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15:restartNumberingAfterBreak="0">
    <w:nsid w:val="14373C13"/>
    <w:multiLevelType w:val="multilevel"/>
    <w:tmpl w:val="8A82FD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 w15:restartNumberingAfterBreak="0">
    <w:nsid w:val="1700211A"/>
    <w:multiLevelType w:val="multilevel"/>
    <w:tmpl w:val="2CA61FF0"/>
    <w:lvl w:ilvl="0">
      <w:start w:val="3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86023C"/>
    <w:multiLevelType w:val="multilevel"/>
    <w:tmpl w:val="56321FB0"/>
    <w:lvl w:ilvl="0">
      <w:start w:val="1"/>
      <w:numFmt w:val="decimal"/>
      <w:lvlText w:val="Section %1:"/>
      <w:lvlJc w:val="left"/>
      <w:pPr>
        <w:tabs>
          <w:tab w:val="num" w:pos="1814"/>
        </w:tabs>
        <w:ind w:left="1814" w:hanging="1814"/>
      </w:pPr>
      <w:rPr>
        <w:rFonts w:ascii="Arial" w:hAnsi="Arial" w:cs="Arial"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64"/>
        </w:tabs>
        <w:ind w:left="964" w:hanging="964"/>
      </w:pPr>
      <w:rPr>
        <w:rFonts w:ascii="Arial" w:hAnsi="Arial" w:cs="Arial" w:hint="default"/>
        <w:b w:val="0"/>
        <w:i w:val="0"/>
        <w:color w:val="333333"/>
        <w:sz w:val="22"/>
        <w:szCs w:val="22"/>
      </w:rPr>
    </w:lvl>
    <w:lvl w:ilvl="2">
      <w:start w:val="1"/>
      <w:numFmt w:val="decimal"/>
      <w:lvlText w:val="%1.%2.%3"/>
      <w:lvlJc w:val="left"/>
      <w:pPr>
        <w:tabs>
          <w:tab w:val="num" w:pos="720"/>
        </w:tabs>
        <w:ind w:left="720" w:hanging="720"/>
      </w:pPr>
      <w:rPr>
        <w:rFonts w:ascii="Arial" w:hAnsi="Arial" w:cs="Arial" w:hint="default"/>
        <w:b w:val="0"/>
        <w:i w:val="0"/>
        <w:color w:val="auto"/>
        <w:sz w:val="22"/>
        <w:szCs w:val="22"/>
      </w:rPr>
    </w:lvl>
    <w:lvl w:ilvl="3">
      <w:start w:val="1"/>
      <w:numFmt w:val="decimal"/>
      <w:pStyle w:val="Heading4"/>
      <w:lvlText w:val="%1.%2.%3.%4"/>
      <w:lvlJc w:val="left"/>
      <w:pPr>
        <w:tabs>
          <w:tab w:val="num" w:pos="864"/>
        </w:tabs>
        <w:ind w:left="864" w:hanging="864"/>
      </w:pPr>
      <w:rPr>
        <w:rFonts w:ascii="Tahoma" w:hAnsi="Tahoma" w:cs="Times New Roman" w:hint="default"/>
        <w:b w:val="0"/>
        <w:i w:val="0"/>
        <w:color w:val="auto"/>
        <w:sz w:val="18"/>
        <w:szCs w:val="18"/>
      </w:rPr>
    </w:lvl>
    <w:lvl w:ilvl="4">
      <w:start w:val="1"/>
      <w:numFmt w:val="decimal"/>
      <w:lvlText w:val="%1.%2.%3.%4.%5"/>
      <w:lvlJc w:val="left"/>
      <w:pPr>
        <w:tabs>
          <w:tab w:val="num" w:pos="1008"/>
        </w:tabs>
        <w:ind w:left="1008" w:hanging="1008"/>
      </w:pPr>
      <w:rPr>
        <w:rFonts w:ascii="Tahoma" w:hAnsi="Tahoma" w:cs="Times New Roman" w:hint="default"/>
        <w:b w:val="0"/>
        <w:i w:val="0"/>
        <w:sz w:val="18"/>
        <w:szCs w:val="18"/>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95E6012"/>
    <w:multiLevelType w:val="multilevel"/>
    <w:tmpl w:val="C9381BC2"/>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A794B0D"/>
    <w:multiLevelType w:val="hybridMultilevel"/>
    <w:tmpl w:val="88243262"/>
    <w:lvl w:ilvl="0" w:tplc="3A60D640">
      <w:start w:val="11"/>
      <w:numFmt w:val="decimal"/>
      <w:pStyle w:val="AgreementHeading"/>
      <w:lvlText w:val="%1."/>
      <w:lvlJc w:val="left"/>
      <w:pPr>
        <w:tabs>
          <w:tab w:val="num" w:pos="720"/>
        </w:tabs>
        <w:ind w:left="720" w:hanging="360"/>
      </w:pPr>
      <w:rPr>
        <w:rFonts w:ascii="Bookman Old Style" w:hAnsi="Bookman Old Style" w:cs="Arial" w:hint="default"/>
        <w:b/>
      </w:rPr>
    </w:lvl>
    <w:lvl w:ilvl="1" w:tplc="A1D87932">
      <w:numFmt w:val="none"/>
      <w:lvlText w:val=""/>
      <w:lvlJc w:val="left"/>
      <w:pPr>
        <w:tabs>
          <w:tab w:val="num" w:pos="360"/>
        </w:tabs>
      </w:pPr>
      <w:rPr>
        <w:rFonts w:cs="Times New Roman"/>
      </w:rPr>
    </w:lvl>
    <w:lvl w:ilvl="2" w:tplc="D5DE58FE">
      <w:numFmt w:val="none"/>
      <w:lvlText w:val=""/>
      <w:lvlJc w:val="left"/>
      <w:pPr>
        <w:tabs>
          <w:tab w:val="num" w:pos="360"/>
        </w:tabs>
      </w:pPr>
      <w:rPr>
        <w:rFonts w:cs="Times New Roman"/>
      </w:rPr>
    </w:lvl>
    <w:lvl w:ilvl="3" w:tplc="7EAC17C8">
      <w:numFmt w:val="none"/>
      <w:lvlText w:val=""/>
      <w:lvlJc w:val="left"/>
      <w:pPr>
        <w:tabs>
          <w:tab w:val="num" w:pos="360"/>
        </w:tabs>
      </w:pPr>
      <w:rPr>
        <w:rFonts w:cs="Times New Roman"/>
      </w:rPr>
    </w:lvl>
    <w:lvl w:ilvl="4" w:tplc="9D4E54A2">
      <w:numFmt w:val="none"/>
      <w:lvlText w:val=""/>
      <w:lvlJc w:val="left"/>
      <w:pPr>
        <w:tabs>
          <w:tab w:val="num" w:pos="360"/>
        </w:tabs>
      </w:pPr>
      <w:rPr>
        <w:rFonts w:cs="Times New Roman"/>
      </w:rPr>
    </w:lvl>
    <w:lvl w:ilvl="5" w:tplc="58E0F49C">
      <w:numFmt w:val="none"/>
      <w:lvlText w:val=""/>
      <w:lvlJc w:val="left"/>
      <w:pPr>
        <w:tabs>
          <w:tab w:val="num" w:pos="360"/>
        </w:tabs>
      </w:pPr>
      <w:rPr>
        <w:rFonts w:cs="Times New Roman"/>
      </w:rPr>
    </w:lvl>
    <w:lvl w:ilvl="6" w:tplc="8C923876">
      <w:numFmt w:val="none"/>
      <w:lvlText w:val=""/>
      <w:lvlJc w:val="left"/>
      <w:pPr>
        <w:tabs>
          <w:tab w:val="num" w:pos="360"/>
        </w:tabs>
      </w:pPr>
      <w:rPr>
        <w:rFonts w:cs="Times New Roman"/>
      </w:rPr>
    </w:lvl>
    <w:lvl w:ilvl="7" w:tplc="6D829826">
      <w:numFmt w:val="none"/>
      <w:lvlText w:val=""/>
      <w:lvlJc w:val="left"/>
      <w:pPr>
        <w:tabs>
          <w:tab w:val="num" w:pos="360"/>
        </w:tabs>
      </w:pPr>
      <w:rPr>
        <w:rFonts w:cs="Times New Roman"/>
      </w:rPr>
    </w:lvl>
    <w:lvl w:ilvl="8" w:tplc="767611B6">
      <w:numFmt w:val="none"/>
      <w:lvlText w:val=""/>
      <w:lvlJc w:val="left"/>
      <w:pPr>
        <w:tabs>
          <w:tab w:val="num" w:pos="360"/>
        </w:tabs>
      </w:pPr>
      <w:rPr>
        <w:rFonts w:cs="Times New Roman"/>
      </w:rPr>
    </w:lvl>
  </w:abstractNum>
  <w:abstractNum w:abstractNumId="10" w15:restartNumberingAfterBreak="0">
    <w:nsid w:val="21643654"/>
    <w:multiLevelType w:val="multilevel"/>
    <w:tmpl w:val="580C5956"/>
    <w:lvl w:ilvl="0">
      <w:start w:val="1"/>
      <w:numFmt w:val="decimal"/>
      <w:pStyle w:val="Level3"/>
      <w:lvlText w:val="%1"/>
      <w:lvlJc w:val="left"/>
      <w:pPr>
        <w:tabs>
          <w:tab w:val="num" w:pos="510"/>
        </w:tabs>
        <w:ind w:left="567" w:hanging="567"/>
      </w:pPr>
      <w:rPr>
        <w:rFonts w:ascii="Arial" w:hAnsi="Arial" w:cs="Times New Roman" w:hint="default"/>
        <w:b/>
        <w:i w:val="0"/>
        <w:sz w:val="16"/>
        <w:szCs w:val="16"/>
      </w:rPr>
    </w:lvl>
    <w:lvl w:ilvl="1">
      <w:start w:val="1"/>
      <w:numFmt w:val="decimal"/>
      <w:pStyle w:val="Level4"/>
      <w:lvlText w:val="%1.%2"/>
      <w:lvlJc w:val="left"/>
      <w:pPr>
        <w:tabs>
          <w:tab w:val="num" w:pos="851"/>
        </w:tabs>
        <w:ind w:left="851" w:hanging="851"/>
      </w:pPr>
      <w:rPr>
        <w:rFonts w:ascii="Arial" w:hAnsi="Arial" w:cs="Times New Roman" w:hint="default"/>
        <w:b w:val="0"/>
        <w:i w:val="0"/>
        <w:sz w:val="16"/>
        <w:szCs w:val="16"/>
      </w:rPr>
    </w:lvl>
    <w:lvl w:ilvl="2">
      <w:start w:val="1"/>
      <w:numFmt w:val="decimal"/>
      <w:pStyle w:val="Level5"/>
      <w:lvlText w:val="%1.%2.%3"/>
      <w:lvlJc w:val="left"/>
      <w:pPr>
        <w:tabs>
          <w:tab w:val="num" w:pos="1134"/>
        </w:tabs>
        <w:ind w:left="1134" w:hanging="1134"/>
      </w:pPr>
      <w:rPr>
        <w:rFonts w:ascii="Arial" w:hAnsi="Arial" w:cs="Times New Roman" w:hint="default"/>
        <w:b w:val="0"/>
        <w:i w:val="0"/>
        <w:sz w:val="16"/>
        <w:szCs w:val="16"/>
      </w:rPr>
    </w:lvl>
    <w:lvl w:ilvl="3">
      <w:start w:val="1"/>
      <w:numFmt w:val="decimal"/>
      <w:pStyle w:val="Level6"/>
      <w:lvlText w:val="%1.%2.%3.%4"/>
      <w:lvlJc w:val="left"/>
      <w:pPr>
        <w:tabs>
          <w:tab w:val="num" w:pos="1418"/>
        </w:tabs>
        <w:ind w:left="1418" w:hanging="1418"/>
      </w:pPr>
      <w:rPr>
        <w:rFonts w:ascii="Arial" w:hAnsi="Arial" w:cs="Times New Roman" w:hint="default"/>
        <w:b w:val="0"/>
        <w:i w:val="0"/>
        <w:sz w:val="16"/>
        <w:szCs w:val="16"/>
      </w:rPr>
    </w:lvl>
    <w:lvl w:ilvl="4">
      <w:start w:val="1"/>
      <w:numFmt w:val="decimal"/>
      <w:pStyle w:val="Level7"/>
      <w:lvlText w:val="%1.%2.%3.%4.%5"/>
      <w:lvlJc w:val="left"/>
      <w:pPr>
        <w:tabs>
          <w:tab w:val="num" w:pos="1701"/>
        </w:tabs>
        <w:ind w:left="1701" w:hanging="1701"/>
      </w:pPr>
      <w:rPr>
        <w:rFonts w:ascii="Arial" w:hAnsi="Arial" w:cs="Times New Roman" w:hint="default"/>
        <w:b w:val="0"/>
        <w:i w:val="0"/>
        <w:sz w:val="16"/>
        <w:szCs w:val="16"/>
      </w:rPr>
    </w:lvl>
    <w:lvl w:ilvl="5">
      <w:start w:val="1"/>
      <w:numFmt w:val="decimal"/>
      <w:pStyle w:val="Level8"/>
      <w:lvlText w:val="%1.%2.%3.%4.%5.%6"/>
      <w:lvlJc w:val="left"/>
      <w:pPr>
        <w:tabs>
          <w:tab w:val="num" w:pos="3062"/>
        </w:tabs>
        <w:ind w:left="3062" w:hanging="3062"/>
      </w:pPr>
      <w:rPr>
        <w:rFonts w:ascii="Arial" w:hAnsi="Arial" w:cs="Times New Roman" w:hint="default"/>
        <w:b w:val="0"/>
        <w:i w:val="0"/>
        <w:sz w:val="20"/>
      </w:rPr>
    </w:lvl>
    <w:lvl w:ilvl="6">
      <w:start w:val="1"/>
      <w:numFmt w:val="decimal"/>
      <w:pStyle w:val="Level9"/>
      <w:lvlText w:val="%1.%2.%3.%4.%5.%6.%7"/>
      <w:lvlJc w:val="left"/>
      <w:pPr>
        <w:tabs>
          <w:tab w:val="num" w:pos="3572"/>
        </w:tabs>
        <w:ind w:left="3572" w:hanging="3572"/>
      </w:pPr>
      <w:rPr>
        <w:rFonts w:ascii="Arial" w:hAnsi="Arial" w:cs="Times New Roman" w:hint="default"/>
        <w:b w:val="0"/>
        <w:i w:val="0"/>
        <w:sz w:val="20"/>
      </w:rPr>
    </w:lvl>
    <w:lvl w:ilvl="7">
      <w:start w:val="1"/>
      <w:numFmt w:val="decimal"/>
      <w:lvlText w:val="%1.%2.%3.%4.%5.%6.%7.%8"/>
      <w:lvlJc w:val="left"/>
      <w:pPr>
        <w:tabs>
          <w:tab w:val="num" w:pos="4082"/>
        </w:tabs>
        <w:ind w:left="4082" w:hanging="4082"/>
      </w:pPr>
      <w:rPr>
        <w:rFonts w:ascii="Arial" w:hAnsi="Arial" w:cs="Times New Roman" w:hint="default"/>
        <w:b w:val="0"/>
        <w:i w:val="0"/>
        <w:sz w:val="20"/>
      </w:rPr>
    </w:lvl>
    <w:lvl w:ilvl="8">
      <w:start w:val="1"/>
      <w:numFmt w:val="decimal"/>
      <w:lvlText w:val="%1.%2.%3.%4.%5.%6.%7.%8.%9"/>
      <w:lvlJc w:val="left"/>
      <w:pPr>
        <w:tabs>
          <w:tab w:val="num" w:pos="4593"/>
        </w:tabs>
        <w:ind w:left="4593" w:hanging="4593"/>
      </w:pPr>
      <w:rPr>
        <w:rFonts w:ascii="Arial" w:hAnsi="Arial" w:cs="Times New Roman" w:hint="default"/>
        <w:b w:val="0"/>
        <w:i w:val="0"/>
        <w:sz w:val="20"/>
      </w:rPr>
    </w:lvl>
  </w:abstractNum>
  <w:abstractNum w:abstractNumId="11" w15:restartNumberingAfterBreak="0">
    <w:nsid w:val="23774AFB"/>
    <w:multiLevelType w:val="multilevel"/>
    <w:tmpl w:val="AFC24AE8"/>
    <w:lvl w:ilvl="0">
      <w:start w:val="5"/>
      <w:numFmt w:val="decimal"/>
      <w:lvlText w:val="%1"/>
      <w:lvlJc w:val="left"/>
      <w:pPr>
        <w:tabs>
          <w:tab w:val="num" w:pos="360"/>
        </w:tabs>
        <w:ind w:left="360" w:hanging="360"/>
      </w:pPr>
      <w:rPr>
        <w:rFonts w:cs="Times New Roman" w:hint="default"/>
        <w:b w:val="0"/>
        <w:u w:val="single"/>
      </w:rPr>
    </w:lvl>
    <w:lvl w:ilvl="1">
      <w:start w:val="1"/>
      <w:numFmt w:val="decimal"/>
      <w:lvlText w:val="%1.%2"/>
      <w:lvlJc w:val="left"/>
      <w:pPr>
        <w:tabs>
          <w:tab w:val="num" w:pos="720"/>
        </w:tabs>
        <w:ind w:left="720" w:hanging="360"/>
      </w:pPr>
      <w:rPr>
        <w:rFonts w:cs="Times New Roman" w:hint="default"/>
        <w:b w:val="0"/>
        <w:u w:val="none"/>
      </w:rPr>
    </w:lvl>
    <w:lvl w:ilvl="2">
      <w:start w:val="1"/>
      <w:numFmt w:val="decimal"/>
      <w:lvlText w:val="%1.%2.%3"/>
      <w:lvlJc w:val="left"/>
      <w:pPr>
        <w:tabs>
          <w:tab w:val="num" w:pos="1997"/>
        </w:tabs>
        <w:ind w:left="1997" w:hanging="720"/>
      </w:pPr>
      <w:rPr>
        <w:rFonts w:cs="Times New Roman" w:hint="default"/>
        <w:b w:val="0"/>
        <w:u w:val="none"/>
      </w:rPr>
    </w:lvl>
    <w:lvl w:ilvl="3">
      <w:start w:val="1"/>
      <w:numFmt w:val="decimal"/>
      <w:lvlText w:val="%1.%2.%3.%4"/>
      <w:lvlJc w:val="left"/>
      <w:pPr>
        <w:tabs>
          <w:tab w:val="num" w:pos="1800"/>
        </w:tabs>
        <w:ind w:left="1800" w:hanging="720"/>
      </w:pPr>
      <w:rPr>
        <w:rFonts w:cs="Times New Roman" w:hint="default"/>
        <w:b w:val="0"/>
        <w:u w:val="none"/>
      </w:rPr>
    </w:lvl>
    <w:lvl w:ilvl="4">
      <w:start w:val="1"/>
      <w:numFmt w:val="decimal"/>
      <w:lvlText w:val="%1.%2.%3.%4.%5"/>
      <w:lvlJc w:val="left"/>
      <w:pPr>
        <w:tabs>
          <w:tab w:val="num" w:pos="2520"/>
        </w:tabs>
        <w:ind w:left="2520" w:hanging="1080"/>
      </w:pPr>
      <w:rPr>
        <w:rFonts w:cs="Times New Roman" w:hint="default"/>
        <w:b w:val="0"/>
        <w:u w:val="single"/>
      </w:rPr>
    </w:lvl>
    <w:lvl w:ilvl="5">
      <w:start w:val="1"/>
      <w:numFmt w:val="decimal"/>
      <w:lvlText w:val="%1.%2.%3.%4.%5.%6"/>
      <w:lvlJc w:val="left"/>
      <w:pPr>
        <w:tabs>
          <w:tab w:val="num" w:pos="2880"/>
        </w:tabs>
        <w:ind w:left="2880" w:hanging="1080"/>
      </w:pPr>
      <w:rPr>
        <w:rFonts w:cs="Times New Roman" w:hint="default"/>
        <w:b w:val="0"/>
        <w:u w:val="single"/>
      </w:rPr>
    </w:lvl>
    <w:lvl w:ilvl="6">
      <w:start w:val="1"/>
      <w:numFmt w:val="decimal"/>
      <w:lvlText w:val="%1.%2.%3.%4.%5.%6.%7"/>
      <w:lvlJc w:val="left"/>
      <w:pPr>
        <w:tabs>
          <w:tab w:val="num" w:pos="3600"/>
        </w:tabs>
        <w:ind w:left="3600" w:hanging="1440"/>
      </w:pPr>
      <w:rPr>
        <w:rFonts w:cs="Times New Roman" w:hint="default"/>
        <w:b w:val="0"/>
        <w:u w:val="single"/>
      </w:rPr>
    </w:lvl>
    <w:lvl w:ilvl="7">
      <w:start w:val="1"/>
      <w:numFmt w:val="decimal"/>
      <w:lvlText w:val="%1.%2.%3.%4.%5.%6.%7.%8"/>
      <w:lvlJc w:val="left"/>
      <w:pPr>
        <w:tabs>
          <w:tab w:val="num" w:pos="3960"/>
        </w:tabs>
        <w:ind w:left="3960" w:hanging="1440"/>
      </w:pPr>
      <w:rPr>
        <w:rFonts w:cs="Times New Roman" w:hint="default"/>
        <w:b w:val="0"/>
        <w:u w:val="single"/>
      </w:rPr>
    </w:lvl>
    <w:lvl w:ilvl="8">
      <w:start w:val="1"/>
      <w:numFmt w:val="decimal"/>
      <w:lvlText w:val="%1.%2.%3.%4.%5.%6.%7.%8.%9"/>
      <w:lvlJc w:val="left"/>
      <w:pPr>
        <w:tabs>
          <w:tab w:val="num" w:pos="4680"/>
        </w:tabs>
        <w:ind w:left="4680" w:hanging="1800"/>
      </w:pPr>
      <w:rPr>
        <w:rFonts w:cs="Times New Roman" w:hint="default"/>
        <w:b w:val="0"/>
        <w:u w:val="single"/>
      </w:rPr>
    </w:lvl>
  </w:abstractNum>
  <w:abstractNum w:abstractNumId="12" w15:restartNumberingAfterBreak="0">
    <w:nsid w:val="25E740C2"/>
    <w:multiLevelType w:val="multilevel"/>
    <w:tmpl w:val="4732DE22"/>
    <w:lvl w:ilvl="0">
      <w:start w:val="6"/>
      <w:numFmt w:val="decimal"/>
      <w:lvlText w:val="%1"/>
      <w:lvlJc w:val="left"/>
      <w:pPr>
        <w:ind w:left="360" w:hanging="360"/>
      </w:pPr>
      <w:rPr>
        <w:rFonts w:hint="default"/>
        <w:u w:val="single"/>
      </w:rPr>
    </w:lvl>
    <w:lvl w:ilvl="1">
      <w:start w:val="1"/>
      <w:numFmt w:val="decimal"/>
      <w:lvlText w:val="%1.%2"/>
      <w:lvlJc w:val="left"/>
      <w:pPr>
        <w:ind w:left="502"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13" w15:restartNumberingAfterBreak="0">
    <w:nsid w:val="27005A8E"/>
    <w:multiLevelType w:val="multilevel"/>
    <w:tmpl w:val="873C952E"/>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F7257D6"/>
    <w:multiLevelType w:val="multilevel"/>
    <w:tmpl w:val="218AF1AE"/>
    <w:lvl w:ilvl="0">
      <w:start w:val="6"/>
      <w:numFmt w:val="decimal"/>
      <w:lvlText w:val="%1"/>
      <w:lvlJc w:val="left"/>
      <w:pPr>
        <w:tabs>
          <w:tab w:val="num" w:pos="360"/>
        </w:tabs>
        <w:ind w:left="360" w:hanging="360"/>
      </w:pPr>
      <w:rPr>
        <w:rFonts w:cs="Times New Roman" w:hint="default"/>
        <w:u w:val="single"/>
      </w:rPr>
    </w:lvl>
    <w:lvl w:ilvl="1">
      <w:start w:val="1"/>
      <w:numFmt w:val="decimal"/>
      <w:lvlText w:val="%1.%2"/>
      <w:lvlJc w:val="left"/>
      <w:pPr>
        <w:tabs>
          <w:tab w:val="num" w:pos="720"/>
        </w:tabs>
        <w:ind w:left="720" w:hanging="360"/>
      </w:pPr>
      <w:rPr>
        <w:rFonts w:cs="Times New Roman" w:hint="default"/>
        <w:u w:val="none"/>
      </w:rPr>
    </w:lvl>
    <w:lvl w:ilvl="2">
      <w:start w:val="1"/>
      <w:numFmt w:val="decimal"/>
      <w:lvlText w:val="%1.%2.%3"/>
      <w:lvlJc w:val="left"/>
      <w:pPr>
        <w:tabs>
          <w:tab w:val="num" w:pos="1440"/>
        </w:tabs>
        <w:ind w:left="1440" w:hanging="720"/>
      </w:pPr>
      <w:rPr>
        <w:rFonts w:cs="Times New Roman" w:hint="default"/>
        <w:u w:val="none"/>
      </w:rPr>
    </w:lvl>
    <w:lvl w:ilvl="3">
      <w:start w:val="1"/>
      <w:numFmt w:val="decimal"/>
      <w:lvlText w:val="%1.%2.%3.%4"/>
      <w:lvlJc w:val="left"/>
      <w:pPr>
        <w:tabs>
          <w:tab w:val="num" w:pos="1800"/>
        </w:tabs>
        <w:ind w:left="1800" w:hanging="720"/>
      </w:pPr>
      <w:rPr>
        <w:rFonts w:cs="Times New Roman" w:hint="default"/>
        <w:u w:val="none"/>
      </w:rPr>
    </w:lvl>
    <w:lvl w:ilvl="4">
      <w:start w:val="1"/>
      <w:numFmt w:val="decimal"/>
      <w:lvlText w:val="%1.%2.%3.%4.%5"/>
      <w:lvlJc w:val="left"/>
      <w:pPr>
        <w:tabs>
          <w:tab w:val="num" w:pos="2520"/>
        </w:tabs>
        <w:ind w:left="2520" w:hanging="1080"/>
      </w:pPr>
      <w:rPr>
        <w:rFonts w:cs="Times New Roman" w:hint="default"/>
        <w:u w:val="none"/>
      </w:rPr>
    </w:lvl>
    <w:lvl w:ilvl="5">
      <w:start w:val="1"/>
      <w:numFmt w:val="decimal"/>
      <w:lvlText w:val="%1.%2.%3.%4.%5.%6"/>
      <w:lvlJc w:val="left"/>
      <w:pPr>
        <w:tabs>
          <w:tab w:val="num" w:pos="2880"/>
        </w:tabs>
        <w:ind w:left="2880" w:hanging="1080"/>
      </w:pPr>
      <w:rPr>
        <w:rFonts w:cs="Times New Roman" w:hint="default"/>
        <w:u w:val="single"/>
      </w:rPr>
    </w:lvl>
    <w:lvl w:ilvl="6">
      <w:start w:val="1"/>
      <w:numFmt w:val="decimal"/>
      <w:lvlText w:val="%1.%2.%3.%4.%5.%6.%7"/>
      <w:lvlJc w:val="left"/>
      <w:pPr>
        <w:tabs>
          <w:tab w:val="num" w:pos="3600"/>
        </w:tabs>
        <w:ind w:left="3600" w:hanging="1440"/>
      </w:pPr>
      <w:rPr>
        <w:rFonts w:cs="Times New Roman" w:hint="default"/>
        <w:u w:val="single"/>
      </w:rPr>
    </w:lvl>
    <w:lvl w:ilvl="7">
      <w:start w:val="1"/>
      <w:numFmt w:val="decimal"/>
      <w:lvlText w:val="%1.%2.%3.%4.%5.%6.%7.%8"/>
      <w:lvlJc w:val="left"/>
      <w:pPr>
        <w:tabs>
          <w:tab w:val="num" w:pos="3960"/>
        </w:tabs>
        <w:ind w:left="3960" w:hanging="1440"/>
      </w:pPr>
      <w:rPr>
        <w:rFonts w:cs="Times New Roman" w:hint="default"/>
        <w:u w:val="single"/>
      </w:rPr>
    </w:lvl>
    <w:lvl w:ilvl="8">
      <w:start w:val="1"/>
      <w:numFmt w:val="decimal"/>
      <w:lvlText w:val="%1.%2.%3.%4.%5.%6.%7.%8.%9"/>
      <w:lvlJc w:val="left"/>
      <w:pPr>
        <w:tabs>
          <w:tab w:val="num" w:pos="4680"/>
        </w:tabs>
        <w:ind w:left="4680" w:hanging="1800"/>
      </w:pPr>
      <w:rPr>
        <w:rFonts w:cs="Times New Roman" w:hint="default"/>
        <w:u w:val="single"/>
      </w:rPr>
    </w:lvl>
  </w:abstractNum>
  <w:abstractNum w:abstractNumId="15" w15:restartNumberingAfterBreak="0">
    <w:nsid w:val="30282F56"/>
    <w:multiLevelType w:val="multilevel"/>
    <w:tmpl w:val="7366A47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15:restartNumberingAfterBreak="0">
    <w:nsid w:val="318617CB"/>
    <w:multiLevelType w:val="multilevel"/>
    <w:tmpl w:val="02FE2808"/>
    <w:lvl w:ilvl="0">
      <w:start w:val="1"/>
      <w:numFmt w:val="decimal"/>
      <w:lvlText w:val="%1."/>
      <w:lvlJc w:val="left"/>
      <w:pPr>
        <w:tabs>
          <w:tab w:val="num" w:pos="862"/>
        </w:tabs>
        <w:ind w:left="862" w:hanging="862"/>
      </w:pPr>
      <w:rPr>
        <w:rFonts w:ascii="Tahoma" w:hAnsi="Tahoma" w:cs="Times New Roman"/>
        <w:b/>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D2"/>
      <w:lvlText w:val="%1.%2"/>
      <w:lvlJc w:val="left"/>
      <w:pPr>
        <w:tabs>
          <w:tab w:val="num" w:pos="2422"/>
        </w:tabs>
        <w:ind w:left="2422" w:hanging="862"/>
      </w:pPr>
      <w:rPr>
        <w:rFonts w:ascii="Tahoma" w:hAnsi="Tahoma" w:cs="Times New Roman"/>
        <w:b w:val="0"/>
        <w:bCs w:val="0"/>
        <w:i w:val="0"/>
        <w:iCs w:val="0"/>
        <w:caps w:val="0"/>
        <w:smallCaps w:val="0"/>
        <w:strike w:val="0"/>
        <w:dstrike w:val="0"/>
        <w:vanish w:val="0"/>
        <w:color w:val="auto"/>
        <w:spacing w:val="0"/>
        <w:w w:val="100"/>
        <w:kern w:val="0"/>
        <w:position w:val="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D3"/>
      <w:lvlText w:val="%1.%2.%3"/>
      <w:lvlJc w:val="left"/>
      <w:pPr>
        <w:tabs>
          <w:tab w:val="num" w:pos="2422"/>
        </w:tabs>
        <w:ind w:left="2422" w:hanging="862"/>
      </w:pPr>
      <w:rPr>
        <w:rFonts w:cs="Times New Roman" w:hint="default"/>
        <w:b w:val="0"/>
      </w:rPr>
    </w:lvl>
    <w:lvl w:ilvl="3">
      <w:start w:val="1"/>
      <w:numFmt w:val="decimal"/>
      <w:pStyle w:val="RD4"/>
      <w:lvlText w:val="%1.%2.%3.%4"/>
      <w:lvlJc w:val="left"/>
      <w:pPr>
        <w:tabs>
          <w:tab w:val="num" w:pos="1402"/>
        </w:tabs>
        <w:ind w:left="1402" w:hanging="862"/>
      </w:pPr>
      <w:rPr>
        <w:rFonts w:cs="Times New Roman" w:hint="default"/>
      </w:rPr>
    </w:lvl>
    <w:lvl w:ilvl="4">
      <w:start w:val="1"/>
      <w:numFmt w:val="decimal"/>
      <w:pStyle w:val="RD5"/>
      <w:lvlText w:val="%1.%2.%3.%4.%5"/>
      <w:lvlJc w:val="left"/>
      <w:pPr>
        <w:tabs>
          <w:tab w:val="num" w:pos="1008"/>
        </w:tabs>
        <w:ind w:left="1008" w:hanging="1008"/>
      </w:pPr>
      <w:rPr>
        <w:rFonts w:cs="Times New Roman" w:hint="default"/>
      </w:rPr>
    </w:lvl>
    <w:lvl w:ilvl="5">
      <w:start w:val="1"/>
      <w:numFmt w:val="decimal"/>
      <w:pStyle w:val="RD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54671F8"/>
    <w:multiLevelType w:val="multilevel"/>
    <w:tmpl w:val="0E7C1790"/>
    <w:lvl w:ilvl="0">
      <w:start w:val="1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15:restartNumberingAfterBreak="0">
    <w:nsid w:val="38292A45"/>
    <w:multiLevelType w:val="multilevel"/>
    <w:tmpl w:val="B81ECA5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15:restartNumberingAfterBreak="0">
    <w:nsid w:val="385A18C9"/>
    <w:multiLevelType w:val="multilevel"/>
    <w:tmpl w:val="E1D2F69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3F1E1C92"/>
    <w:multiLevelType w:val="multilevel"/>
    <w:tmpl w:val="81761438"/>
    <w:lvl w:ilvl="0">
      <w:start w:val="1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484A0A4A"/>
    <w:multiLevelType w:val="multilevel"/>
    <w:tmpl w:val="F11C67E6"/>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B1A63CF"/>
    <w:multiLevelType w:val="multilevel"/>
    <w:tmpl w:val="765AD56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2D756EB"/>
    <w:multiLevelType w:val="multilevel"/>
    <w:tmpl w:val="7714BD7A"/>
    <w:lvl w:ilvl="0">
      <w:start w:val="1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cs="Times New Roman"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WHead2"/>
      <w:lvlText w:val="%1.%2"/>
      <w:lvlJc w:val="left"/>
      <w:pPr>
        <w:tabs>
          <w:tab w:val="num" w:pos="720"/>
        </w:tabs>
        <w:ind w:left="720" w:hanging="720"/>
      </w:pPr>
      <w:rPr>
        <w:rFonts w:ascii="Garamond" w:hAnsi="Garamond" w:cs="Times New Roman"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WHead3"/>
      <w:lvlText w:val="%1.%2.%3"/>
      <w:lvlJc w:val="left"/>
      <w:pPr>
        <w:tabs>
          <w:tab w:val="num" w:pos="1980"/>
        </w:tabs>
        <w:ind w:left="198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WHead4"/>
      <w:lvlText w:val="(%4)"/>
      <w:lvlJc w:val="left"/>
      <w:pPr>
        <w:tabs>
          <w:tab w:val="num" w:pos="1980"/>
        </w:tabs>
        <w:ind w:left="1980" w:hanging="720"/>
      </w:pPr>
      <w:rPr>
        <w:rFonts w:ascii="Garamond" w:hAnsi="Garamond" w:cs="Times New Roman"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WHead5"/>
      <w:lvlText w:val="(%5)"/>
      <w:lvlJc w:val="left"/>
      <w:pPr>
        <w:tabs>
          <w:tab w:val="num" w:pos="2880"/>
        </w:tabs>
        <w:ind w:left="288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WHead6"/>
      <w:lvlText w:val="(%6)"/>
      <w:lvlJc w:val="left"/>
      <w:pPr>
        <w:tabs>
          <w:tab w:val="num" w:pos="3600"/>
        </w:tabs>
        <w:ind w:left="360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WHead7"/>
      <w:lvlText w:val="(%7)"/>
      <w:lvlJc w:val="left"/>
      <w:pPr>
        <w:tabs>
          <w:tab w:val="num" w:pos="4320"/>
        </w:tabs>
        <w:ind w:left="432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LWHead8"/>
      <w:lvlText w:val="(%8)"/>
      <w:lvlJc w:val="left"/>
      <w:pPr>
        <w:tabs>
          <w:tab w:val="num" w:pos="5040"/>
        </w:tabs>
        <w:ind w:left="504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5760"/>
        </w:tabs>
        <w:ind w:left="6480" w:hanging="144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9956E03"/>
    <w:multiLevelType w:val="hybridMultilevel"/>
    <w:tmpl w:val="64905FDA"/>
    <w:lvl w:ilvl="0" w:tplc="1C09000B">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5CDB106D"/>
    <w:multiLevelType w:val="multilevel"/>
    <w:tmpl w:val="C4882026"/>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713"/>
        </w:tabs>
        <w:ind w:left="1713"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15:restartNumberingAfterBreak="0">
    <w:nsid w:val="601549EC"/>
    <w:multiLevelType w:val="multilevel"/>
    <w:tmpl w:val="2842DF5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8" w15:restartNumberingAfterBreak="0">
    <w:nsid w:val="68816603"/>
    <w:multiLevelType w:val="multilevel"/>
    <w:tmpl w:val="98FEE548"/>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88E4A7D"/>
    <w:multiLevelType w:val="multilevel"/>
    <w:tmpl w:val="2E1EB14A"/>
    <w:lvl w:ilvl="0">
      <w:start w:val="1"/>
      <w:numFmt w:val="decimal"/>
      <w:pStyle w:val="level1"/>
      <w:isLgl/>
      <w:lvlText w:val="%1"/>
      <w:lvlJc w:val="left"/>
      <w:pPr>
        <w:tabs>
          <w:tab w:val="num" w:pos="567"/>
        </w:tabs>
        <w:ind w:left="567" w:hanging="567"/>
      </w:pPr>
      <w:rPr>
        <w:rFonts w:ascii="Arial" w:hAnsi="Arial" w:cs="Times New Roman" w:hint="default"/>
        <w:b/>
        <w:i w:val="0"/>
        <w:color w:val="auto"/>
        <w:sz w:val="22"/>
        <w:szCs w:val="22"/>
        <w:u w:val="none"/>
      </w:rPr>
    </w:lvl>
    <w:lvl w:ilvl="1">
      <w:start w:val="1"/>
      <w:numFmt w:val="decimal"/>
      <w:pStyle w:val="level2"/>
      <w:isLgl/>
      <w:lvlText w:val="%1.%2"/>
      <w:lvlJc w:val="left"/>
      <w:pPr>
        <w:tabs>
          <w:tab w:val="num" w:pos="851"/>
        </w:tabs>
        <w:ind w:left="851" w:hanging="851"/>
      </w:pPr>
      <w:rPr>
        <w:rFonts w:ascii="Arial" w:hAnsi="Arial" w:cs="Arial" w:hint="default"/>
        <w:b w:val="0"/>
        <w:i w:val="0"/>
        <w:sz w:val="22"/>
        <w:szCs w:val="22"/>
      </w:rPr>
    </w:lvl>
    <w:lvl w:ilvl="2">
      <w:start w:val="1"/>
      <w:numFmt w:val="decimal"/>
      <w:pStyle w:val="level30"/>
      <w:isLgl/>
      <w:lvlText w:val="%1.%2.%3"/>
      <w:lvlJc w:val="left"/>
      <w:pPr>
        <w:tabs>
          <w:tab w:val="num" w:pos="1134"/>
        </w:tabs>
        <w:ind w:left="1134" w:hanging="1134"/>
      </w:pPr>
      <w:rPr>
        <w:rFonts w:ascii="Arial" w:hAnsi="Arial" w:cs="Times New Roman" w:hint="default"/>
        <w:b w:val="0"/>
        <w:i w:val="0"/>
        <w:sz w:val="22"/>
        <w:szCs w:val="22"/>
      </w:rPr>
    </w:lvl>
    <w:lvl w:ilvl="3">
      <w:start w:val="1"/>
      <w:numFmt w:val="decimal"/>
      <w:pStyle w:val="level40"/>
      <w:isLgl/>
      <w:lvlText w:val="%1.%2.%3.%4"/>
      <w:lvlJc w:val="left"/>
      <w:pPr>
        <w:tabs>
          <w:tab w:val="num" w:pos="5671"/>
        </w:tabs>
        <w:ind w:left="5671" w:hanging="1418"/>
      </w:pPr>
      <w:rPr>
        <w:rFonts w:ascii="Arial" w:hAnsi="Arial" w:cs="Arial" w:hint="default"/>
        <w:b w:val="0"/>
        <w:i w:val="0"/>
        <w:sz w:val="22"/>
        <w:szCs w:val="22"/>
      </w:rPr>
    </w:lvl>
    <w:lvl w:ilvl="4">
      <w:start w:val="1"/>
      <w:numFmt w:val="decimal"/>
      <w:pStyle w:val="level50"/>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0"/>
      <w:lvlText w:val="%1.%2.%3.%4.%5.%6"/>
      <w:lvlJc w:val="left"/>
      <w:pPr>
        <w:tabs>
          <w:tab w:val="num" w:pos="1985"/>
        </w:tabs>
        <w:ind w:left="1985" w:hanging="1985"/>
      </w:pPr>
      <w:rPr>
        <w:rFonts w:ascii="Arial (W1)" w:hAnsi="Arial (W1)" w:cs="Times New Roman" w:hint="default"/>
        <w:b w:val="0"/>
        <w:i w:val="0"/>
        <w:sz w:val="22"/>
        <w:szCs w:val="22"/>
      </w:rPr>
    </w:lvl>
    <w:lvl w:ilvl="6">
      <w:start w:val="1"/>
      <w:numFmt w:val="decimal"/>
      <w:pStyle w:val="level70"/>
      <w:lvlText w:val="%1.%2.%3.%4.%5.%6.%7"/>
      <w:lvlJc w:val="left"/>
      <w:pPr>
        <w:tabs>
          <w:tab w:val="num" w:pos="2268"/>
        </w:tabs>
        <w:ind w:left="2268" w:hanging="2268"/>
      </w:pPr>
      <w:rPr>
        <w:rFonts w:ascii="Arial (W1)" w:hAnsi="Arial (W1)" w:cs="Times New Roman" w:hint="default"/>
        <w:b w:val="0"/>
        <w:i w:val="0"/>
        <w:sz w:val="22"/>
        <w:szCs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DDA1734"/>
    <w:multiLevelType w:val="multilevel"/>
    <w:tmpl w:val="AFCA7D86"/>
    <w:lvl w:ilvl="0">
      <w:start w:val="17"/>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15:restartNumberingAfterBreak="0">
    <w:nsid w:val="6F264BD5"/>
    <w:multiLevelType w:val="multilevel"/>
    <w:tmpl w:val="E3B07556"/>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3067B7E"/>
    <w:multiLevelType w:val="multilevel"/>
    <w:tmpl w:val="B49EAA16"/>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361198C"/>
    <w:multiLevelType w:val="multilevel"/>
    <w:tmpl w:val="A836CA90"/>
    <w:lvl w:ilvl="0">
      <w:start w:val="16"/>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75B3210D"/>
    <w:multiLevelType w:val="multilevel"/>
    <w:tmpl w:val="48A425E0"/>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63B7B0D"/>
    <w:multiLevelType w:val="multilevel"/>
    <w:tmpl w:val="B77A77C4"/>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A8F156C"/>
    <w:multiLevelType w:val="multilevel"/>
    <w:tmpl w:val="0032FC6E"/>
    <w:lvl w:ilvl="0">
      <w:start w:val="3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C504A2E"/>
    <w:multiLevelType w:val="multilevel"/>
    <w:tmpl w:val="03926F3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8" w15:restartNumberingAfterBreak="0">
    <w:nsid w:val="7CE07B02"/>
    <w:multiLevelType w:val="multilevel"/>
    <w:tmpl w:val="C1AA3B6A"/>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D3D5D9A"/>
    <w:multiLevelType w:val="multilevel"/>
    <w:tmpl w:val="6B3084DE"/>
    <w:lvl w:ilvl="0">
      <w:start w:val="3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DA15086"/>
    <w:multiLevelType w:val="multilevel"/>
    <w:tmpl w:val="E162EBD0"/>
    <w:lvl w:ilvl="0">
      <w:start w:val="1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1" w15:restartNumberingAfterBreak="0">
    <w:nsid w:val="7EC92BF8"/>
    <w:multiLevelType w:val="multilevel"/>
    <w:tmpl w:val="13E0CF42"/>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057244363">
    <w:abstractNumId w:val="7"/>
  </w:num>
  <w:num w:numId="2" w16cid:durableId="2137721976">
    <w:abstractNumId w:val="24"/>
  </w:num>
  <w:num w:numId="3" w16cid:durableId="1539510537">
    <w:abstractNumId w:val="29"/>
  </w:num>
  <w:num w:numId="4" w16cid:durableId="39285278">
    <w:abstractNumId w:val="9"/>
  </w:num>
  <w:num w:numId="5" w16cid:durableId="1711031877">
    <w:abstractNumId w:val="3"/>
  </w:num>
  <w:num w:numId="6" w16cid:durableId="1852992700">
    <w:abstractNumId w:val="10"/>
  </w:num>
  <w:num w:numId="7" w16cid:durableId="38015389">
    <w:abstractNumId w:val="18"/>
  </w:num>
  <w:num w:numId="8" w16cid:durableId="333264419">
    <w:abstractNumId w:val="37"/>
  </w:num>
  <w:num w:numId="9" w16cid:durableId="1932202957">
    <w:abstractNumId w:val="15"/>
  </w:num>
  <w:num w:numId="10" w16cid:durableId="343557199">
    <w:abstractNumId w:val="16"/>
  </w:num>
  <w:num w:numId="11" w16cid:durableId="1182011726">
    <w:abstractNumId w:val="27"/>
  </w:num>
  <w:num w:numId="12" w16cid:durableId="1462532888">
    <w:abstractNumId w:val="25"/>
  </w:num>
  <w:num w:numId="13" w16cid:durableId="1602029330">
    <w:abstractNumId w:val="11"/>
  </w:num>
  <w:num w:numId="14" w16cid:durableId="599024006">
    <w:abstractNumId w:val="14"/>
  </w:num>
  <w:num w:numId="15" w16cid:durableId="832062687">
    <w:abstractNumId w:val="23"/>
  </w:num>
  <w:num w:numId="16" w16cid:durableId="488179073">
    <w:abstractNumId w:val="33"/>
  </w:num>
  <w:num w:numId="17" w16cid:durableId="1114835438">
    <w:abstractNumId w:val="30"/>
  </w:num>
  <w:num w:numId="18" w16cid:durableId="511994360">
    <w:abstractNumId w:val="5"/>
  </w:num>
  <w:num w:numId="19" w16cid:durableId="509414591">
    <w:abstractNumId w:val="19"/>
  </w:num>
  <w:num w:numId="20" w16cid:durableId="1284656264">
    <w:abstractNumId w:val="26"/>
  </w:num>
  <w:num w:numId="21" w16cid:durableId="1051538094">
    <w:abstractNumId w:val="4"/>
  </w:num>
  <w:num w:numId="22" w16cid:durableId="834302092">
    <w:abstractNumId w:val="20"/>
  </w:num>
  <w:num w:numId="23" w16cid:durableId="623510037">
    <w:abstractNumId w:val="2"/>
  </w:num>
  <w:num w:numId="24" w16cid:durableId="1245142726">
    <w:abstractNumId w:val="17"/>
  </w:num>
  <w:num w:numId="25" w16cid:durableId="123931075">
    <w:abstractNumId w:val="40"/>
  </w:num>
  <w:num w:numId="26" w16cid:durableId="511186693">
    <w:abstractNumId w:val="28"/>
  </w:num>
  <w:num w:numId="27" w16cid:durableId="708725695">
    <w:abstractNumId w:val="1"/>
  </w:num>
  <w:num w:numId="28" w16cid:durableId="367217893">
    <w:abstractNumId w:val="32"/>
  </w:num>
  <w:num w:numId="29" w16cid:durableId="1878010756">
    <w:abstractNumId w:val="38"/>
  </w:num>
  <w:num w:numId="30" w16cid:durableId="1589996347">
    <w:abstractNumId w:val="41"/>
  </w:num>
  <w:num w:numId="31" w16cid:durableId="1028605097">
    <w:abstractNumId w:val="34"/>
  </w:num>
  <w:num w:numId="32" w16cid:durableId="1927034839">
    <w:abstractNumId w:val="22"/>
  </w:num>
  <w:num w:numId="33" w16cid:durableId="537087566">
    <w:abstractNumId w:val="8"/>
  </w:num>
  <w:num w:numId="34" w16cid:durableId="1900243606">
    <w:abstractNumId w:val="21"/>
  </w:num>
  <w:num w:numId="35" w16cid:durableId="308175124">
    <w:abstractNumId w:val="13"/>
  </w:num>
  <w:num w:numId="36" w16cid:durableId="566113717">
    <w:abstractNumId w:val="31"/>
  </w:num>
  <w:num w:numId="37" w16cid:durableId="1620259129">
    <w:abstractNumId w:val="35"/>
  </w:num>
  <w:num w:numId="38" w16cid:durableId="831720702">
    <w:abstractNumId w:val="0"/>
  </w:num>
  <w:num w:numId="39" w16cid:durableId="1152328139">
    <w:abstractNumId w:val="36"/>
  </w:num>
  <w:num w:numId="40" w16cid:durableId="1573390539">
    <w:abstractNumId w:val="6"/>
  </w:num>
  <w:num w:numId="41" w16cid:durableId="2064281941">
    <w:abstractNumId w:val="39"/>
  </w:num>
  <w:num w:numId="42" w16cid:durableId="946350880">
    <w:abstractNumId w:val="12"/>
  </w:num>
  <w:num w:numId="43" w16cid:durableId="523206142">
    <w:abstractNumId w:val="3"/>
  </w:num>
  <w:num w:numId="44" w16cid:durableId="1152137496">
    <w:abstractNumId w:val="3"/>
  </w:num>
  <w:num w:numId="45" w16cid:durableId="7099626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86835589">
    <w:abstractNumId w:val="3"/>
  </w:num>
  <w:num w:numId="47" w16cid:durableId="11806400">
    <w:abstractNumId w:val="3"/>
  </w:num>
  <w:num w:numId="48" w16cid:durableId="1478106080">
    <w:abstractNumId w:val="3"/>
  </w:num>
  <w:num w:numId="49" w16cid:durableId="1439520906">
    <w:abstractNumId w:val="3"/>
  </w:num>
  <w:num w:numId="50" w16cid:durableId="964969361">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20BC"/>
    <w:rsid w:val="00003396"/>
    <w:rsid w:val="00003C5F"/>
    <w:rsid w:val="0000451F"/>
    <w:rsid w:val="00007847"/>
    <w:rsid w:val="00007DE9"/>
    <w:rsid w:val="00010D20"/>
    <w:rsid w:val="00011AAC"/>
    <w:rsid w:val="00012C39"/>
    <w:rsid w:val="00013029"/>
    <w:rsid w:val="0001750E"/>
    <w:rsid w:val="000201E6"/>
    <w:rsid w:val="00020B6D"/>
    <w:rsid w:val="00022F72"/>
    <w:rsid w:val="00025063"/>
    <w:rsid w:val="0002567D"/>
    <w:rsid w:val="00026626"/>
    <w:rsid w:val="00027749"/>
    <w:rsid w:val="00027EAE"/>
    <w:rsid w:val="00034D87"/>
    <w:rsid w:val="000428A9"/>
    <w:rsid w:val="00044AA3"/>
    <w:rsid w:val="00051838"/>
    <w:rsid w:val="00051A89"/>
    <w:rsid w:val="000557A0"/>
    <w:rsid w:val="000569F3"/>
    <w:rsid w:val="00056A90"/>
    <w:rsid w:val="0006323B"/>
    <w:rsid w:val="0006609D"/>
    <w:rsid w:val="000670AD"/>
    <w:rsid w:val="00071B81"/>
    <w:rsid w:val="000722DB"/>
    <w:rsid w:val="00076698"/>
    <w:rsid w:val="0008082D"/>
    <w:rsid w:val="00081842"/>
    <w:rsid w:val="00081BD2"/>
    <w:rsid w:val="00090AC6"/>
    <w:rsid w:val="00090DC3"/>
    <w:rsid w:val="0009132D"/>
    <w:rsid w:val="0009564C"/>
    <w:rsid w:val="00097439"/>
    <w:rsid w:val="000A0107"/>
    <w:rsid w:val="000A0E82"/>
    <w:rsid w:val="000A4086"/>
    <w:rsid w:val="000A5FFA"/>
    <w:rsid w:val="000B11D9"/>
    <w:rsid w:val="000B19E7"/>
    <w:rsid w:val="000B2121"/>
    <w:rsid w:val="000B77F3"/>
    <w:rsid w:val="000C2D87"/>
    <w:rsid w:val="000C5812"/>
    <w:rsid w:val="000C5E9C"/>
    <w:rsid w:val="000D0084"/>
    <w:rsid w:val="000D0B29"/>
    <w:rsid w:val="000D1208"/>
    <w:rsid w:val="000D3B53"/>
    <w:rsid w:val="000D6346"/>
    <w:rsid w:val="000E6520"/>
    <w:rsid w:val="000F0146"/>
    <w:rsid w:val="000F04A5"/>
    <w:rsid w:val="000F09B1"/>
    <w:rsid w:val="000F1EEA"/>
    <w:rsid w:val="000F22B0"/>
    <w:rsid w:val="000F658F"/>
    <w:rsid w:val="000F6CF4"/>
    <w:rsid w:val="000F6D77"/>
    <w:rsid w:val="000F7E01"/>
    <w:rsid w:val="001002B8"/>
    <w:rsid w:val="00100F21"/>
    <w:rsid w:val="001033D3"/>
    <w:rsid w:val="00104DCF"/>
    <w:rsid w:val="00106548"/>
    <w:rsid w:val="001073A3"/>
    <w:rsid w:val="00110984"/>
    <w:rsid w:val="00113402"/>
    <w:rsid w:val="00113EDF"/>
    <w:rsid w:val="00121105"/>
    <w:rsid w:val="00121372"/>
    <w:rsid w:val="001231DA"/>
    <w:rsid w:val="001235A6"/>
    <w:rsid w:val="00125DFF"/>
    <w:rsid w:val="00127168"/>
    <w:rsid w:val="0012768B"/>
    <w:rsid w:val="001308E9"/>
    <w:rsid w:val="00140AC5"/>
    <w:rsid w:val="001414D9"/>
    <w:rsid w:val="00141FED"/>
    <w:rsid w:val="0014238A"/>
    <w:rsid w:val="00142E69"/>
    <w:rsid w:val="00143B91"/>
    <w:rsid w:val="0014569A"/>
    <w:rsid w:val="00146137"/>
    <w:rsid w:val="00147A6B"/>
    <w:rsid w:val="00154EDB"/>
    <w:rsid w:val="00160094"/>
    <w:rsid w:val="00162E86"/>
    <w:rsid w:val="001648C9"/>
    <w:rsid w:val="00165A63"/>
    <w:rsid w:val="00166B75"/>
    <w:rsid w:val="001712B3"/>
    <w:rsid w:val="00171AC2"/>
    <w:rsid w:val="00174397"/>
    <w:rsid w:val="001763D5"/>
    <w:rsid w:val="00176E3C"/>
    <w:rsid w:val="0018208D"/>
    <w:rsid w:val="001820A0"/>
    <w:rsid w:val="001854B8"/>
    <w:rsid w:val="00185AE9"/>
    <w:rsid w:val="00185E1E"/>
    <w:rsid w:val="001864DE"/>
    <w:rsid w:val="0019453A"/>
    <w:rsid w:val="001959BF"/>
    <w:rsid w:val="001A13F9"/>
    <w:rsid w:val="001A2A97"/>
    <w:rsid w:val="001A39C5"/>
    <w:rsid w:val="001A47C9"/>
    <w:rsid w:val="001A576B"/>
    <w:rsid w:val="001A6872"/>
    <w:rsid w:val="001A7CBD"/>
    <w:rsid w:val="001C2E08"/>
    <w:rsid w:val="001C46CF"/>
    <w:rsid w:val="001C6877"/>
    <w:rsid w:val="001D2D5F"/>
    <w:rsid w:val="001E033F"/>
    <w:rsid w:val="001E3BD8"/>
    <w:rsid w:val="001E4608"/>
    <w:rsid w:val="001E7866"/>
    <w:rsid w:val="001E7FC7"/>
    <w:rsid w:val="001F0159"/>
    <w:rsid w:val="001F0ED5"/>
    <w:rsid w:val="001F12AB"/>
    <w:rsid w:val="001F2FC8"/>
    <w:rsid w:val="001F3A1F"/>
    <w:rsid w:val="001F532E"/>
    <w:rsid w:val="001F7793"/>
    <w:rsid w:val="00202058"/>
    <w:rsid w:val="00212ED7"/>
    <w:rsid w:val="00213DA9"/>
    <w:rsid w:val="00213F48"/>
    <w:rsid w:val="002140E5"/>
    <w:rsid w:val="00214E6D"/>
    <w:rsid w:val="002154EF"/>
    <w:rsid w:val="002219F5"/>
    <w:rsid w:val="00223C08"/>
    <w:rsid w:val="00241BAC"/>
    <w:rsid w:val="002421B7"/>
    <w:rsid w:val="0024412A"/>
    <w:rsid w:val="002507DF"/>
    <w:rsid w:val="0025107F"/>
    <w:rsid w:val="002512FB"/>
    <w:rsid w:val="00253A1A"/>
    <w:rsid w:val="002576B9"/>
    <w:rsid w:val="0026354C"/>
    <w:rsid w:val="00264934"/>
    <w:rsid w:val="0026691F"/>
    <w:rsid w:val="002677F2"/>
    <w:rsid w:val="00271919"/>
    <w:rsid w:val="00273043"/>
    <w:rsid w:val="00273BC0"/>
    <w:rsid w:val="00277346"/>
    <w:rsid w:val="00280F70"/>
    <w:rsid w:val="00286032"/>
    <w:rsid w:val="0029363B"/>
    <w:rsid w:val="0029607B"/>
    <w:rsid w:val="002A3E12"/>
    <w:rsid w:val="002B2816"/>
    <w:rsid w:val="002B3C15"/>
    <w:rsid w:val="002B591E"/>
    <w:rsid w:val="002B6DC8"/>
    <w:rsid w:val="002B7483"/>
    <w:rsid w:val="002C0A19"/>
    <w:rsid w:val="002C370A"/>
    <w:rsid w:val="002D7C44"/>
    <w:rsid w:val="002F1027"/>
    <w:rsid w:val="002F2CE2"/>
    <w:rsid w:val="002F723D"/>
    <w:rsid w:val="00301245"/>
    <w:rsid w:val="0030134C"/>
    <w:rsid w:val="003059B8"/>
    <w:rsid w:val="003061EF"/>
    <w:rsid w:val="003124A5"/>
    <w:rsid w:val="00312800"/>
    <w:rsid w:val="00312B5D"/>
    <w:rsid w:val="00317FEC"/>
    <w:rsid w:val="003243B8"/>
    <w:rsid w:val="00325C1D"/>
    <w:rsid w:val="003275A9"/>
    <w:rsid w:val="003316C2"/>
    <w:rsid w:val="00333E3E"/>
    <w:rsid w:val="003352B2"/>
    <w:rsid w:val="00341EC8"/>
    <w:rsid w:val="003439D8"/>
    <w:rsid w:val="00345B6C"/>
    <w:rsid w:val="00345D5F"/>
    <w:rsid w:val="00346D31"/>
    <w:rsid w:val="00346F96"/>
    <w:rsid w:val="00352498"/>
    <w:rsid w:val="003526F0"/>
    <w:rsid w:val="00356A66"/>
    <w:rsid w:val="0035769C"/>
    <w:rsid w:val="0036045A"/>
    <w:rsid w:val="00360D9A"/>
    <w:rsid w:val="00362840"/>
    <w:rsid w:val="00364DE8"/>
    <w:rsid w:val="00365575"/>
    <w:rsid w:val="00366180"/>
    <w:rsid w:val="00370B6B"/>
    <w:rsid w:val="00371D26"/>
    <w:rsid w:val="0037371A"/>
    <w:rsid w:val="0037739E"/>
    <w:rsid w:val="003817AA"/>
    <w:rsid w:val="00383EBF"/>
    <w:rsid w:val="00386CE2"/>
    <w:rsid w:val="003920FF"/>
    <w:rsid w:val="00394309"/>
    <w:rsid w:val="003A1B2A"/>
    <w:rsid w:val="003A4CEF"/>
    <w:rsid w:val="003B0D88"/>
    <w:rsid w:val="003B0E4E"/>
    <w:rsid w:val="003B19CF"/>
    <w:rsid w:val="003B51E0"/>
    <w:rsid w:val="003B619B"/>
    <w:rsid w:val="003B6A55"/>
    <w:rsid w:val="003C071E"/>
    <w:rsid w:val="003C17B1"/>
    <w:rsid w:val="003C4586"/>
    <w:rsid w:val="003C5C1F"/>
    <w:rsid w:val="003C635F"/>
    <w:rsid w:val="003C76DF"/>
    <w:rsid w:val="003D0325"/>
    <w:rsid w:val="003D14E1"/>
    <w:rsid w:val="003D1775"/>
    <w:rsid w:val="003D648D"/>
    <w:rsid w:val="003E1297"/>
    <w:rsid w:val="003E555A"/>
    <w:rsid w:val="003E5FF5"/>
    <w:rsid w:val="003F1721"/>
    <w:rsid w:val="003F1C79"/>
    <w:rsid w:val="003F247A"/>
    <w:rsid w:val="003F3052"/>
    <w:rsid w:val="003F57A9"/>
    <w:rsid w:val="00400312"/>
    <w:rsid w:val="004006C4"/>
    <w:rsid w:val="0040159B"/>
    <w:rsid w:val="004104DA"/>
    <w:rsid w:val="0041056F"/>
    <w:rsid w:val="004142BB"/>
    <w:rsid w:val="00414932"/>
    <w:rsid w:val="004170BE"/>
    <w:rsid w:val="004209E1"/>
    <w:rsid w:val="00420DF4"/>
    <w:rsid w:val="00426215"/>
    <w:rsid w:val="00427429"/>
    <w:rsid w:val="00431F56"/>
    <w:rsid w:val="004334DF"/>
    <w:rsid w:val="00441453"/>
    <w:rsid w:val="00441CF0"/>
    <w:rsid w:val="00441E89"/>
    <w:rsid w:val="00443B04"/>
    <w:rsid w:val="00445CBE"/>
    <w:rsid w:val="00451275"/>
    <w:rsid w:val="00451A75"/>
    <w:rsid w:val="00451BEB"/>
    <w:rsid w:val="00451CD3"/>
    <w:rsid w:val="00452D95"/>
    <w:rsid w:val="004532A4"/>
    <w:rsid w:val="00457EE9"/>
    <w:rsid w:val="00457F74"/>
    <w:rsid w:val="004608DC"/>
    <w:rsid w:val="00460F1F"/>
    <w:rsid w:val="00461056"/>
    <w:rsid w:val="0046196F"/>
    <w:rsid w:val="004641D2"/>
    <w:rsid w:val="00464FC5"/>
    <w:rsid w:val="00473611"/>
    <w:rsid w:val="00473D86"/>
    <w:rsid w:val="0047530E"/>
    <w:rsid w:val="00477448"/>
    <w:rsid w:val="00477FC6"/>
    <w:rsid w:val="0048095F"/>
    <w:rsid w:val="00485A45"/>
    <w:rsid w:val="00487D19"/>
    <w:rsid w:val="00491034"/>
    <w:rsid w:val="00491354"/>
    <w:rsid w:val="004A03BE"/>
    <w:rsid w:val="004A063B"/>
    <w:rsid w:val="004B0669"/>
    <w:rsid w:val="004B3D69"/>
    <w:rsid w:val="004B4B12"/>
    <w:rsid w:val="004B5844"/>
    <w:rsid w:val="004B5D70"/>
    <w:rsid w:val="004B6DD0"/>
    <w:rsid w:val="004B6E47"/>
    <w:rsid w:val="004C3F64"/>
    <w:rsid w:val="004C59ED"/>
    <w:rsid w:val="004C7C47"/>
    <w:rsid w:val="004D048E"/>
    <w:rsid w:val="004D2D0C"/>
    <w:rsid w:val="004D3834"/>
    <w:rsid w:val="004D672A"/>
    <w:rsid w:val="004E22D4"/>
    <w:rsid w:val="004E3CBE"/>
    <w:rsid w:val="004E5886"/>
    <w:rsid w:val="004F0C5A"/>
    <w:rsid w:val="004F130D"/>
    <w:rsid w:val="004F462E"/>
    <w:rsid w:val="004F78C8"/>
    <w:rsid w:val="005000BF"/>
    <w:rsid w:val="005011A4"/>
    <w:rsid w:val="0050132E"/>
    <w:rsid w:val="00505813"/>
    <w:rsid w:val="00507066"/>
    <w:rsid w:val="00513E0B"/>
    <w:rsid w:val="005214C8"/>
    <w:rsid w:val="00521DB2"/>
    <w:rsid w:val="00523D11"/>
    <w:rsid w:val="005265C3"/>
    <w:rsid w:val="005278EB"/>
    <w:rsid w:val="0053185D"/>
    <w:rsid w:val="00533A0F"/>
    <w:rsid w:val="005361BC"/>
    <w:rsid w:val="00537422"/>
    <w:rsid w:val="005419EF"/>
    <w:rsid w:val="00546911"/>
    <w:rsid w:val="00547C3C"/>
    <w:rsid w:val="00547F98"/>
    <w:rsid w:val="0055568F"/>
    <w:rsid w:val="0055592D"/>
    <w:rsid w:val="0055704A"/>
    <w:rsid w:val="00560638"/>
    <w:rsid w:val="005619F6"/>
    <w:rsid w:val="00565E49"/>
    <w:rsid w:val="0056701B"/>
    <w:rsid w:val="00567976"/>
    <w:rsid w:val="005724F1"/>
    <w:rsid w:val="0057744B"/>
    <w:rsid w:val="0057759D"/>
    <w:rsid w:val="005823CA"/>
    <w:rsid w:val="00583EAF"/>
    <w:rsid w:val="005863C5"/>
    <w:rsid w:val="005867E3"/>
    <w:rsid w:val="00586929"/>
    <w:rsid w:val="00590A81"/>
    <w:rsid w:val="00590B65"/>
    <w:rsid w:val="00596D42"/>
    <w:rsid w:val="005A08D9"/>
    <w:rsid w:val="005A4493"/>
    <w:rsid w:val="005B0D64"/>
    <w:rsid w:val="005B1EFD"/>
    <w:rsid w:val="005B2AA3"/>
    <w:rsid w:val="005B3634"/>
    <w:rsid w:val="005B3F26"/>
    <w:rsid w:val="005B403A"/>
    <w:rsid w:val="005B4921"/>
    <w:rsid w:val="005B56BC"/>
    <w:rsid w:val="005B5D01"/>
    <w:rsid w:val="005B6636"/>
    <w:rsid w:val="005C1B7A"/>
    <w:rsid w:val="005C2221"/>
    <w:rsid w:val="005C258E"/>
    <w:rsid w:val="005C31C6"/>
    <w:rsid w:val="005C5ADA"/>
    <w:rsid w:val="005D0E9C"/>
    <w:rsid w:val="005D305E"/>
    <w:rsid w:val="005D37FD"/>
    <w:rsid w:val="005D4A76"/>
    <w:rsid w:val="005D4E33"/>
    <w:rsid w:val="005D737E"/>
    <w:rsid w:val="005E12AE"/>
    <w:rsid w:val="005E4690"/>
    <w:rsid w:val="005E5A6C"/>
    <w:rsid w:val="005F3E73"/>
    <w:rsid w:val="005F6496"/>
    <w:rsid w:val="005F6A9D"/>
    <w:rsid w:val="00600DA9"/>
    <w:rsid w:val="00602992"/>
    <w:rsid w:val="00610DCB"/>
    <w:rsid w:val="006120D8"/>
    <w:rsid w:val="00614947"/>
    <w:rsid w:val="0061540E"/>
    <w:rsid w:val="00616AAE"/>
    <w:rsid w:val="006256AC"/>
    <w:rsid w:val="0062619D"/>
    <w:rsid w:val="006332B1"/>
    <w:rsid w:val="006340F8"/>
    <w:rsid w:val="006349C5"/>
    <w:rsid w:val="00642A09"/>
    <w:rsid w:val="00642A52"/>
    <w:rsid w:val="00647539"/>
    <w:rsid w:val="00651386"/>
    <w:rsid w:val="00652042"/>
    <w:rsid w:val="00654AE1"/>
    <w:rsid w:val="006561A2"/>
    <w:rsid w:val="006566DD"/>
    <w:rsid w:val="0065682B"/>
    <w:rsid w:val="00661145"/>
    <w:rsid w:val="00661802"/>
    <w:rsid w:val="00661C99"/>
    <w:rsid w:val="00667475"/>
    <w:rsid w:val="00671294"/>
    <w:rsid w:val="00671929"/>
    <w:rsid w:val="00673D28"/>
    <w:rsid w:val="00674E5B"/>
    <w:rsid w:val="00681742"/>
    <w:rsid w:val="00682428"/>
    <w:rsid w:val="00682B5D"/>
    <w:rsid w:val="00683118"/>
    <w:rsid w:val="00690617"/>
    <w:rsid w:val="006957E5"/>
    <w:rsid w:val="006A01CD"/>
    <w:rsid w:val="006A0F6D"/>
    <w:rsid w:val="006A236B"/>
    <w:rsid w:val="006A78C7"/>
    <w:rsid w:val="006B0466"/>
    <w:rsid w:val="006B13B0"/>
    <w:rsid w:val="006B2630"/>
    <w:rsid w:val="006B5FBB"/>
    <w:rsid w:val="006B7B28"/>
    <w:rsid w:val="006C06CE"/>
    <w:rsid w:val="006C142A"/>
    <w:rsid w:val="006C1909"/>
    <w:rsid w:val="006C362E"/>
    <w:rsid w:val="006C4C14"/>
    <w:rsid w:val="006D1CF9"/>
    <w:rsid w:val="006D20BC"/>
    <w:rsid w:val="006D57C1"/>
    <w:rsid w:val="006D7BA4"/>
    <w:rsid w:val="006E4228"/>
    <w:rsid w:val="006E5B20"/>
    <w:rsid w:val="006E6A56"/>
    <w:rsid w:val="006F005A"/>
    <w:rsid w:val="006F11E2"/>
    <w:rsid w:val="006F30AC"/>
    <w:rsid w:val="006F3580"/>
    <w:rsid w:val="006F78D6"/>
    <w:rsid w:val="00700327"/>
    <w:rsid w:val="00701D6E"/>
    <w:rsid w:val="00702AF6"/>
    <w:rsid w:val="007044E3"/>
    <w:rsid w:val="00712CDF"/>
    <w:rsid w:val="00712FD1"/>
    <w:rsid w:val="00716AD4"/>
    <w:rsid w:val="00720B5E"/>
    <w:rsid w:val="00721EF0"/>
    <w:rsid w:val="007259D4"/>
    <w:rsid w:val="00725F25"/>
    <w:rsid w:val="00726405"/>
    <w:rsid w:val="00726FC3"/>
    <w:rsid w:val="00727E04"/>
    <w:rsid w:val="00733F0C"/>
    <w:rsid w:val="00735D07"/>
    <w:rsid w:val="00742CC7"/>
    <w:rsid w:val="007436E5"/>
    <w:rsid w:val="00745961"/>
    <w:rsid w:val="0075446A"/>
    <w:rsid w:val="007558A1"/>
    <w:rsid w:val="0075647F"/>
    <w:rsid w:val="00760773"/>
    <w:rsid w:val="00760D6C"/>
    <w:rsid w:val="00761F25"/>
    <w:rsid w:val="00762BE4"/>
    <w:rsid w:val="00764501"/>
    <w:rsid w:val="00765448"/>
    <w:rsid w:val="00766116"/>
    <w:rsid w:val="007708AE"/>
    <w:rsid w:val="007713D2"/>
    <w:rsid w:val="00773723"/>
    <w:rsid w:val="0077538F"/>
    <w:rsid w:val="00776FFB"/>
    <w:rsid w:val="00781D5C"/>
    <w:rsid w:val="00783694"/>
    <w:rsid w:val="0078380D"/>
    <w:rsid w:val="00783CD9"/>
    <w:rsid w:val="00786D6B"/>
    <w:rsid w:val="00791A6B"/>
    <w:rsid w:val="007928C4"/>
    <w:rsid w:val="00794369"/>
    <w:rsid w:val="007954E4"/>
    <w:rsid w:val="00797575"/>
    <w:rsid w:val="007A5FD0"/>
    <w:rsid w:val="007A5FE6"/>
    <w:rsid w:val="007B11B6"/>
    <w:rsid w:val="007B45F9"/>
    <w:rsid w:val="007B73A9"/>
    <w:rsid w:val="007C25AE"/>
    <w:rsid w:val="007C45B4"/>
    <w:rsid w:val="007C670F"/>
    <w:rsid w:val="007D28F1"/>
    <w:rsid w:val="007D44A8"/>
    <w:rsid w:val="007E033A"/>
    <w:rsid w:val="007E0557"/>
    <w:rsid w:val="007E44CC"/>
    <w:rsid w:val="007E5BD0"/>
    <w:rsid w:val="007E5D84"/>
    <w:rsid w:val="007E6A95"/>
    <w:rsid w:val="007F21B6"/>
    <w:rsid w:val="007F7644"/>
    <w:rsid w:val="008031F3"/>
    <w:rsid w:val="00803D6D"/>
    <w:rsid w:val="00804D98"/>
    <w:rsid w:val="00805B1A"/>
    <w:rsid w:val="0081106A"/>
    <w:rsid w:val="00811402"/>
    <w:rsid w:val="0082489A"/>
    <w:rsid w:val="00825556"/>
    <w:rsid w:val="00825A89"/>
    <w:rsid w:val="00826E1C"/>
    <w:rsid w:val="00827DAE"/>
    <w:rsid w:val="00832054"/>
    <w:rsid w:val="00832A8C"/>
    <w:rsid w:val="008367C6"/>
    <w:rsid w:val="00837964"/>
    <w:rsid w:val="00837B87"/>
    <w:rsid w:val="0084179D"/>
    <w:rsid w:val="00852188"/>
    <w:rsid w:val="008527CB"/>
    <w:rsid w:val="00852A0E"/>
    <w:rsid w:val="00853A4D"/>
    <w:rsid w:val="00855DF6"/>
    <w:rsid w:val="008607EE"/>
    <w:rsid w:val="00861235"/>
    <w:rsid w:val="00862119"/>
    <w:rsid w:val="008639E9"/>
    <w:rsid w:val="00863AC3"/>
    <w:rsid w:val="00863AFB"/>
    <w:rsid w:val="00864BAF"/>
    <w:rsid w:val="00865D01"/>
    <w:rsid w:val="008714E2"/>
    <w:rsid w:val="00874F7B"/>
    <w:rsid w:val="00876F5F"/>
    <w:rsid w:val="00884D81"/>
    <w:rsid w:val="00885732"/>
    <w:rsid w:val="00886E2E"/>
    <w:rsid w:val="00890601"/>
    <w:rsid w:val="008912EC"/>
    <w:rsid w:val="00894340"/>
    <w:rsid w:val="008951FE"/>
    <w:rsid w:val="008A1661"/>
    <w:rsid w:val="008A1A29"/>
    <w:rsid w:val="008A6DC1"/>
    <w:rsid w:val="008B6C1A"/>
    <w:rsid w:val="008C2EC6"/>
    <w:rsid w:val="008C3484"/>
    <w:rsid w:val="008C37A4"/>
    <w:rsid w:val="008C3CE3"/>
    <w:rsid w:val="008C430D"/>
    <w:rsid w:val="008C4B90"/>
    <w:rsid w:val="008D044F"/>
    <w:rsid w:val="008D4B74"/>
    <w:rsid w:val="008D553E"/>
    <w:rsid w:val="008D792E"/>
    <w:rsid w:val="008E17F0"/>
    <w:rsid w:val="008F4B9B"/>
    <w:rsid w:val="00906502"/>
    <w:rsid w:val="0091036C"/>
    <w:rsid w:val="00913246"/>
    <w:rsid w:val="0091415E"/>
    <w:rsid w:val="00917C20"/>
    <w:rsid w:val="009224C8"/>
    <w:rsid w:val="00922BA5"/>
    <w:rsid w:val="00923EE9"/>
    <w:rsid w:val="00925C9B"/>
    <w:rsid w:val="00927BD1"/>
    <w:rsid w:val="009309B5"/>
    <w:rsid w:val="00930EAE"/>
    <w:rsid w:val="0094202D"/>
    <w:rsid w:val="00943680"/>
    <w:rsid w:val="00945520"/>
    <w:rsid w:val="009506D6"/>
    <w:rsid w:val="00952CB4"/>
    <w:rsid w:val="0095463E"/>
    <w:rsid w:val="00957E50"/>
    <w:rsid w:val="009604FC"/>
    <w:rsid w:val="0096346B"/>
    <w:rsid w:val="009636E6"/>
    <w:rsid w:val="0096484F"/>
    <w:rsid w:val="00965CF6"/>
    <w:rsid w:val="0096625E"/>
    <w:rsid w:val="009700A8"/>
    <w:rsid w:val="00970A69"/>
    <w:rsid w:val="00970E7F"/>
    <w:rsid w:val="009724A4"/>
    <w:rsid w:val="00974125"/>
    <w:rsid w:val="00974583"/>
    <w:rsid w:val="00975B83"/>
    <w:rsid w:val="00975C34"/>
    <w:rsid w:val="00976315"/>
    <w:rsid w:val="00976D8D"/>
    <w:rsid w:val="00977873"/>
    <w:rsid w:val="00981A55"/>
    <w:rsid w:val="009825D5"/>
    <w:rsid w:val="0098332A"/>
    <w:rsid w:val="00984DC4"/>
    <w:rsid w:val="00993052"/>
    <w:rsid w:val="00994DA8"/>
    <w:rsid w:val="009957DA"/>
    <w:rsid w:val="00996B8E"/>
    <w:rsid w:val="009A0330"/>
    <w:rsid w:val="009A1209"/>
    <w:rsid w:val="009A337F"/>
    <w:rsid w:val="009A3DD0"/>
    <w:rsid w:val="009A6736"/>
    <w:rsid w:val="009B266D"/>
    <w:rsid w:val="009B479B"/>
    <w:rsid w:val="009B4D6F"/>
    <w:rsid w:val="009B54AE"/>
    <w:rsid w:val="009C199E"/>
    <w:rsid w:val="009C5653"/>
    <w:rsid w:val="009C7EFC"/>
    <w:rsid w:val="009D29FE"/>
    <w:rsid w:val="009D4FB9"/>
    <w:rsid w:val="009F1804"/>
    <w:rsid w:val="00A01706"/>
    <w:rsid w:val="00A0315B"/>
    <w:rsid w:val="00A03EB1"/>
    <w:rsid w:val="00A11FAE"/>
    <w:rsid w:val="00A12AB8"/>
    <w:rsid w:val="00A13914"/>
    <w:rsid w:val="00A14B96"/>
    <w:rsid w:val="00A14ECB"/>
    <w:rsid w:val="00A25BBB"/>
    <w:rsid w:val="00A31C32"/>
    <w:rsid w:val="00A3219D"/>
    <w:rsid w:val="00A32814"/>
    <w:rsid w:val="00A34C0A"/>
    <w:rsid w:val="00A36045"/>
    <w:rsid w:val="00A375E7"/>
    <w:rsid w:val="00A42A3D"/>
    <w:rsid w:val="00A42EDF"/>
    <w:rsid w:val="00A4597C"/>
    <w:rsid w:val="00A50073"/>
    <w:rsid w:val="00A50674"/>
    <w:rsid w:val="00A52A2A"/>
    <w:rsid w:val="00A534DD"/>
    <w:rsid w:val="00A573C2"/>
    <w:rsid w:val="00A61C86"/>
    <w:rsid w:val="00A629B3"/>
    <w:rsid w:val="00A63249"/>
    <w:rsid w:val="00A71E46"/>
    <w:rsid w:val="00A71E77"/>
    <w:rsid w:val="00A74A20"/>
    <w:rsid w:val="00A84A7B"/>
    <w:rsid w:val="00A85CCB"/>
    <w:rsid w:val="00A87C4A"/>
    <w:rsid w:val="00A92812"/>
    <w:rsid w:val="00A9686C"/>
    <w:rsid w:val="00A97B33"/>
    <w:rsid w:val="00AA11F6"/>
    <w:rsid w:val="00AA23CD"/>
    <w:rsid w:val="00AA5491"/>
    <w:rsid w:val="00AA5BFC"/>
    <w:rsid w:val="00AB3BA3"/>
    <w:rsid w:val="00AB7B64"/>
    <w:rsid w:val="00AC05E6"/>
    <w:rsid w:val="00AC2E36"/>
    <w:rsid w:val="00AC3C5C"/>
    <w:rsid w:val="00AC46E3"/>
    <w:rsid w:val="00AD0C09"/>
    <w:rsid w:val="00AD1376"/>
    <w:rsid w:val="00AD349C"/>
    <w:rsid w:val="00AD3FBC"/>
    <w:rsid w:val="00AD4B19"/>
    <w:rsid w:val="00AD5159"/>
    <w:rsid w:val="00AE1D55"/>
    <w:rsid w:val="00AE54DA"/>
    <w:rsid w:val="00AE6067"/>
    <w:rsid w:val="00AF0F3A"/>
    <w:rsid w:val="00AF490B"/>
    <w:rsid w:val="00AF7B17"/>
    <w:rsid w:val="00B03231"/>
    <w:rsid w:val="00B066CE"/>
    <w:rsid w:val="00B10430"/>
    <w:rsid w:val="00B12A80"/>
    <w:rsid w:val="00B144D9"/>
    <w:rsid w:val="00B1487C"/>
    <w:rsid w:val="00B1534E"/>
    <w:rsid w:val="00B157D1"/>
    <w:rsid w:val="00B2242D"/>
    <w:rsid w:val="00B22FD7"/>
    <w:rsid w:val="00B273A4"/>
    <w:rsid w:val="00B31867"/>
    <w:rsid w:val="00B32548"/>
    <w:rsid w:val="00B331C9"/>
    <w:rsid w:val="00B413C8"/>
    <w:rsid w:val="00B4168F"/>
    <w:rsid w:val="00B424ED"/>
    <w:rsid w:val="00B4298F"/>
    <w:rsid w:val="00B444FD"/>
    <w:rsid w:val="00B4747F"/>
    <w:rsid w:val="00B5046B"/>
    <w:rsid w:val="00B5294D"/>
    <w:rsid w:val="00B5749C"/>
    <w:rsid w:val="00B60A8A"/>
    <w:rsid w:val="00B621B5"/>
    <w:rsid w:val="00B626CE"/>
    <w:rsid w:val="00B62AAF"/>
    <w:rsid w:val="00B66BBC"/>
    <w:rsid w:val="00B74D08"/>
    <w:rsid w:val="00B75C4D"/>
    <w:rsid w:val="00B8029E"/>
    <w:rsid w:val="00B82541"/>
    <w:rsid w:val="00B828A1"/>
    <w:rsid w:val="00B857A0"/>
    <w:rsid w:val="00B90588"/>
    <w:rsid w:val="00B909DB"/>
    <w:rsid w:val="00B94F36"/>
    <w:rsid w:val="00BA5EEB"/>
    <w:rsid w:val="00BB00EC"/>
    <w:rsid w:val="00BB2595"/>
    <w:rsid w:val="00BB3530"/>
    <w:rsid w:val="00BB442B"/>
    <w:rsid w:val="00BC10E0"/>
    <w:rsid w:val="00BC2889"/>
    <w:rsid w:val="00BC44E4"/>
    <w:rsid w:val="00BC53CC"/>
    <w:rsid w:val="00BD1337"/>
    <w:rsid w:val="00BD3420"/>
    <w:rsid w:val="00BD5004"/>
    <w:rsid w:val="00BD5F78"/>
    <w:rsid w:val="00BE2720"/>
    <w:rsid w:val="00BE44F2"/>
    <w:rsid w:val="00BF6444"/>
    <w:rsid w:val="00BF69FE"/>
    <w:rsid w:val="00BF739E"/>
    <w:rsid w:val="00C006A6"/>
    <w:rsid w:val="00C019CA"/>
    <w:rsid w:val="00C02BEF"/>
    <w:rsid w:val="00C0393F"/>
    <w:rsid w:val="00C05217"/>
    <w:rsid w:val="00C12086"/>
    <w:rsid w:val="00C14C65"/>
    <w:rsid w:val="00C15295"/>
    <w:rsid w:val="00C15D74"/>
    <w:rsid w:val="00C20EEC"/>
    <w:rsid w:val="00C2667D"/>
    <w:rsid w:val="00C31A2D"/>
    <w:rsid w:val="00C33518"/>
    <w:rsid w:val="00C36848"/>
    <w:rsid w:val="00C43681"/>
    <w:rsid w:val="00C44BF5"/>
    <w:rsid w:val="00C531E0"/>
    <w:rsid w:val="00C57993"/>
    <w:rsid w:val="00C60268"/>
    <w:rsid w:val="00C63842"/>
    <w:rsid w:val="00C65B5B"/>
    <w:rsid w:val="00C65D86"/>
    <w:rsid w:val="00C71D5A"/>
    <w:rsid w:val="00C758B9"/>
    <w:rsid w:val="00C7789B"/>
    <w:rsid w:val="00C816B2"/>
    <w:rsid w:val="00C9192E"/>
    <w:rsid w:val="00C955A3"/>
    <w:rsid w:val="00C95FF8"/>
    <w:rsid w:val="00C97BBA"/>
    <w:rsid w:val="00CA0386"/>
    <w:rsid w:val="00CA07F6"/>
    <w:rsid w:val="00CA1798"/>
    <w:rsid w:val="00CA5E97"/>
    <w:rsid w:val="00CA7466"/>
    <w:rsid w:val="00CB0163"/>
    <w:rsid w:val="00CB046F"/>
    <w:rsid w:val="00CB1709"/>
    <w:rsid w:val="00CC07E9"/>
    <w:rsid w:val="00CC4B4A"/>
    <w:rsid w:val="00CC5695"/>
    <w:rsid w:val="00CC7538"/>
    <w:rsid w:val="00CC77F7"/>
    <w:rsid w:val="00CD3C5B"/>
    <w:rsid w:val="00CD4D7B"/>
    <w:rsid w:val="00CD6CF2"/>
    <w:rsid w:val="00CD6FFC"/>
    <w:rsid w:val="00CE13B3"/>
    <w:rsid w:val="00CE156B"/>
    <w:rsid w:val="00CE188B"/>
    <w:rsid w:val="00CE7223"/>
    <w:rsid w:val="00CF0674"/>
    <w:rsid w:val="00CF1395"/>
    <w:rsid w:val="00CF1D98"/>
    <w:rsid w:val="00CF2101"/>
    <w:rsid w:val="00CF2CEF"/>
    <w:rsid w:val="00CF77B2"/>
    <w:rsid w:val="00CF7B28"/>
    <w:rsid w:val="00D1066E"/>
    <w:rsid w:val="00D1128E"/>
    <w:rsid w:val="00D118E0"/>
    <w:rsid w:val="00D13672"/>
    <w:rsid w:val="00D14894"/>
    <w:rsid w:val="00D155CF"/>
    <w:rsid w:val="00D177B6"/>
    <w:rsid w:val="00D20EA5"/>
    <w:rsid w:val="00D22828"/>
    <w:rsid w:val="00D30133"/>
    <w:rsid w:val="00D43A1C"/>
    <w:rsid w:val="00D43BFB"/>
    <w:rsid w:val="00D467EC"/>
    <w:rsid w:val="00D50D37"/>
    <w:rsid w:val="00D51737"/>
    <w:rsid w:val="00D5283A"/>
    <w:rsid w:val="00D56312"/>
    <w:rsid w:val="00D57FCA"/>
    <w:rsid w:val="00D6064F"/>
    <w:rsid w:val="00D64868"/>
    <w:rsid w:val="00D65CD0"/>
    <w:rsid w:val="00D7018F"/>
    <w:rsid w:val="00D713A9"/>
    <w:rsid w:val="00D715F9"/>
    <w:rsid w:val="00D718C6"/>
    <w:rsid w:val="00D72738"/>
    <w:rsid w:val="00D73393"/>
    <w:rsid w:val="00D7456F"/>
    <w:rsid w:val="00D745CE"/>
    <w:rsid w:val="00D75072"/>
    <w:rsid w:val="00D768B6"/>
    <w:rsid w:val="00D8262E"/>
    <w:rsid w:val="00D85FB7"/>
    <w:rsid w:val="00D9040D"/>
    <w:rsid w:val="00D91545"/>
    <w:rsid w:val="00D917B4"/>
    <w:rsid w:val="00D91E47"/>
    <w:rsid w:val="00D9387A"/>
    <w:rsid w:val="00D9697A"/>
    <w:rsid w:val="00DA0400"/>
    <w:rsid w:val="00DA20EB"/>
    <w:rsid w:val="00DA2567"/>
    <w:rsid w:val="00DA3B0E"/>
    <w:rsid w:val="00DA4839"/>
    <w:rsid w:val="00DA4FC3"/>
    <w:rsid w:val="00DA5061"/>
    <w:rsid w:val="00DA7B99"/>
    <w:rsid w:val="00DB1C42"/>
    <w:rsid w:val="00DB346C"/>
    <w:rsid w:val="00DB424B"/>
    <w:rsid w:val="00DB5926"/>
    <w:rsid w:val="00DD486F"/>
    <w:rsid w:val="00DD4C12"/>
    <w:rsid w:val="00DD4DC8"/>
    <w:rsid w:val="00DD503F"/>
    <w:rsid w:val="00DD59DE"/>
    <w:rsid w:val="00DE08B8"/>
    <w:rsid w:val="00DE16FE"/>
    <w:rsid w:val="00DE29E0"/>
    <w:rsid w:val="00DE4469"/>
    <w:rsid w:val="00DE49AD"/>
    <w:rsid w:val="00DE5559"/>
    <w:rsid w:val="00DF1619"/>
    <w:rsid w:val="00DF189F"/>
    <w:rsid w:val="00DF18C1"/>
    <w:rsid w:val="00E0051D"/>
    <w:rsid w:val="00E04514"/>
    <w:rsid w:val="00E0453E"/>
    <w:rsid w:val="00E15C11"/>
    <w:rsid w:val="00E266E3"/>
    <w:rsid w:val="00E26D71"/>
    <w:rsid w:val="00E33826"/>
    <w:rsid w:val="00E3563C"/>
    <w:rsid w:val="00E359A7"/>
    <w:rsid w:val="00E40701"/>
    <w:rsid w:val="00E44823"/>
    <w:rsid w:val="00E53DE2"/>
    <w:rsid w:val="00E55B79"/>
    <w:rsid w:val="00E56E95"/>
    <w:rsid w:val="00E610FF"/>
    <w:rsid w:val="00E63A0A"/>
    <w:rsid w:val="00E64C87"/>
    <w:rsid w:val="00E6581B"/>
    <w:rsid w:val="00E65EEB"/>
    <w:rsid w:val="00E66DEC"/>
    <w:rsid w:val="00E70C97"/>
    <w:rsid w:val="00E71324"/>
    <w:rsid w:val="00E72045"/>
    <w:rsid w:val="00E74360"/>
    <w:rsid w:val="00E750A1"/>
    <w:rsid w:val="00E80214"/>
    <w:rsid w:val="00E80F23"/>
    <w:rsid w:val="00E8188B"/>
    <w:rsid w:val="00E836F5"/>
    <w:rsid w:val="00E8425C"/>
    <w:rsid w:val="00E86353"/>
    <w:rsid w:val="00E865E8"/>
    <w:rsid w:val="00E8701F"/>
    <w:rsid w:val="00E87AF2"/>
    <w:rsid w:val="00E92E67"/>
    <w:rsid w:val="00E97F6A"/>
    <w:rsid w:val="00EA0608"/>
    <w:rsid w:val="00EA1A40"/>
    <w:rsid w:val="00EA1A8A"/>
    <w:rsid w:val="00EA4A73"/>
    <w:rsid w:val="00EA5B24"/>
    <w:rsid w:val="00EB05A6"/>
    <w:rsid w:val="00EB1581"/>
    <w:rsid w:val="00EB4955"/>
    <w:rsid w:val="00EB7C37"/>
    <w:rsid w:val="00EC0C52"/>
    <w:rsid w:val="00EC5254"/>
    <w:rsid w:val="00ED0E14"/>
    <w:rsid w:val="00EE2F51"/>
    <w:rsid w:val="00EE3227"/>
    <w:rsid w:val="00EE3503"/>
    <w:rsid w:val="00EE4A16"/>
    <w:rsid w:val="00EE5048"/>
    <w:rsid w:val="00EE649C"/>
    <w:rsid w:val="00EE6BD5"/>
    <w:rsid w:val="00EE6DEE"/>
    <w:rsid w:val="00EF2753"/>
    <w:rsid w:val="00EF2911"/>
    <w:rsid w:val="00EF54C8"/>
    <w:rsid w:val="00F00D5B"/>
    <w:rsid w:val="00F0159D"/>
    <w:rsid w:val="00F020B1"/>
    <w:rsid w:val="00F05481"/>
    <w:rsid w:val="00F07745"/>
    <w:rsid w:val="00F130C0"/>
    <w:rsid w:val="00F13226"/>
    <w:rsid w:val="00F15946"/>
    <w:rsid w:val="00F162DF"/>
    <w:rsid w:val="00F1718D"/>
    <w:rsid w:val="00F204FC"/>
    <w:rsid w:val="00F2141D"/>
    <w:rsid w:val="00F22693"/>
    <w:rsid w:val="00F24A23"/>
    <w:rsid w:val="00F26F47"/>
    <w:rsid w:val="00F27859"/>
    <w:rsid w:val="00F27A88"/>
    <w:rsid w:val="00F33CDD"/>
    <w:rsid w:val="00F346DC"/>
    <w:rsid w:val="00F360FA"/>
    <w:rsid w:val="00F37D9E"/>
    <w:rsid w:val="00F40CBA"/>
    <w:rsid w:val="00F422F5"/>
    <w:rsid w:val="00F42841"/>
    <w:rsid w:val="00F43254"/>
    <w:rsid w:val="00F472DC"/>
    <w:rsid w:val="00F4742D"/>
    <w:rsid w:val="00F4782B"/>
    <w:rsid w:val="00F56689"/>
    <w:rsid w:val="00F570DF"/>
    <w:rsid w:val="00F607F6"/>
    <w:rsid w:val="00F60C85"/>
    <w:rsid w:val="00F616F0"/>
    <w:rsid w:val="00F63DD3"/>
    <w:rsid w:val="00F658D1"/>
    <w:rsid w:val="00F7022F"/>
    <w:rsid w:val="00F75825"/>
    <w:rsid w:val="00F77E45"/>
    <w:rsid w:val="00F80E73"/>
    <w:rsid w:val="00F83AEB"/>
    <w:rsid w:val="00F83CEF"/>
    <w:rsid w:val="00F85458"/>
    <w:rsid w:val="00F85F19"/>
    <w:rsid w:val="00F86525"/>
    <w:rsid w:val="00F912D0"/>
    <w:rsid w:val="00F938CC"/>
    <w:rsid w:val="00F9407C"/>
    <w:rsid w:val="00F94523"/>
    <w:rsid w:val="00F9620B"/>
    <w:rsid w:val="00F97FF5"/>
    <w:rsid w:val="00FA04F8"/>
    <w:rsid w:val="00FA471C"/>
    <w:rsid w:val="00FA61CD"/>
    <w:rsid w:val="00FA7B6C"/>
    <w:rsid w:val="00FA7F3B"/>
    <w:rsid w:val="00FB2FA5"/>
    <w:rsid w:val="00FB6296"/>
    <w:rsid w:val="00FC15B6"/>
    <w:rsid w:val="00FC360F"/>
    <w:rsid w:val="00FC3E0C"/>
    <w:rsid w:val="00FC4C71"/>
    <w:rsid w:val="00FC5AE2"/>
    <w:rsid w:val="00FC645B"/>
    <w:rsid w:val="00FD2CF9"/>
    <w:rsid w:val="00FD6F63"/>
    <w:rsid w:val="00FD74C9"/>
    <w:rsid w:val="00FE1358"/>
    <w:rsid w:val="00FE2147"/>
    <w:rsid w:val="00FE30A5"/>
    <w:rsid w:val="00FE343C"/>
    <w:rsid w:val="00FE7325"/>
    <w:rsid w:val="00FF0A91"/>
    <w:rsid w:val="00FF0E63"/>
    <w:rsid w:val="00FF318B"/>
    <w:rsid w:val="00FF3218"/>
    <w:rsid w:val="00FF35FC"/>
    <w:rsid w:val="00FF4A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0706E"/>
  <w15:docId w15:val="{986D608B-88F2-4FA5-A389-A3735B032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C5B"/>
    <w:pPr>
      <w:overflowPunct w:val="0"/>
      <w:autoSpaceDE w:val="0"/>
      <w:autoSpaceDN w:val="0"/>
      <w:adjustRightInd w:val="0"/>
      <w:textAlignment w:val="baseline"/>
    </w:pPr>
    <w:rPr>
      <w:rFonts w:ascii="Tahoma" w:hAnsi="Tahoma"/>
      <w:lang w:val="en-GB" w:eastAsia="zh-TW"/>
    </w:rPr>
  </w:style>
  <w:style w:type="paragraph" w:styleId="Heading1">
    <w:name w:val="heading 1"/>
    <w:basedOn w:val="Normal"/>
    <w:next w:val="Normal"/>
    <w:link w:val="Heading1Char"/>
    <w:uiPriority w:val="99"/>
    <w:qFormat/>
    <w:rsid w:val="00CD3C5B"/>
    <w:pPr>
      <w:keepNext/>
      <w:spacing w:after="120"/>
      <w:jc w:val="both"/>
      <w:outlineLvl w:val="0"/>
    </w:pPr>
    <w:rPr>
      <w:b/>
      <w:sz w:val="32"/>
    </w:rPr>
  </w:style>
  <w:style w:type="paragraph" w:styleId="Heading2">
    <w:name w:val="heading 2"/>
    <w:basedOn w:val="Normal"/>
    <w:next w:val="Normal"/>
    <w:link w:val="Heading2Char"/>
    <w:uiPriority w:val="99"/>
    <w:qFormat/>
    <w:rsid w:val="00AB3BA3"/>
    <w:pPr>
      <w:keepNext/>
      <w:spacing w:before="60" w:after="120"/>
      <w:jc w:val="both"/>
      <w:outlineLvl w:val="1"/>
    </w:pPr>
    <w:rPr>
      <w:b/>
    </w:rPr>
  </w:style>
  <w:style w:type="paragraph" w:styleId="Heading3">
    <w:name w:val="heading 3"/>
    <w:basedOn w:val="Normal"/>
    <w:next w:val="Normal"/>
    <w:link w:val="Heading3Char"/>
    <w:uiPriority w:val="99"/>
    <w:qFormat/>
    <w:rsid w:val="00E70C97"/>
    <w:pPr>
      <w:keepNext/>
      <w:spacing w:before="60" w:after="60"/>
      <w:outlineLvl w:val="2"/>
    </w:pPr>
    <w:rPr>
      <w:b/>
      <w:i/>
    </w:rPr>
  </w:style>
  <w:style w:type="paragraph" w:styleId="Heading4">
    <w:name w:val="heading 4"/>
    <w:basedOn w:val="Normal"/>
    <w:next w:val="Normal"/>
    <w:link w:val="Heading4Char"/>
    <w:uiPriority w:val="99"/>
    <w:qFormat/>
    <w:rsid w:val="00E70C97"/>
    <w:pPr>
      <w:keepNext/>
      <w:numPr>
        <w:ilvl w:val="3"/>
        <w:numId w:val="1"/>
      </w:numPr>
      <w:spacing w:before="60" w:after="60"/>
      <w:outlineLvl w:val="3"/>
    </w:pPr>
    <w:rPr>
      <w:i/>
      <w:sz w:val="18"/>
    </w:rPr>
  </w:style>
  <w:style w:type="paragraph" w:styleId="Heading5">
    <w:name w:val="heading 5"/>
    <w:basedOn w:val="Normal"/>
    <w:next w:val="Normal"/>
    <w:link w:val="Heading5Char"/>
    <w:uiPriority w:val="99"/>
    <w:qFormat/>
    <w:rsid w:val="00CD3C5B"/>
    <w:pPr>
      <w:keepNext/>
      <w:outlineLvl w:val="4"/>
    </w:pPr>
    <w:rPr>
      <w:b/>
      <w:sz w:val="18"/>
    </w:rPr>
  </w:style>
  <w:style w:type="paragraph" w:styleId="Heading6">
    <w:name w:val="heading 6"/>
    <w:basedOn w:val="Normal"/>
    <w:next w:val="Normal"/>
    <w:link w:val="Heading6Char"/>
    <w:uiPriority w:val="99"/>
    <w:qFormat/>
    <w:rsid w:val="00CD3C5B"/>
    <w:pPr>
      <w:keepNext/>
      <w:spacing w:before="120" w:after="120"/>
      <w:jc w:val="both"/>
      <w:outlineLvl w:val="5"/>
    </w:pPr>
    <w:rPr>
      <w:b/>
    </w:rPr>
  </w:style>
  <w:style w:type="paragraph" w:styleId="Heading7">
    <w:name w:val="heading 7"/>
    <w:basedOn w:val="Normal"/>
    <w:next w:val="Normal"/>
    <w:link w:val="Heading7Char"/>
    <w:uiPriority w:val="99"/>
    <w:qFormat/>
    <w:rsid w:val="00CD3C5B"/>
    <w:pPr>
      <w:keepNext/>
      <w:jc w:val="center"/>
      <w:outlineLvl w:val="6"/>
    </w:pPr>
    <w:rPr>
      <w:b/>
      <w:sz w:val="36"/>
    </w:rPr>
  </w:style>
  <w:style w:type="paragraph" w:styleId="Heading8">
    <w:name w:val="heading 8"/>
    <w:basedOn w:val="Normal"/>
    <w:next w:val="Normal"/>
    <w:link w:val="Heading8Char"/>
    <w:uiPriority w:val="99"/>
    <w:qFormat/>
    <w:rsid w:val="00CD3C5B"/>
    <w:pPr>
      <w:keepNext/>
      <w:jc w:val="center"/>
      <w:outlineLvl w:val="7"/>
    </w:pPr>
    <w:rPr>
      <w:b/>
    </w:rPr>
  </w:style>
  <w:style w:type="paragraph" w:styleId="Heading9">
    <w:name w:val="heading 9"/>
    <w:basedOn w:val="Normal"/>
    <w:next w:val="Normal"/>
    <w:link w:val="Heading9Char"/>
    <w:uiPriority w:val="99"/>
    <w:qFormat/>
    <w:rsid w:val="00CD3C5B"/>
    <w:pPr>
      <w:keepNext/>
      <w:spacing w:before="60" w:after="60"/>
      <w:jc w:val="center"/>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26E1C"/>
    <w:rPr>
      <w:rFonts w:ascii="Cambria" w:hAnsi="Cambria" w:cs="Times New Roman"/>
      <w:b/>
      <w:bCs/>
      <w:kern w:val="32"/>
      <w:sz w:val="32"/>
      <w:szCs w:val="32"/>
      <w:lang w:val="en-GB" w:eastAsia="zh-TW"/>
    </w:rPr>
  </w:style>
  <w:style w:type="character" w:customStyle="1" w:styleId="Heading2Char">
    <w:name w:val="Heading 2 Char"/>
    <w:link w:val="Heading2"/>
    <w:uiPriority w:val="99"/>
    <w:semiHidden/>
    <w:locked/>
    <w:rsid w:val="00826E1C"/>
    <w:rPr>
      <w:rFonts w:ascii="Cambria" w:hAnsi="Cambria" w:cs="Times New Roman"/>
      <w:b/>
      <w:bCs/>
      <w:i/>
      <w:iCs/>
      <w:sz w:val="28"/>
      <w:szCs w:val="28"/>
      <w:lang w:val="en-GB" w:eastAsia="zh-TW"/>
    </w:rPr>
  </w:style>
  <w:style w:type="character" w:customStyle="1" w:styleId="Heading3Char">
    <w:name w:val="Heading 3 Char"/>
    <w:link w:val="Heading3"/>
    <w:uiPriority w:val="99"/>
    <w:semiHidden/>
    <w:locked/>
    <w:rsid w:val="00826E1C"/>
    <w:rPr>
      <w:rFonts w:ascii="Cambria" w:hAnsi="Cambria" w:cs="Times New Roman"/>
      <w:b/>
      <w:bCs/>
      <w:sz w:val="26"/>
      <w:szCs w:val="26"/>
      <w:lang w:val="en-GB" w:eastAsia="zh-TW"/>
    </w:rPr>
  </w:style>
  <w:style w:type="character" w:customStyle="1" w:styleId="Heading4Char">
    <w:name w:val="Heading 4 Char"/>
    <w:link w:val="Heading4"/>
    <w:uiPriority w:val="99"/>
    <w:locked/>
    <w:rsid w:val="00826E1C"/>
    <w:rPr>
      <w:rFonts w:ascii="Tahoma" w:hAnsi="Tahoma"/>
      <w:i/>
      <w:sz w:val="18"/>
      <w:lang w:val="en-GB" w:eastAsia="zh-TW"/>
    </w:rPr>
  </w:style>
  <w:style w:type="character" w:customStyle="1" w:styleId="Heading5Char">
    <w:name w:val="Heading 5 Char"/>
    <w:link w:val="Heading5"/>
    <w:uiPriority w:val="99"/>
    <w:semiHidden/>
    <w:locked/>
    <w:rsid w:val="00826E1C"/>
    <w:rPr>
      <w:rFonts w:ascii="Calibri" w:hAnsi="Calibri" w:cs="Times New Roman"/>
      <w:b/>
      <w:bCs/>
      <w:i/>
      <w:iCs/>
      <w:sz w:val="26"/>
      <w:szCs w:val="26"/>
      <w:lang w:val="en-GB" w:eastAsia="zh-TW"/>
    </w:rPr>
  </w:style>
  <w:style w:type="character" w:customStyle="1" w:styleId="Heading6Char">
    <w:name w:val="Heading 6 Char"/>
    <w:link w:val="Heading6"/>
    <w:uiPriority w:val="99"/>
    <w:semiHidden/>
    <w:locked/>
    <w:rsid w:val="00826E1C"/>
    <w:rPr>
      <w:rFonts w:ascii="Calibri" w:hAnsi="Calibri" w:cs="Times New Roman"/>
      <w:b/>
      <w:bCs/>
      <w:lang w:val="en-GB" w:eastAsia="zh-TW"/>
    </w:rPr>
  </w:style>
  <w:style w:type="character" w:customStyle="1" w:styleId="Heading7Char">
    <w:name w:val="Heading 7 Char"/>
    <w:link w:val="Heading7"/>
    <w:uiPriority w:val="99"/>
    <w:semiHidden/>
    <w:locked/>
    <w:rsid w:val="00826E1C"/>
    <w:rPr>
      <w:rFonts w:ascii="Calibri" w:hAnsi="Calibri" w:cs="Times New Roman"/>
      <w:sz w:val="24"/>
      <w:szCs w:val="24"/>
      <w:lang w:val="en-GB" w:eastAsia="zh-TW"/>
    </w:rPr>
  </w:style>
  <w:style w:type="character" w:customStyle="1" w:styleId="Heading8Char">
    <w:name w:val="Heading 8 Char"/>
    <w:link w:val="Heading8"/>
    <w:uiPriority w:val="99"/>
    <w:semiHidden/>
    <w:locked/>
    <w:rsid w:val="00826E1C"/>
    <w:rPr>
      <w:rFonts w:ascii="Calibri" w:hAnsi="Calibri" w:cs="Times New Roman"/>
      <w:i/>
      <w:iCs/>
      <w:sz w:val="24"/>
      <w:szCs w:val="24"/>
      <w:lang w:val="en-GB" w:eastAsia="zh-TW"/>
    </w:rPr>
  </w:style>
  <w:style w:type="character" w:customStyle="1" w:styleId="Heading9Char">
    <w:name w:val="Heading 9 Char"/>
    <w:link w:val="Heading9"/>
    <w:uiPriority w:val="99"/>
    <w:semiHidden/>
    <w:locked/>
    <w:rsid w:val="00826E1C"/>
    <w:rPr>
      <w:rFonts w:ascii="Cambria" w:hAnsi="Cambria" w:cs="Times New Roman"/>
      <w:lang w:val="en-GB" w:eastAsia="zh-TW"/>
    </w:rPr>
  </w:style>
  <w:style w:type="paragraph" w:styleId="Header">
    <w:name w:val="header"/>
    <w:basedOn w:val="Normal"/>
    <w:link w:val="HeaderChar"/>
    <w:uiPriority w:val="99"/>
    <w:rsid w:val="00CD3C5B"/>
    <w:pPr>
      <w:tabs>
        <w:tab w:val="center" w:pos="4320"/>
        <w:tab w:val="right" w:pos="8640"/>
      </w:tabs>
    </w:pPr>
    <w:rPr>
      <w:b/>
      <w:sz w:val="18"/>
    </w:rPr>
  </w:style>
  <w:style w:type="character" w:customStyle="1" w:styleId="HeaderChar">
    <w:name w:val="Header Char"/>
    <w:link w:val="Header"/>
    <w:uiPriority w:val="99"/>
    <w:semiHidden/>
    <w:locked/>
    <w:rsid w:val="00826E1C"/>
    <w:rPr>
      <w:rFonts w:ascii="Tahoma" w:hAnsi="Tahoma" w:cs="Times New Roman"/>
      <w:sz w:val="20"/>
      <w:szCs w:val="20"/>
      <w:lang w:val="en-GB" w:eastAsia="zh-TW"/>
    </w:rPr>
  </w:style>
  <w:style w:type="paragraph" w:styleId="Footer">
    <w:name w:val="footer"/>
    <w:basedOn w:val="Normal"/>
    <w:link w:val="FooterChar"/>
    <w:uiPriority w:val="99"/>
    <w:rsid w:val="00CD3C5B"/>
    <w:pPr>
      <w:tabs>
        <w:tab w:val="center" w:pos="4320"/>
        <w:tab w:val="right" w:pos="8640"/>
      </w:tabs>
    </w:pPr>
  </w:style>
  <w:style w:type="character" w:customStyle="1" w:styleId="FooterChar">
    <w:name w:val="Footer Char"/>
    <w:link w:val="Footer"/>
    <w:uiPriority w:val="99"/>
    <w:semiHidden/>
    <w:locked/>
    <w:rsid w:val="00826E1C"/>
    <w:rPr>
      <w:rFonts w:ascii="Tahoma" w:hAnsi="Tahoma" w:cs="Times New Roman"/>
      <w:sz w:val="20"/>
      <w:szCs w:val="20"/>
      <w:lang w:val="en-GB" w:eastAsia="zh-TW"/>
    </w:rPr>
  </w:style>
  <w:style w:type="paragraph" w:styleId="ListNumber">
    <w:name w:val="List Number"/>
    <w:basedOn w:val="Normal"/>
    <w:uiPriority w:val="99"/>
    <w:rsid w:val="00CD3C5B"/>
    <w:pPr>
      <w:tabs>
        <w:tab w:val="left" w:pos="720"/>
      </w:tabs>
      <w:spacing w:before="40" w:after="40"/>
      <w:ind w:left="720" w:hanging="360"/>
      <w:jc w:val="both"/>
    </w:pPr>
  </w:style>
  <w:style w:type="paragraph" w:customStyle="1" w:styleId="CovFormText">
    <w:name w:val="Cov_Form Text"/>
    <w:basedOn w:val="Header"/>
    <w:uiPriority w:val="99"/>
    <w:rsid w:val="00CD3C5B"/>
    <w:pPr>
      <w:tabs>
        <w:tab w:val="clear" w:pos="4320"/>
        <w:tab w:val="clear" w:pos="8640"/>
      </w:tabs>
      <w:spacing w:before="60" w:after="60"/>
    </w:pPr>
    <w:rPr>
      <w:b w:val="0"/>
      <w:noProof/>
    </w:rPr>
  </w:style>
  <w:style w:type="paragraph" w:styleId="FootnoteText">
    <w:name w:val="footnote text"/>
    <w:basedOn w:val="Normal"/>
    <w:link w:val="FootnoteTextChar"/>
    <w:uiPriority w:val="99"/>
    <w:semiHidden/>
    <w:rsid w:val="00CD3C5B"/>
    <w:rPr>
      <w:sz w:val="18"/>
    </w:rPr>
  </w:style>
  <w:style w:type="character" w:customStyle="1" w:styleId="FootnoteTextChar">
    <w:name w:val="Footnote Text Char"/>
    <w:link w:val="FootnoteText"/>
    <w:uiPriority w:val="99"/>
    <w:semiHidden/>
    <w:locked/>
    <w:rsid w:val="00826E1C"/>
    <w:rPr>
      <w:rFonts w:ascii="Tahoma" w:hAnsi="Tahoma" w:cs="Times New Roman"/>
      <w:sz w:val="20"/>
      <w:szCs w:val="20"/>
      <w:lang w:val="en-GB" w:eastAsia="zh-TW"/>
    </w:rPr>
  </w:style>
  <w:style w:type="character" w:styleId="FootnoteReference">
    <w:name w:val="footnote reference"/>
    <w:uiPriority w:val="99"/>
    <w:semiHidden/>
    <w:rsid w:val="00CD3C5B"/>
    <w:rPr>
      <w:rFonts w:cs="Times New Roman"/>
      <w:sz w:val="20"/>
      <w:vertAlign w:val="superscript"/>
    </w:rPr>
  </w:style>
  <w:style w:type="paragraph" w:customStyle="1" w:styleId="ABodyBullet1">
    <w:name w:val="A_Body Bullet 1"/>
    <w:uiPriority w:val="99"/>
    <w:rsid w:val="00CD3C5B"/>
    <w:pPr>
      <w:tabs>
        <w:tab w:val="left" w:pos="432"/>
      </w:tabs>
      <w:overflowPunct w:val="0"/>
      <w:autoSpaceDE w:val="0"/>
      <w:autoSpaceDN w:val="0"/>
      <w:adjustRightInd w:val="0"/>
      <w:spacing w:before="60" w:after="60"/>
      <w:ind w:left="432" w:hanging="432"/>
      <w:textAlignment w:val="baseline"/>
    </w:pPr>
    <w:rPr>
      <w:rFonts w:ascii="Arial" w:hAnsi="Arial"/>
      <w:sz w:val="22"/>
      <w:lang w:val="en-US" w:eastAsia="zh-TW"/>
    </w:rPr>
  </w:style>
  <w:style w:type="character" w:styleId="CommentReference">
    <w:name w:val="annotation reference"/>
    <w:uiPriority w:val="99"/>
    <w:semiHidden/>
    <w:rsid w:val="00CD3C5B"/>
    <w:rPr>
      <w:rFonts w:cs="Times New Roman"/>
      <w:sz w:val="16"/>
    </w:rPr>
  </w:style>
  <w:style w:type="paragraph" w:styleId="CommentText">
    <w:name w:val="annotation text"/>
    <w:basedOn w:val="Normal"/>
    <w:link w:val="CommentTextChar"/>
    <w:uiPriority w:val="99"/>
    <w:semiHidden/>
    <w:rsid w:val="00CD3C5B"/>
  </w:style>
  <w:style w:type="character" w:customStyle="1" w:styleId="CommentTextChar">
    <w:name w:val="Comment Text Char"/>
    <w:link w:val="CommentText"/>
    <w:uiPriority w:val="99"/>
    <w:semiHidden/>
    <w:locked/>
    <w:rsid w:val="00826E1C"/>
    <w:rPr>
      <w:rFonts w:ascii="Tahoma" w:hAnsi="Tahoma" w:cs="Times New Roman"/>
      <w:sz w:val="20"/>
      <w:szCs w:val="20"/>
      <w:lang w:val="en-GB" w:eastAsia="zh-TW"/>
    </w:rPr>
  </w:style>
  <w:style w:type="character" w:styleId="FollowedHyperlink">
    <w:name w:val="FollowedHyperlink"/>
    <w:uiPriority w:val="99"/>
    <w:rsid w:val="00CD3C5B"/>
    <w:rPr>
      <w:rFonts w:cs="Times New Roman"/>
      <w:color w:val="800080"/>
      <w:u w:val="single"/>
    </w:rPr>
  </w:style>
  <w:style w:type="paragraph" w:styleId="BodyText">
    <w:name w:val="Body Text"/>
    <w:basedOn w:val="Normal"/>
    <w:link w:val="BodyTextChar"/>
    <w:uiPriority w:val="99"/>
    <w:rsid w:val="00CD3C5B"/>
    <w:pPr>
      <w:spacing w:before="60" w:after="60"/>
      <w:jc w:val="both"/>
    </w:pPr>
  </w:style>
  <w:style w:type="character" w:customStyle="1" w:styleId="BodyTextChar">
    <w:name w:val="Body Text Char"/>
    <w:link w:val="BodyText"/>
    <w:uiPriority w:val="99"/>
    <w:locked/>
    <w:rsid w:val="00917C20"/>
    <w:rPr>
      <w:rFonts w:ascii="Arial" w:hAnsi="Arial" w:cs="Times New Roman"/>
      <w:sz w:val="24"/>
      <w:lang w:val="en-GB" w:eastAsia="zh-TW" w:bidi="ar-SA"/>
    </w:rPr>
  </w:style>
  <w:style w:type="paragraph" w:styleId="BodyText2">
    <w:name w:val="Body Text 2"/>
    <w:basedOn w:val="Normal"/>
    <w:link w:val="BodyText2Char"/>
    <w:uiPriority w:val="99"/>
    <w:rsid w:val="00CD3C5B"/>
    <w:pPr>
      <w:ind w:left="1440"/>
      <w:jc w:val="both"/>
    </w:pPr>
  </w:style>
  <w:style w:type="character" w:customStyle="1" w:styleId="BodyText2Char">
    <w:name w:val="Body Text 2 Char"/>
    <w:link w:val="BodyText2"/>
    <w:uiPriority w:val="99"/>
    <w:semiHidden/>
    <w:locked/>
    <w:rsid w:val="00826E1C"/>
    <w:rPr>
      <w:rFonts w:ascii="Tahoma" w:hAnsi="Tahoma" w:cs="Times New Roman"/>
      <w:sz w:val="20"/>
      <w:szCs w:val="20"/>
      <w:lang w:val="en-GB" w:eastAsia="zh-TW"/>
    </w:rPr>
  </w:style>
  <w:style w:type="paragraph" w:styleId="BodyTextIndent2">
    <w:name w:val="Body Text Indent 2"/>
    <w:basedOn w:val="Normal"/>
    <w:link w:val="BodyTextIndent2Char"/>
    <w:uiPriority w:val="99"/>
    <w:rsid w:val="00CD3C5B"/>
    <w:pPr>
      <w:ind w:left="360"/>
      <w:jc w:val="both"/>
    </w:pPr>
  </w:style>
  <w:style w:type="character" w:customStyle="1" w:styleId="BodyTextIndent2Char">
    <w:name w:val="Body Text Indent 2 Char"/>
    <w:link w:val="BodyTextIndent2"/>
    <w:uiPriority w:val="99"/>
    <w:semiHidden/>
    <w:locked/>
    <w:rsid w:val="00826E1C"/>
    <w:rPr>
      <w:rFonts w:ascii="Tahoma" w:hAnsi="Tahoma" w:cs="Times New Roman"/>
      <w:sz w:val="20"/>
      <w:szCs w:val="20"/>
      <w:lang w:val="en-GB" w:eastAsia="zh-TW"/>
    </w:rPr>
  </w:style>
  <w:style w:type="paragraph" w:styleId="TOC1">
    <w:name w:val="toc 1"/>
    <w:basedOn w:val="Normal"/>
    <w:next w:val="Normal"/>
    <w:autoRedefine/>
    <w:uiPriority w:val="39"/>
    <w:rsid w:val="0037739E"/>
    <w:pPr>
      <w:tabs>
        <w:tab w:val="left" w:pos="284"/>
        <w:tab w:val="left" w:pos="567"/>
        <w:tab w:val="left" w:pos="1418"/>
        <w:tab w:val="right" w:leader="dot" w:pos="9638"/>
      </w:tabs>
      <w:spacing w:before="80" w:after="80"/>
      <w:ind w:left="567" w:hanging="567"/>
    </w:pPr>
    <w:rPr>
      <w:b/>
      <w:caps/>
      <w:noProof/>
      <w:color w:val="000000"/>
    </w:rPr>
  </w:style>
  <w:style w:type="paragraph" w:styleId="TOC2">
    <w:name w:val="toc 2"/>
    <w:basedOn w:val="Normal"/>
    <w:next w:val="Normal"/>
    <w:uiPriority w:val="99"/>
    <w:semiHidden/>
    <w:rsid w:val="00CD3C5B"/>
    <w:pPr>
      <w:tabs>
        <w:tab w:val="right" w:leader="dot" w:pos="9638"/>
      </w:tabs>
      <w:ind w:left="240"/>
    </w:pPr>
    <w:rPr>
      <w:noProof/>
    </w:rPr>
  </w:style>
  <w:style w:type="paragraph" w:styleId="TOC3">
    <w:name w:val="toc 3"/>
    <w:basedOn w:val="Normal"/>
    <w:next w:val="Normal"/>
    <w:uiPriority w:val="99"/>
    <w:semiHidden/>
    <w:rsid w:val="00CD3C5B"/>
    <w:pPr>
      <w:tabs>
        <w:tab w:val="right" w:leader="dot" w:pos="9638"/>
      </w:tabs>
      <w:ind w:left="480"/>
    </w:pPr>
    <w:rPr>
      <w:noProof/>
    </w:rPr>
  </w:style>
  <w:style w:type="paragraph" w:styleId="TOC4">
    <w:name w:val="toc 4"/>
    <w:basedOn w:val="Normal"/>
    <w:next w:val="Normal"/>
    <w:uiPriority w:val="99"/>
    <w:semiHidden/>
    <w:rsid w:val="00CD3C5B"/>
    <w:pPr>
      <w:ind w:left="720"/>
    </w:pPr>
  </w:style>
  <w:style w:type="paragraph" w:styleId="TOC5">
    <w:name w:val="toc 5"/>
    <w:basedOn w:val="Normal"/>
    <w:next w:val="Normal"/>
    <w:uiPriority w:val="99"/>
    <w:semiHidden/>
    <w:rsid w:val="00CD3C5B"/>
    <w:pPr>
      <w:ind w:left="960"/>
    </w:pPr>
  </w:style>
  <w:style w:type="paragraph" w:styleId="TOC6">
    <w:name w:val="toc 6"/>
    <w:basedOn w:val="Normal"/>
    <w:next w:val="Normal"/>
    <w:uiPriority w:val="99"/>
    <w:semiHidden/>
    <w:rsid w:val="00CD3C5B"/>
    <w:pPr>
      <w:ind w:left="1200"/>
    </w:pPr>
  </w:style>
  <w:style w:type="paragraph" w:styleId="TOC7">
    <w:name w:val="toc 7"/>
    <w:basedOn w:val="Normal"/>
    <w:next w:val="Normal"/>
    <w:uiPriority w:val="99"/>
    <w:semiHidden/>
    <w:rsid w:val="00CD3C5B"/>
    <w:pPr>
      <w:ind w:left="1440"/>
    </w:pPr>
  </w:style>
  <w:style w:type="paragraph" w:styleId="TOC8">
    <w:name w:val="toc 8"/>
    <w:basedOn w:val="Normal"/>
    <w:next w:val="Normal"/>
    <w:uiPriority w:val="99"/>
    <w:semiHidden/>
    <w:rsid w:val="00CD3C5B"/>
    <w:pPr>
      <w:ind w:left="1680"/>
    </w:pPr>
  </w:style>
  <w:style w:type="paragraph" w:styleId="TOC9">
    <w:name w:val="toc 9"/>
    <w:basedOn w:val="Normal"/>
    <w:next w:val="Normal"/>
    <w:uiPriority w:val="99"/>
    <w:semiHidden/>
    <w:rsid w:val="00CD3C5B"/>
    <w:pPr>
      <w:ind w:left="1920"/>
    </w:pPr>
  </w:style>
  <w:style w:type="character" w:styleId="Hyperlink">
    <w:name w:val="Hyperlink"/>
    <w:uiPriority w:val="99"/>
    <w:rsid w:val="00CD3C5B"/>
    <w:rPr>
      <w:rFonts w:cs="Times New Roman"/>
      <w:color w:val="0000FF"/>
      <w:u w:val="single"/>
    </w:rPr>
  </w:style>
  <w:style w:type="paragraph" w:customStyle="1" w:styleId="ABodyBullet2">
    <w:name w:val="A_Body Bullet 2"/>
    <w:basedOn w:val="ABodyBullet1"/>
    <w:uiPriority w:val="99"/>
    <w:rsid w:val="00CD3C5B"/>
    <w:pPr>
      <w:tabs>
        <w:tab w:val="clear" w:pos="432"/>
        <w:tab w:val="left" w:pos="792"/>
      </w:tabs>
      <w:ind w:left="792" w:hanging="360"/>
    </w:pPr>
  </w:style>
  <w:style w:type="paragraph" w:customStyle="1" w:styleId="StyleHeading1Tahoma">
    <w:name w:val="Style Heading 1 + Tahoma"/>
    <w:basedOn w:val="Heading1"/>
    <w:autoRedefine/>
    <w:uiPriority w:val="99"/>
    <w:rsid w:val="00E86353"/>
    <w:pPr>
      <w:keepNext w:val="0"/>
      <w:widowControl w:val="0"/>
      <w:numPr>
        <w:numId w:val="5"/>
      </w:numPr>
      <w:spacing w:after="0" w:line="360" w:lineRule="auto"/>
    </w:pPr>
    <w:rPr>
      <w:rFonts w:ascii="Arial" w:hAnsi="Arial" w:cs="Arial"/>
      <w:bCs/>
      <w:caps/>
      <w:sz w:val="24"/>
      <w:szCs w:val="24"/>
    </w:rPr>
  </w:style>
  <w:style w:type="paragraph" w:customStyle="1" w:styleId="StyleHeading2Tahoma">
    <w:name w:val="Style Heading 2 + Tahoma"/>
    <w:basedOn w:val="Heading2"/>
    <w:autoRedefine/>
    <w:uiPriority w:val="99"/>
    <w:rsid w:val="003B19CF"/>
    <w:pPr>
      <w:keepNext w:val="0"/>
      <w:widowControl w:val="0"/>
      <w:spacing w:before="0" w:after="0" w:line="360" w:lineRule="auto"/>
    </w:pPr>
    <w:rPr>
      <w:rFonts w:ascii="Arial" w:hAnsi="Arial" w:cs="Arial"/>
      <w:b w:val="0"/>
      <w:bCs/>
      <w:sz w:val="22"/>
      <w:szCs w:val="22"/>
    </w:rPr>
  </w:style>
  <w:style w:type="paragraph" w:customStyle="1" w:styleId="StyleBodyTextTahoma">
    <w:name w:val="Style Body Text + Tahoma"/>
    <w:basedOn w:val="BodyText"/>
    <w:link w:val="StyleBodyTextTahomaChar"/>
    <w:autoRedefine/>
    <w:uiPriority w:val="99"/>
    <w:rsid w:val="00FA61CD"/>
    <w:pPr>
      <w:spacing w:before="0" w:after="0" w:line="360" w:lineRule="auto"/>
      <w:ind w:left="720" w:hanging="720"/>
    </w:pPr>
  </w:style>
  <w:style w:type="character" w:customStyle="1" w:styleId="StyleBodyTextTahomaChar">
    <w:name w:val="Style Body Text + Tahoma Char"/>
    <w:link w:val="StyleBodyTextTahoma"/>
    <w:uiPriority w:val="99"/>
    <w:locked/>
    <w:rsid w:val="00FA61CD"/>
    <w:rPr>
      <w:rFonts w:ascii="Tahoma" w:hAnsi="Tahoma" w:cs="Times New Roman"/>
      <w:sz w:val="24"/>
      <w:lang w:val="en-GB" w:eastAsia="zh-TW" w:bidi="ar-SA"/>
    </w:rPr>
  </w:style>
  <w:style w:type="paragraph" w:customStyle="1" w:styleId="StyleHeading3NotItalic">
    <w:name w:val="Style Heading 3 + Not Italic"/>
    <w:basedOn w:val="Heading3"/>
    <w:autoRedefine/>
    <w:uiPriority w:val="99"/>
    <w:rsid w:val="00414932"/>
    <w:pPr>
      <w:keepNext w:val="0"/>
      <w:widowControl w:val="0"/>
      <w:spacing w:before="0" w:after="0" w:line="360" w:lineRule="auto"/>
      <w:ind w:left="720" w:hanging="11"/>
    </w:pPr>
    <w:rPr>
      <w:rFonts w:ascii="Arial" w:hAnsi="Arial" w:cs="Arial"/>
      <w:b w:val="0"/>
      <w:bCs/>
      <w:i w:val="0"/>
      <w:sz w:val="22"/>
      <w:szCs w:val="22"/>
    </w:rPr>
  </w:style>
  <w:style w:type="paragraph" w:styleId="BalloonText">
    <w:name w:val="Balloon Text"/>
    <w:basedOn w:val="Normal"/>
    <w:link w:val="BalloonTextChar"/>
    <w:uiPriority w:val="99"/>
    <w:semiHidden/>
    <w:rsid w:val="002421B7"/>
    <w:rPr>
      <w:rFonts w:cs="Tahoma"/>
      <w:sz w:val="16"/>
      <w:szCs w:val="16"/>
    </w:rPr>
  </w:style>
  <w:style w:type="character" w:customStyle="1" w:styleId="BalloonTextChar">
    <w:name w:val="Balloon Text Char"/>
    <w:link w:val="BalloonText"/>
    <w:uiPriority w:val="99"/>
    <w:semiHidden/>
    <w:locked/>
    <w:rsid w:val="00826E1C"/>
    <w:rPr>
      <w:rFonts w:cs="Times New Roman"/>
      <w:sz w:val="2"/>
      <w:lang w:val="en-GB" w:eastAsia="zh-TW"/>
    </w:rPr>
  </w:style>
  <w:style w:type="paragraph" w:customStyle="1" w:styleId="Char">
    <w:name w:val="Char"/>
    <w:basedOn w:val="Normal"/>
    <w:uiPriority w:val="99"/>
    <w:semiHidden/>
    <w:rsid w:val="003C5C1F"/>
    <w:pPr>
      <w:overflowPunct/>
      <w:autoSpaceDE/>
      <w:autoSpaceDN/>
      <w:adjustRightInd/>
      <w:spacing w:after="160" w:line="240" w:lineRule="exact"/>
      <w:textAlignment w:val="auto"/>
    </w:pPr>
    <w:rPr>
      <w:rFonts w:ascii="Verdana" w:eastAsia="MS Mincho" w:hAnsi="Verdana"/>
      <w:lang w:val="en-AU" w:eastAsia="ja-JP"/>
    </w:rPr>
  </w:style>
  <w:style w:type="paragraph" w:customStyle="1" w:styleId="Char2">
    <w:name w:val="Char2"/>
    <w:basedOn w:val="Normal"/>
    <w:uiPriority w:val="99"/>
    <w:semiHidden/>
    <w:rsid w:val="00BB00EC"/>
    <w:pPr>
      <w:overflowPunct/>
      <w:autoSpaceDE/>
      <w:autoSpaceDN/>
      <w:adjustRightInd/>
      <w:spacing w:line="360" w:lineRule="auto"/>
      <w:textAlignment w:val="auto"/>
    </w:pPr>
    <w:rPr>
      <w:rFonts w:ascii="Verdana" w:eastAsia="MS Mincho" w:hAnsi="Verdana"/>
      <w:lang w:val="en-AU" w:eastAsia="ja-JP"/>
    </w:rPr>
  </w:style>
  <w:style w:type="character" w:styleId="PageNumber">
    <w:name w:val="page number"/>
    <w:uiPriority w:val="99"/>
    <w:rsid w:val="00E26D71"/>
    <w:rPr>
      <w:rFonts w:cs="Times New Roman"/>
    </w:rPr>
  </w:style>
  <w:style w:type="paragraph" w:styleId="ListParagraph">
    <w:name w:val="List Paragraph"/>
    <w:basedOn w:val="Normal"/>
    <w:link w:val="ListParagraphChar"/>
    <w:qFormat/>
    <w:rsid w:val="007C45B4"/>
    <w:pPr>
      <w:ind w:left="720"/>
      <w:contextualSpacing/>
    </w:pPr>
  </w:style>
  <w:style w:type="character" w:styleId="Emphasis">
    <w:name w:val="Emphasis"/>
    <w:uiPriority w:val="99"/>
    <w:qFormat/>
    <w:rsid w:val="004E5886"/>
    <w:rPr>
      <w:rFonts w:cs="Times New Roman"/>
      <w:i/>
      <w:iCs/>
    </w:rPr>
  </w:style>
  <w:style w:type="paragraph" w:customStyle="1" w:styleId="LWHead7">
    <w:name w:val="~LW Head 7"/>
    <w:basedOn w:val="LWHead6"/>
    <w:uiPriority w:val="99"/>
    <w:rsid w:val="004E5886"/>
    <w:pPr>
      <w:numPr>
        <w:ilvl w:val="6"/>
      </w:numPr>
      <w:tabs>
        <w:tab w:val="clear" w:pos="4320"/>
        <w:tab w:val="num" w:pos="1296"/>
      </w:tabs>
      <w:ind w:left="1440" w:hanging="1440"/>
      <w:outlineLvl w:val="6"/>
    </w:pPr>
    <w:rPr>
      <w:bCs w:val="0"/>
    </w:rPr>
  </w:style>
  <w:style w:type="paragraph" w:customStyle="1" w:styleId="LWHead6">
    <w:name w:val="~LW Head 6"/>
    <w:basedOn w:val="LWHead5"/>
    <w:uiPriority w:val="99"/>
    <w:rsid w:val="004E5886"/>
    <w:pPr>
      <w:numPr>
        <w:ilvl w:val="5"/>
      </w:numPr>
      <w:tabs>
        <w:tab w:val="clear" w:pos="3600"/>
        <w:tab w:val="num" w:pos="1152"/>
      </w:tabs>
      <w:ind w:left="1080" w:hanging="1080"/>
      <w:outlineLvl w:val="5"/>
    </w:pPr>
    <w:rPr>
      <w:bCs/>
    </w:rPr>
  </w:style>
  <w:style w:type="paragraph" w:customStyle="1" w:styleId="LWHead5">
    <w:name w:val="~LW Head 5"/>
    <w:basedOn w:val="LWHead4"/>
    <w:uiPriority w:val="99"/>
    <w:rsid w:val="004E5886"/>
    <w:pPr>
      <w:numPr>
        <w:ilvl w:val="4"/>
      </w:numPr>
      <w:tabs>
        <w:tab w:val="clear" w:pos="2880"/>
        <w:tab w:val="num" w:pos="1008"/>
      </w:tabs>
      <w:ind w:left="360" w:hanging="360"/>
      <w:outlineLvl w:val="4"/>
    </w:pPr>
    <w:rPr>
      <w:bCs w:val="0"/>
    </w:rPr>
  </w:style>
  <w:style w:type="paragraph" w:customStyle="1" w:styleId="LWHead4">
    <w:name w:val="~LW Head 4"/>
    <w:basedOn w:val="Normal"/>
    <w:uiPriority w:val="99"/>
    <w:rsid w:val="004E5886"/>
    <w:pPr>
      <w:numPr>
        <w:ilvl w:val="3"/>
        <w:numId w:val="2"/>
      </w:numPr>
      <w:overflowPunct/>
      <w:autoSpaceDE/>
      <w:autoSpaceDN/>
      <w:adjustRightInd/>
      <w:spacing w:after="240"/>
      <w:jc w:val="both"/>
      <w:textAlignment w:val="auto"/>
      <w:outlineLvl w:val="2"/>
    </w:pPr>
    <w:rPr>
      <w:rFonts w:ascii="Garamond" w:hAnsi="Garamond"/>
      <w:bCs/>
      <w:sz w:val="22"/>
      <w:szCs w:val="22"/>
      <w:lang w:eastAsia="en-US"/>
    </w:rPr>
  </w:style>
  <w:style w:type="paragraph" w:customStyle="1" w:styleId="LWHead3">
    <w:name w:val="~LW Head 3"/>
    <w:basedOn w:val="LWHead2"/>
    <w:link w:val="LWHead3CharChar"/>
    <w:uiPriority w:val="99"/>
    <w:rsid w:val="004E5886"/>
    <w:pPr>
      <w:keepNext w:val="0"/>
      <w:numPr>
        <w:ilvl w:val="2"/>
      </w:numPr>
      <w:tabs>
        <w:tab w:val="num" w:pos="720"/>
        <w:tab w:val="num" w:pos="964"/>
      </w:tabs>
      <w:outlineLvl w:val="2"/>
    </w:pPr>
    <w:rPr>
      <w:b w:val="0"/>
      <w:bCs/>
    </w:rPr>
  </w:style>
  <w:style w:type="paragraph" w:customStyle="1" w:styleId="LWHead2">
    <w:name w:val="~LW Head 2"/>
    <w:basedOn w:val="LWHead1"/>
    <w:next w:val="Normal"/>
    <w:uiPriority w:val="99"/>
    <w:rsid w:val="004E5886"/>
    <w:pPr>
      <w:numPr>
        <w:ilvl w:val="1"/>
      </w:numPr>
      <w:tabs>
        <w:tab w:val="num" w:pos="964"/>
      </w:tabs>
      <w:ind w:left="420" w:hanging="420"/>
      <w:outlineLvl w:val="1"/>
    </w:pPr>
    <w:rPr>
      <w:bCs w:val="0"/>
      <w:caps w:val="0"/>
    </w:rPr>
  </w:style>
  <w:style w:type="paragraph" w:customStyle="1" w:styleId="LWHead1">
    <w:name w:val="~LW Head 1"/>
    <w:basedOn w:val="Heading1"/>
    <w:next w:val="Normal"/>
    <w:uiPriority w:val="99"/>
    <w:rsid w:val="004E5886"/>
    <w:pPr>
      <w:numPr>
        <w:numId w:val="2"/>
      </w:numPr>
      <w:overflowPunct/>
      <w:autoSpaceDE/>
      <w:autoSpaceDN/>
      <w:adjustRightInd/>
      <w:spacing w:after="240"/>
      <w:textAlignment w:val="auto"/>
    </w:pPr>
    <w:rPr>
      <w:rFonts w:ascii="Garamond" w:hAnsi="Garamond"/>
      <w:bCs/>
      <w:caps/>
      <w:sz w:val="22"/>
      <w:szCs w:val="22"/>
      <w:lang w:eastAsia="en-US"/>
    </w:rPr>
  </w:style>
  <w:style w:type="paragraph" w:customStyle="1" w:styleId="LWHead8">
    <w:name w:val="~LW Head 8"/>
    <w:basedOn w:val="LWHead7"/>
    <w:uiPriority w:val="99"/>
    <w:rsid w:val="004E5886"/>
    <w:pPr>
      <w:numPr>
        <w:ilvl w:val="7"/>
      </w:numPr>
      <w:tabs>
        <w:tab w:val="clear" w:pos="5040"/>
        <w:tab w:val="num" w:pos="1440"/>
      </w:tabs>
      <w:ind w:left="1440" w:hanging="1440"/>
      <w:outlineLvl w:val="7"/>
    </w:pPr>
  </w:style>
  <w:style w:type="paragraph" w:customStyle="1" w:styleId="level1">
    <w:name w:val="level1"/>
    <w:basedOn w:val="Normal"/>
    <w:rsid w:val="004E5886"/>
    <w:pPr>
      <w:numPr>
        <w:numId w:val="3"/>
      </w:numPr>
      <w:overflowPunct/>
      <w:autoSpaceDE/>
      <w:autoSpaceDN/>
      <w:adjustRightInd/>
      <w:spacing w:before="240" w:line="432" w:lineRule="auto"/>
      <w:jc w:val="both"/>
      <w:textAlignment w:val="auto"/>
    </w:pPr>
    <w:rPr>
      <w:rFonts w:ascii="Arial" w:hAnsi="Arial"/>
      <w:b/>
      <w:caps/>
      <w:sz w:val="22"/>
      <w:szCs w:val="22"/>
      <w:lang w:val="en-ZA" w:eastAsia="en-ZA"/>
    </w:rPr>
  </w:style>
  <w:style w:type="paragraph" w:customStyle="1" w:styleId="level2">
    <w:name w:val="level2"/>
    <w:basedOn w:val="Normal"/>
    <w:link w:val="level2Char1"/>
    <w:rsid w:val="004E5886"/>
    <w:pPr>
      <w:widowControl w:val="0"/>
      <w:numPr>
        <w:ilvl w:val="1"/>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30">
    <w:name w:val="level3"/>
    <w:basedOn w:val="Normal"/>
    <w:rsid w:val="004E5886"/>
    <w:pPr>
      <w:widowControl w:val="0"/>
      <w:numPr>
        <w:ilvl w:val="2"/>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40">
    <w:name w:val="level4"/>
    <w:basedOn w:val="Normal"/>
    <w:rsid w:val="004E5886"/>
    <w:pPr>
      <w:widowControl w:val="0"/>
      <w:numPr>
        <w:ilvl w:val="3"/>
        <w:numId w:val="3"/>
      </w:numPr>
      <w:tabs>
        <w:tab w:val="clear" w:pos="5671"/>
        <w:tab w:val="left" w:pos="1418"/>
      </w:tabs>
      <w:overflowPunct/>
      <w:autoSpaceDE/>
      <w:autoSpaceDN/>
      <w:adjustRightInd/>
      <w:spacing w:before="240" w:line="432" w:lineRule="auto"/>
      <w:ind w:left="1418"/>
      <w:jc w:val="both"/>
      <w:textAlignment w:val="auto"/>
    </w:pPr>
    <w:rPr>
      <w:rFonts w:ascii="Arial" w:hAnsi="Arial"/>
      <w:sz w:val="22"/>
      <w:szCs w:val="22"/>
      <w:lang w:val="en-ZA" w:eastAsia="en-ZA"/>
    </w:rPr>
  </w:style>
  <w:style w:type="paragraph" w:customStyle="1" w:styleId="level50">
    <w:name w:val="level5"/>
    <w:basedOn w:val="Normal"/>
    <w:rsid w:val="004E5886"/>
    <w:pPr>
      <w:widowControl w:val="0"/>
      <w:numPr>
        <w:ilvl w:val="4"/>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60">
    <w:name w:val="level6"/>
    <w:basedOn w:val="Normal"/>
    <w:rsid w:val="004E5886"/>
    <w:pPr>
      <w:widowControl w:val="0"/>
      <w:numPr>
        <w:ilvl w:val="5"/>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70">
    <w:name w:val="level7"/>
    <w:basedOn w:val="Normal"/>
    <w:rsid w:val="004E5886"/>
    <w:pPr>
      <w:widowControl w:val="0"/>
      <w:numPr>
        <w:ilvl w:val="6"/>
        <w:numId w:val="3"/>
      </w:numPr>
      <w:overflowPunct/>
      <w:autoSpaceDE/>
      <w:autoSpaceDN/>
      <w:adjustRightInd/>
      <w:spacing w:before="240" w:line="432" w:lineRule="auto"/>
      <w:jc w:val="both"/>
      <w:textAlignment w:val="auto"/>
    </w:pPr>
    <w:rPr>
      <w:rFonts w:ascii="Arial" w:hAnsi="Arial"/>
      <w:sz w:val="22"/>
      <w:szCs w:val="22"/>
      <w:lang w:val="en-ZA" w:eastAsia="en-ZA"/>
    </w:rPr>
  </w:style>
  <w:style w:type="character" w:customStyle="1" w:styleId="level2Char1">
    <w:name w:val="level2 Char1"/>
    <w:link w:val="level2"/>
    <w:uiPriority w:val="99"/>
    <w:locked/>
    <w:rsid w:val="004E5886"/>
    <w:rPr>
      <w:rFonts w:ascii="Arial" w:hAnsi="Arial"/>
      <w:sz w:val="22"/>
      <w:szCs w:val="22"/>
    </w:rPr>
  </w:style>
  <w:style w:type="character" w:customStyle="1" w:styleId="LWHead3CharChar">
    <w:name w:val="~LW Head 3 Char Char"/>
    <w:link w:val="LWHead3"/>
    <w:uiPriority w:val="99"/>
    <w:locked/>
    <w:rsid w:val="004E5886"/>
    <w:rPr>
      <w:rFonts w:ascii="Garamond" w:hAnsi="Garamond"/>
      <w:bCs/>
      <w:sz w:val="22"/>
      <w:szCs w:val="22"/>
      <w:lang w:val="en-GB" w:eastAsia="en-US"/>
    </w:rPr>
  </w:style>
  <w:style w:type="paragraph" w:customStyle="1" w:styleId="Char1">
    <w:name w:val="Char1"/>
    <w:basedOn w:val="Normal"/>
    <w:uiPriority w:val="99"/>
    <w:semiHidden/>
    <w:rsid w:val="0024412A"/>
    <w:pPr>
      <w:overflowPunct/>
      <w:autoSpaceDE/>
      <w:autoSpaceDN/>
      <w:adjustRightInd/>
      <w:spacing w:after="160" w:line="240" w:lineRule="exact"/>
      <w:textAlignment w:val="auto"/>
    </w:pPr>
    <w:rPr>
      <w:rFonts w:ascii="Verdana" w:eastAsia="MS Mincho" w:hAnsi="Verdana"/>
      <w:lang w:val="en-AU" w:eastAsia="ja-JP"/>
    </w:rPr>
  </w:style>
  <w:style w:type="paragraph" w:customStyle="1" w:styleId="AgreementHeading">
    <w:name w:val="Agreement Heading"/>
    <w:basedOn w:val="Normal"/>
    <w:autoRedefine/>
    <w:uiPriority w:val="99"/>
    <w:rsid w:val="003B51E0"/>
    <w:pPr>
      <w:keepNext/>
      <w:widowControl w:val="0"/>
      <w:numPr>
        <w:numId w:val="4"/>
      </w:numPr>
      <w:tabs>
        <w:tab w:val="clear" w:pos="720"/>
        <w:tab w:val="num" w:pos="567"/>
      </w:tabs>
      <w:overflowPunct/>
      <w:autoSpaceDE/>
      <w:autoSpaceDN/>
      <w:spacing w:line="360" w:lineRule="auto"/>
      <w:ind w:left="567" w:hanging="567"/>
      <w:jc w:val="both"/>
      <w:outlineLvl w:val="0"/>
    </w:pPr>
    <w:rPr>
      <w:rFonts w:ascii="Bookman Old Style" w:hAnsi="Bookman Old Style"/>
      <w:b/>
      <w:color w:val="010001"/>
      <w:w w:val="112"/>
      <w:sz w:val="28"/>
      <w:szCs w:val="28"/>
      <w:lang w:val="en-AU" w:eastAsia="en-US"/>
    </w:rPr>
  </w:style>
  <w:style w:type="paragraph" w:customStyle="1" w:styleId="Sublevel">
    <w:name w:val="Sub level"/>
    <w:basedOn w:val="Normal"/>
    <w:uiPriority w:val="99"/>
    <w:rsid w:val="00B5294D"/>
    <w:pPr>
      <w:widowControl w:val="0"/>
      <w:tabs>
        <w:tab w:val="left" w:pos="567"/>
        <w:tab w:val="left" w:pos="851"/>
        <w:tab w:val="left" w:pos="1134"/>
        <w:tab w:val="left" w:pos="1418"/>
        <w:tab w:val="left" w:pos="1701"/>
        <w:tab w:val="left" w:pos="1985"/>
        <w:tab w:val="left" w:pos="2268"/>
      </w:tabs>
      <w:overflowPunct/>
      <w:autoSpaceDE/>
      <w:autoSpaceDN/>
      <w:adjustRightInd/>
      <w:spacing w:before="240" w:line="432" w:lineRule="auto"/>
      <w:jc w:val="both"/>
      <w:textAlignment w:val="auto"/>
    </w:pPr>
    <w:rPr>
      <w:rFonts w:ascii="Arial" w:hAnsi="Arial"/>
      <w:sz w:val="22"/>
      <w:szCs w:val="22"/>
      <w:lang w:val="en-ZA" w:eastAsia="en-ZA"/>
    </w:rPr>
  </w:style>
  <w:style w:type="character" w:customStyle="1" w:styleId="ListParagraphChar">
    <w:name w:val="List Paragraph Char"/>
    <w:link w:val="ListParagraph"/>
    <w:locked/>
    <w:rsid w:val="00333E3E"/>
    <w:rPr>
      <w:rFonts w:ascii="Tahoma" w:hAnsi="Tahoma" w:cs="Times New Roman"/>
      <w:lang w:val="en-GB" w:eastAsia="zh-TW" w:bidi="ar-SA"/>
    </w:rPr>
  </w:style>
  <w:style w:type="paragraph" w:customStyle="1" w:styleId="Level3">
    <w:name w:val="Level3"/>
    <w:basedOn w:val="level2"/>
    <w:uiPriority w:val="99"/>
    <w:rsid w:val="00B10430"/>
    <w:pPr>
      <w:numPr>
        <w:ilvl w:val="0"/>
        <w:numId w:val="6"/>
      </w:numPr>
      <w:spacing w:before="40" w:after="40" w:line="240" w:lineRule="auto"/>
      <w:jc w:val="left"/>
      <w:outlineLvl w:val="1"/>
    </w:pPr>
    <w:rPr>
      <w:kern w:val="28"/>
      <w:sz w:val="16"/>
      <w:szCs w:val="20"/>
      <w:lang w:eastAsia="en-US"/>
    </w:rPr>
  </w:style>
  <w:style w:type="paragraph" w:customStyle="1" w:styleId="Level4">
    <w:name w:val="Level4"/>
    <w:basedOn w:val="Level3"/>
    <w:uiPriority w:val="99"/>
    <w:rsid w:val="00B10430"/>
    <w:pPr>
      <w:numPr>
        <w:ilvl w:val="1"/>
      </w:numPr>
      <w:tabs>
        <w:tab w:val="num" w:pos="709"/>
        <w:tab w:val="num" w:pos="792"/>
        <w:tab w:val="num" w:pos="1418"/>
        <w:tab w:val="num" w:pos="2880"/>
      </w:tabs>
    </w:pPr>
  </w:style>
  <w:style w:type="paragraph" w:customStyle="1" w:styleId="Level5">
    <w:name w:val="Level5"/>
    <w:basedOn w:val="Level4"/>
    <w:uiPriority w:val="99"/>
    <w:rsid w:val="00B10430"/>
    <w:pPr>
      <w:numPr>
        <w:ilvl w:val="2"/>
      </w:numPr>
      <w:tabs>
        <w:tab w:val="clear" w:pos="851"/>
        <w:tab w:val="clear" w:pos="1418"/>
        <w:tab w:val="num" w:pos="792"/>
        <w:tab w:val="num" w:pos="1440"/>
        <w:tab w:val="num" w:pos="1701"/>
        <w:tab w:val="num" w:pos="3600"/>
      </w:tabs>
      <w:ind w:left="0" w:firstLine="0"/>
    </w:pPr>
  </w:style>
  <w:style w:type="paragraph" w:customStyle="1" w:styleId="Level6">
    <w:name w:val="Level6"/>
    <w:basedOn w:val="level1"/>
    <w:uiPriority w:val="99"/>
    <w:rsid w:val="00B10430"/>
    <w:pPr>
      <w:keepNext/>
      <w:keepLines/>
      <w:widowControl w:val="0"/>
      <w:numPr>
        <w:ilvl w:val="3"/>
        <w:numId w:val="6"/>
      </w:numPr>
      <w:tabs>
        <w:tab w:val="clear" w:pos="1418"/>
        <w:tab w:val="num" w:pos="567"/>
        <w:tab w:val="num" w:pos="1800"/>
        <w:tab w:val="num" w:pos="2160"/>
        <w:tab w:val="num" w:pos="3062"/>
      </w:tabs>
      <w:spacing w:before="40" w:after="40" w:line="240" w:lineRule="auto"/>
      <w:ind w:left="0" w:firstLine="0"/>
      <w:jc w:val="left"/>
      <w:outlineLvl w:val="0"/>
    </w:pPr>
    <w:rPr>
      <w:rFonts w:ascii="Cambria" w:hAnsi="Cambria"/>
      <w:b w:val="0"/>
      <w:caps w:val="0"/>
      <w:kern w:val="28"/>
      <w:sz w:val="16"/>
      <w:szCs w:val="16"/>
      <w:lang w:eastAsia="en-US"/>
    </w:rPr>
  </w:style>
  <w:style w:type="paragraph" w:customStyle="1" w:styleId="Level7">
    <w:name w:val="Level7"/>
    <w:basedOn w:val="Normal"/>
    <w:uiPriority w:val="99"/>
    <w:rsid w:val="00B10430"/>
    <w:pPr>
      <w:numPr>
        <w:ilvl w:val="4"/>
        <w:numId w:val="6"/>
      </w:numPr>
      <w:tabs>
        <w:tab w:val="clear" w:pos="1701"/>
        <w:tab w:val="num" w:pos="3572"/>
      </w:tabs>
      <w:overflowPunct/>
      <w:autoSpaceDE/>
      <w:autoSpaceDN/>
      <w:adjustRightInd/>
      <w:spacing w:before="40" w:after="240"/>
      <w:ind w:left="3572" w:hanging="3572"/>
      <w:jc w:val="both"/>
      <w:textAlignment w:val="auto"/>
    </w:pPr>
    <w:rPr>
      <w:rFonts w:ascii="Arial" w:hAnsi="Arial"/>
      <w:sz w:val="22"/>
      <w:lang w:val="en-US" w:eastAsia="en-US"/>
    </w:rPr>
  </w:style>
  <w:style w:type="paragraph" w:customStyle="1" w:styleId="Level8">
    <w:name w:val="Level8"/>
    <w:basedOn w:val="Normal"/>
    <w:uiPriority w:val="99"/>
    <w:rsid w:val="00B10430"/>
    <w:pPr>
      <w:numPr>
        <w:ilvl w:val="5"/>
        <w:numId w:val="6"/>
      </w:numPr>
      <w:tabs>
        <w:tab w:val="clear" w:pos="3062"/>
        <w:tab w:val="num" w:pos="4082"/>
      </w:tabs>
      <w:overflowPunct/>
      <w:autoSpaceDE/>
      <w:autoSpaceDN/>
      <w:adjustRightInd/>
      <w:spacing w:before="40" w:after="240"/>
      <w:ind w:left="4082" w:hanging="4082"/>
      <w:jc w:val="both"/>
      <w:textAlignment w:val="auto"/>
    </w:pPr>
    <w:rPr>
      <w:rFonts w:ascii="Arial" w:hAnsi="Arial"/>
      <w:sz w:val="22"/>
      <w:lang w:val="en-US" w:eastAsia="en-US"/>
    </w:rPr>
  </w:style>
  <w:style w:type="paragraph" w:customStyle="1" w:styleId="Level9">
    <w:name w:val="Level9"/>
    <w:basedOn w:val="Normal"/>
    <w:uiPriority w:val="99"/>
    <w:rsid w:val="00B10430"/>
    <w:pPr>
      <w:numPr>
        <w:ilvl w:val="6"/>
        <w:numId w:val="6"/>
      </w:numPr>
      <w:tabs>
        <w:tab w:val="clear" w:pos="3572"/>
        <w:tab w:val="num" w:pos="4593"/>
      </w:tabs>
      <w:overflowPunct/>
      <w:autoSpaceDE/>
      <w:autoSpaceDN/>
      <w:adjustRightInd/>
      <w:spacing w:before="40" w:after="240"/>
      <w:ind w:left="4593" w:hanging="4593"/>
      <w:jc w:val="both"/>
      <w:textAlignment w:val="auto"/>
    </w:pPr>
    <w:rPr>
      <w:rFonts w:ascii="Arial" w:hAnsi="Arial"/>
      <w:sz w:val="22"/>
      <w:lang w:val="en-US" w:eastAsia="en-US"/>
    </w:rPr>
  </w:style>
  <w:style w:type="paragraph" w:customStyle="1" w:styleId="RD2">
    <w:name w:val="R&amp;D2"/>
    <w:basedOn w:val="Normal"/>
    <w:link w:val="RD2Char"/>
    <w:uiPriority w:val="99"/>
    <w:rsid w:val="00C9192E"/>
    <w:pPr>
      <w:numPr>
        <w:ilvl w:val="1"/>
        <w:numId w:val="10"/>
      </w:numPr>
      <w:overflowPunct/>
      <w:autoSpaceDE/>
      <w:autoSpaceDN/>
      <w:adjustRightInd/>
      <w:spacing w:after="240"/>
      <w:textAlignment w:val="auto"/>
    </w:pPr>
    <w:rPr>
      <w:rFonts w:ascii="Arial" w:hAnsi="Arial"/>
      <w:lang w:eastAsia="en-GB"/>
    </w:rPr>
  </w:style>
  <w:style w:type="paragraph" w:customStyle="1" w:styleId="RD3">
    <w:name w:val="R&amp;D3"/>
    <w:basedOn w:val="Normal"/>
    <w:uiPriority w:val="99"/>
    <w:rsid w:val="00C9192E"/>
    <w:pPr>
      <w:numPr>
        <w:ilvl w:val="2"/>
        <w:numId w:val="10"/>
      </w:numPr>
      <w:overflowPunct/>
      <w:autoSpaceDE/>
      <w:autoSpaceDN/>
      <w:adjustRightInd/>
      <w:spacing w:after="240"/>
      <w:textAlignment w:val="auto"/>
    </w:pPr>
    <w:rPr>
      <w:rFonts w:ascii="Arial" w:hAnsi="Arial"/>
      <w:lang w:eastAsia="en-ZA"/>
    </w:rPr>
  </w:style>
  <w:style w:type="paragraph" w:customStyle="1" w:styleId="RD4">
    <w:name w:val="R&amp;D4"/>
    <w:basedOn w:val="Normal"/>
    <w:uiPriority w:val="99"/>
    <w:rsid w:val="00C9192E"/>
    <w:pPr>
      <w:numPr>
        <w:ilvl w:val="3"/>
        <w:numId w:val="10"/>
      </w:numPr>
      <w:overflowPunct/>
      <w:autoSpaceDE/>
      <w:autoSpaceDN/>
      <w:adjustRightInd/>
      <w:spacing w:after="240"/>
      <w:textAlignment w:val="auto"/>
    </w:pPr>
    <w:rPr>
      <w:rFonts w:ascii="Arial" w:hAnsi="Arial"/>
      <w:lang w:eastAsia="en-ZA"/>
    </w:rPr>
  </w:style>
  <w:style w:type="paragraph" w:customStyle="1" w:styleId="RD5">
    <w:name w:val="R&amp;D5"/>
    <w:basedOn w:val="Normal"/>
    <w:uiPriority w:val="99"/>
    <w:rsid w:val="00C9192E"/>
    <w:pPr>
      <w:numPr>
        <w:ilvl w:val="4"/>
        <w:numId w:val="10"/>
      </w:numPr>
      <w:overflowPunct/>
      <w:autoSpaceDE/>
      <w:autoSpaceDN/>
      <w:adjustRightInd/>
      <w:spacing w:after="240"/>
      <w:textAlignment w:val="auto"/>
    </w:pPr>
    <w:rPr>
      <w:rFonts w:ascii="Arial" w:hAnsi="Arial"/>
      <w:lang w:eastAsia="en-ZA"/>
    </w:rPr>
  </w:style>
  <w:style w:type="paragraph" w:customStyle="1" w:styleId="RD6">
    <w:name w:val="R&amp;D6"/>
    <w:basedOn w:val="Normal"/>
    <w:uiPriority w:val="99"/>
    <w:rsid w:val="00C9192E"/>
    <w:pPr>
      <w:numPr>
        <w:ilvl w:val="5"/>
        <w:numId w:val="10"/>
      </w:numPr>
      <w:overflowPunct/>
      <w:autoSpaceDE/>
      <w:autoSpaceDN/>
      <w:adjustRightInd/>
      <w:spacing w:after="240"/>
      <w:textAlignment w:val="auto"/>
    </w:pPr>
    <w:rPr>
      <w:rFonts w:ascii="Arial" w:hAnsi="Arial"/>
      <w:lang w:eastAsia="en-ZA"/>
    </w:rPr>
  </w:style>
  <w:style w:type="character" w:customStyle="1" w:styleId="RD2Char">
    <w:name w:val="R&amp;D2 Char"/>
    <w:link w:val="RD2"/>
    <w:uiPriority w:val="99"/>
    <w:locked/>
    <w:rsid w:val="00C9192E"/>
    <w:rPr>
      <w:rFonts w:ascii="Arial" w:hAnsi="Arial"/>
      <w:lang w:val="en-GB" w:eastAsia="en-GB"/>
    </w:rPr>
  </w:style>
  <w:style w:type="paragraph" w:customStyle="1" w:styleId="DefaultText">
    <w:name w:val="Default Text"/>
    <w:uiPriority w:val="99"/>
    <w:rsid w:val="00FE7325"/>
    <w:rPr>
      <w:color w:val="000000"/>
      <w:sz w:val="24"/>
      <w:lang w:val="en-US" w:eastAsia="en-US"/>
    </w:rPr>
  </w:style>
  <w:style w:type="paragraph" w:styleId="CommentSubject">
    <w:name w:val="annotation subject"/>
    <w:basedOn w:val="CommentText"/>
    <w:next w:val="CommentText"/>
    <w:link w:val="CommentSubjectChar"/>
    <w:uiPriority w:val="99"/>
    <w:semiHidden/>
    <w:unhideWhenUsed/>
    <w:locked/>
    <w:rsid w:val="005724F1"/>
    <w:rPr>
      <w:b/>
      <w:bCs/>
    </w:rPr>
  </w:style>
  <w:style w:type="character" w:customStyle="1" w:styleId="CommentSubjectChar">
    <w:name w:val="Comment Subject Char"/>
    <w:basedOn w:val="CommentTextChar"/>
    <w:link w:val="CommentSubject"/>
    <w:uiPriority w:val="99"/>
    <w:semiHidden/>
    <w:rsid w:val="005724F1"/>
    <w:rPr>
      <w:rFonts w:ascii="Tahoma" w:hAnsi="Tahoma" w:cs="Times New Roman"/>
      <w:b/>
      <w:bCs/>
      <w:sz w:val="20"/>
      <w:szCs w:val="20"/>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777334">
      <w:marLeft w:val="0"/>
      <w:marRight w:val="0"/>
      <w:marTop w:val="0"/>
      <w:marBottom w:val="0"/>
      <w:divBdr>
        <w:top w:val="none" w:sz="0" w:space="0" w:color="auto"/>
        <w:left w:val="none" w:sz="0" w:space="0" w:color="auto"/>
        <w:bottom w:val="none" w:sz="0" w:space="0" w:color="auto"/>
        <w:right w:val="none" w:sz="0" w:space="0" w:color="auto"/>
      </w:divBdr>
      <w:divsChild>
        <w:div w:id="662777335">
          <w:marLeft w:val="0"/>
          <w:marRight w:val="0"/>
          <w:marTop w:val="0"/>
          <w:marBottom w:val="0"/>
          <w:divBdr>
            <w:top w:val="none" w:sz="0" w:space="0" w:color="auto"/>
            <w:left w:val="none" w:sz="0" w:space="0" w:color="auto"/>
            <w:bottom w:val="none" w:sz="0" w:space="0" w:color="auto"/>
            <w:right w:val="none" w:sz="0" w:space="0" w:color="auto"/>
          </w:divBdr>
        </w:div>
      </w:divsChild>
    </w:div>
    <w:div w:id="662777336">
      <w:marLeft w:val="0"/>
      <w:marRight w:val="0"/>
      <w:marTop w:val="0"/>
      <w:marBottom w:val="0"/>
      <w:divBdr>
        <w:top w:val="none" w:sz="0" w:space="0" w:color="auto"/>
        <w:left w:val="none" w:sz="0" w:space="0" w:color="auto"/>
        <w:bottom w:val="none" w:sz="0" w:space="0" w:color="auto"/>
        <w:right w:val="none" w:sz="0" w:space="0" w:color="auto"/>
      </w:divBdr>
      <w:divsChild>
        <w:div w:id="662777342">
          <w:marLeft w:val="0"/>
          <w:marRight w:val="0"/>
          <w:marTop w:val="0"/>
          <w:marBottom w:val="0"/>
          <w:divBdr>
            <w:top w:val="none" w:sz="0" w:space="0" w:color="auto"/>
            <w:left w:val="none" w:sz="0" w:space="0" w:color="auto"/>
            <w:bottom w:val="none" w:sz="0" w:space="0" w:color="auto"/>
            <w:right w:val="none" w:sz="0" w:space="0" w:color="auto"/>
          </w:divBdr>
        </w:div>
      </w:divsChild>
    </w:div>
    <w:div w:id="662777339">
      <w:marLeft w:val="0"/>
      <w:marRight w:val="0"/>
      <w:marTop w:val="0"/>
      <w:marBottom w:val="0"/>
      <w:divBdr>
        <w:top w:val="none" w:sz="0" w:space="0" w:color="auto"/>
        <w:left w:val="none" w:sz="0" w:space="0" w:color="auto"/>
        <w:bottom w:val="none" w:sz="0" w:space="0" w:color="auto"/>
        <w:right w:val="none" w:sz="0" w:space="0" w:color="auto"/>
      </w:divBdr>
      <w:divsChild>
        <w:div w:id="662777338">
          <w:marLeft w:val="0"/>
          <w:marRight w:val="0"/>
          <w:marTop w:val="0"/>
          <w:marBottom w:val="0"/>
          <w:divBdr>
            <w:top w:val="none" w:sz="0" w:space="0" w:color="auto"/>
            <w:left w:val="none" w:sz="0" w:space="0" w:color="auto"/>
            <w:bottom w:val="none" w:sz="0" w:space="0" w:color="auto"/>
            <w:right w:val="none" w:sz="0" w:space="0" w:color="auto"/>
          </w:divBdr>
        </w:div>
      </w:divsChild>
    </w:div>
    <w:div w:id="662777340">
      <w:marLeft w:val="0"/>
      <w:marRight w:val="0"/>
      <w:marTop w:val="0"/>
      <w:marBottom w:val="0"/>
      <w:divBdr>
        <w:top w:val="none" w:sz="0" w:space="0" w:color="auto"/>
        <w:left w:val="none" w:sz="0" w:space="0" w:color="auto"/>
        <w:bottom w:val="none" w:sz="0" w:space="0" w:color="auto"/>
        <w:right w:val="none" w:sz="0" w:space="0" w:color="auto"/>
      </w:divBdr>
      <w:divsChild>
        <w:div w:id="662777343">
          <w:marLeft w:val="0"/>
          <w:marRight w:val="0"/>
          <w:marTop w:val="0"/>
          <w:marBottom w:val="0"/>
          <w:divBdr>
            <w:top w:val="none" w:sz="0" w:space="0" w:color="auto"/>
            <w:left w:val="none" w:sz="0" w:space="0" w:color="auto"/>
            <w:bottom w:val="none" w:sz="0" w:space="0" w:color="auto"/>
            <w:right w:val="none" w:sz="0" w:space="0" w:color="auto"/>
          </w:divBdr>
        </w:div>
      </w:divsChild>
    </w:div>
    <w:div w:id="662777341">
      <w:marLeft w:val="0"/>
      <w:marRight w:val="0"/>
      <w:marTop w:val="0"/>
      <w:marBottom w:val="0"/>
      <w:divBdr>
        <w:top w:val="none" w:sz="0" w:space="0" w:color="auto"/>
        <w:left w:val="none" w:sz="0" w:space="0" w:color="auto"/>
        <w:bottom w:val="none" w:sz="0" w:space="0" w:color="auto"/>
        <w:right w:val="none" w:sz="0" w:space="0" w:color="auto"/>
      </w:divBdr>
      <w:divsChild>
        <w:div w:id="662777337">
          <w:marLeft w:val="0"/>
          <w:marRight w:val="0"/>
          <w:marTop w:val="0"/>
          <w:marBottom w:val="0"/>
          <w:divBdr>
            <w:top w:val="none" w:sz="0" w:space="0" w:color="auto"/>
            <w:left w:val="none" w:sz="0" w:space="0" w:color="auto"/>
            <w:bottom w:val="none" w:sz="0" w:space="0" w:color="auto"/>
            <w:right w:val="none" w:sz="0" w:space="0" w:color="auto"/>
          </w:divBdr>
        </w:div>
      </w:divsChild>
    </w:div>
    <w:div w:id="970940404">
      <w:bodyDiv w:val="1"/>
      <w:marLeft w:val="0"/>
      <w:marRight w:val="0"/>
      <w:marTop w:val="0"/>
      <w:marBottom w:val="0"/>
      <w:divBdr>
        <w:top w:val="none" w:sz="0" w:space="0" w:color="auto"/>
        <w:left w:val="none" w:sz="0" w:space="0" w:color="auto"/>
        <w:bottom w:val="none" w:sz="0" w:space="0" w:color="auto"/>
        <w:right w:val="none" w:sz="0" w:space="0" w:color="auto"/>
      </w:divBdr>
    </w:div>
    <w:div w:id="176075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atthew\Application%20Data\Microsoft\Templates\Project%20Charter%20Form_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B7233-CBCC-4926-99F5-A171ACF51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Charter Form_1.0</Template>
  <TotalTime>323</TotalTime>
  <Pages>38</Pages>
  <Words>10237</Words>
  <Characters>58351</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Service Level Agreement Template</vt:lpstr>
    </vt:vector>
  </TitlesOfParts>
  <Company>CVR/IT Consulting</Company>
  <LinksUpToDate>false</LinksUpToDate>
  <CharactersWithSpaces>68452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Level Agreement Template</dc:title>
  <dc:creator>Gary J. Evans, PMP</dc:creator>
  <cp:keywords>Service Level Agreement; SLA</cp:keywords>
  <dc:description>Document history: origin City of Raleigh.  Modified by Covansys for the City of Raleigh, NC, Enterprise PMO.  Generic format by CVR-IT (www.cvr-it.com). May be used freely but please retain this reference.</dc:description>
  <cp:lastModifiedBy>Simon Maila</cp:lastModifiedBy>
  <cp:revision>14</cp:revision>
  <cp:lastPrinted>2021-03-24T09:14:00Z</cp:lastPrinted>
  <dcterms:created xsi:type="dcterms:W3CDTF">2021-03-24T07:25:00Z</dcterms:created>
  <dcterms:modified xsi:type="dcterms:W3CDTF">2022-05-23T09:23:00Z</dcterms:modified>
  <cp:category>Rev 1.0;last template edit 12-7-03 gje</cp:category>
</cp:coreProperties>
</file>